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5E9" w:rsidRDefault="005465E9" w:rsidP="00B667C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465E9" w:rsidRDefault="005465E9" w:rsidP="006E5B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65E9" w:rsidRDefault="005465E9" w:rsidP="006E5B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65E9" w:rsidRDefault="005465E9" w:rsidP="00B667CD">
      <w:pPr>
        <w:spacing w:after="0" w:line="240" w:lineRule="auto"/>
        <w:ind w:left="-709"/>
        <w:jc w:val="center"/>
        <w:rPr>
          <w:rFonts w:ascii="Times New Roman" w:hAnsi="Times New Roman"/>
          <w:b/>
          <w:sz w:val="28"/>
          <w:szCs w:val="28"/>
        </w:rPr>
      </w:pPr>
      <w:r w:rsidRPr="00B667CD">
        <w:rPr>
          <w:rFonts w:ascii="Times New Roman" w:hAnsi="Times New Roman"/>
          <w:b/>
          <w:sz w:val="28"/>
          <w:szCs w:val="28"/>
        </w:rPr>
        <w:object w:dxaOrig="10205" w:dyaOrig="119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0pt;height:598.5pt" o:ole="">
            <v:imagedata r:id="rId5" o:title=""/>
          </v:shape>
          <o:OLEObject Type="Embed" ProgID="Word.Document.12" ShapeID="_x0000_i1025" DrawAspect="Content" ObjectID="_1455040934" r:id="rId6">
            <o:FieldCodes>\s</o:FieldCodes>
          </o:OLEObject>
        </w:object>
      </w:r>
    </w:p>
    <w:p w:rsidR="005465E9" w:rsidRDefault="005465E9" w:rsidP="006E5B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65E9" w:rsidRDefault="005465E9" w:rsidP="006E5B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65E9" w:rsidRDefault="005465E9" w:rsidP="006E5B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65E9" w:rsidRDefault="005465E9" w:rsidP="006E5B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65E9" w:rsidRDefault="005465E9" w:rsidP="006E5B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65E9" w:rsidRPr="002D40B8" w:rsidRDefault="005465E9" w:rsidP="006E5B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65E9" w:rsidRDefault="005465E9" w:rsidP="0088654B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D40B8">
        <w:rPr>
          <w:rFonts w:ascii="Times New Roman" w:hAnsi="Times New Roman"/>
          <w:b/>
          <w:sz w:val="28"/>
          <w:szCs w:val="28"/>
        </w:rPr>
        <w:t>Цели и задачи</w:t>
      </w:r>
    </w:p>
    <w:p w:rsidR="005465E9" w:rsidRPr="0088654B" w:rsidRDefault="005465E9" w:rsidP="0088654B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5465E9" w:rsidRPr="004E07BD" w:rsidRDefault="005465E9" w:rsidP="006E5B6F">
      <w:pPr>
        <w:numPr>
          <w:ilvl w:val="1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90670">
        <w:rPr>
          <w:rFonts w:ascii="Times New Roman" w:hAnsi="Times New Roman"/>
          <w:sz w:val="28"/>
          <w:szCs w:val="28"/>
          <w:lang w:val="en-US"/>
        </w:rPr>
        <w:t>V</w:t>
      </w:r>
      <w:r w:rsidRPr="00B90670">
        <w:rPr>
          <w:rFonts w:ascii="Times New Roman" w:hAnsi="Times New Roman"/>
          <w:sz w:val="28"/>
          <w:szCs w:val="28"/>
        </w:rPr>
        <w:t xml:space="preserve"> Всероссийский Симбирский</w:t>
      </w:r>
      <w:r>
        <w:rPr>
          <w:rFonts w:ascii="Times New Roman" w:hAnsi="Times New Roman"/>
          <w:sz w:val="28"/>
          <w:szCs w:val="28"/>
        </w:rPr>
        <w:t xml:space="preserve"> лыжный </w:t>
      </w:r>
      <w:r w:rsidRPr="00B90670">
        <w:rPr>
          <w:rFonts w:ascii="Times New Roman" w:hAnsi="Times New Roman"/>
          <w:sz w:val="28"/>
          <w:szCs w:val="28"/>
        </w:rPr>
        <w:t xml:space="preserve"> марафон включенный в программу Союза Лыжная Россия проводится с целью:</w:t>
      </w:r>
    </w:p>
    <w:p w:rsidR="005465E9" w:rsidRDefault="005465E9" w:rsidP="006E5B6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популяризация и развитие лыжных гонок.</w:t>
      </w:r>
    </w:p>
    <w:p w:rsidR="005465E9" w:rsidRPr="00B90670" w:rsidRDefault="005465E9" w:rsidP="006E5B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Основными задачами являются:</w:t>
      </w:r>
    </w:p>
    <w:p w:rsidR="005465E9" w:rsidRDefault="005465E9" w:rsidP="006E5B6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-массовое привлечение населения к регулярным занятиям лыжным спортом;</w:t>
      </w:r>
    </w:p>
    <w:p w:rsidR="005465E9" w:rsidRPr="002D40B8" w:rsidRDefault="005465E9" w:rsidP="006E5B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выявления сильнейших лыжников (марафонцев);</w:t>
      </w:r>
    </w:p>
    <w:p w:rsidR="005465E9" w:rsidRDefault="005465E9" w:rsidP="006E5B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повышение спортивного мастерства;</w:t>
      </w:r>
    </w:p>
    <w:p w:rsidR="005465E9" w:rsidRDefault="005465E9" w:rsidP="006E5B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обмен опытом между физкультурными, спортивными организациями, тренерами, спортсменами.</w:t>
      </w:r>
    </w:p>
    <w:p w:rsidR="005465E9" w:rsidRDefault="005465E9" w:rsidP="006E5B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пропаганды здорового образа жизни;</w:t>
      </w:r>
    </w:p>
    <w:p w:rsidR="005465E9" w:rsidRDefault="005465E9" w:rsidP="006E5B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Настоящее Положение является основанием для командирования спортсменов на соревнования.</w:t>
      </w:r>
    </w:p>
    <w:p w:rsidR="005465E9" w:rsidRDefault="005465E9" w:rsidP="006E5B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65E9" w:rsidRPr="00AD6CD7" w:rsidRDefault="005465E9" w:rsidP="00AD6CD7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6CD7">
        <w:rPr>
          <w:rFonts w:ascii="Times New Roman" w:hAnsi="Times New Roman"/>
          <w:b/>
          <w:sz w:val="28"/>
          <w:szCs w:val="28"/>
        </w:rPr>
        <w:t>Время и место</w:t>
      </w:r>
    </w:p>
    <w:p w:rsidR="005465E9" w:rsidRPr="00AD6CD7" w:rsidRDefault="005465E9" w:rsidP="00AD6CD7">
      <w:pPr>
        <w:pStyle w:val="ListParagraph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65E9" w:rsidRDefault="005465E9" w:rsidP="006E5B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Соревнования проводятся 16 марта 2014 года на лыжно-биатлонном центре  « Заря», г. Ульяновск ул. Оренбургская 1а.</w:t>
      </w:r>
    </w:p>
    <w:p w:rsidR="005465E9" w:rsidRDefault="005465E9" w:rsidP="006E5B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Старт младших групп в 10:00</w:t>
      </w:r>
    </w:p>
    <w:p w:rsidR="005465E9" w:rsidRDefault="005465E9" w:rsidP="006E5B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Открытие соревнований 10: 50</w:t>
      </w:r>
    </w:p>
    <w:p w:rsidR="005465E9" w:rsidRDefault="005465E9" w:rsidP="006E5B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Старт марафонской гонки 11.00</w:t>
      </w:r>
    </w:p>
    <w:p w:rsidR="005465E9" w:rsidRDefault="005465E9" w:rsidP="006E5B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65E9" w:rsidRPr="00AD6CD7" w:rsidRDefault="005465E9" w:rsidP="00AD6CD7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6CD7">
        <w:rPr>
          <w:rFonts w:ascii="Times New Roman" w:hAnsi="Times New Roman"/>
          <w:b/>
          <w:sz w:val="28"/>
          <w:szCs w:val="28"/>
        </w:rPr>
        <w:t>Руководство соревнований</w:t>
      </w:r>
    </w:p>
    <w:p w:rsidR="005465E9" w:rsidRPr="00AD6CD7" w:rsidRDefault="005465E9" w:rsidP="00AD6CD7">
      <w:pPr>
        <w:pStyle w:val="ListParagraph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65E9" w:rsidRDefault="005465E9" w:rsidP="006E5B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Руководство  соревнований  возлагается на Департамент физической культуры и спорта Ульяновской области, непосредственное проведение на РОО «Федерацию  лыжных гонок Ульяновской области».  Главный судья соревнований  Евдокимов А.А. </w:t>
      </w:r>
    </w:p>
    <w:p w:rsidR="005465E9" w:rsidRPr="001406F3" w:rsidRDefault="005465E9" w:rsidP="006E5B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65E9" w:rsidRDefault="005465E9" w:rsidP="00AD6CD7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6CD7">
        <w:rPr>
          <w:rFonts w:ascii="Times New Roman" w:hAnsi="Times New Roman"/>
          <w:b/>
          <w:sz w:val="28"/>
          <w:szCs w:val="28"/>
        </w:rPr>
        <w:t>Участники</w:t>
      </w:r>
    </w:p>
    <w:p w:rsidR="005465E9" w:rsidRPr="00AD6CD7" w:rsidRDefault="005465E9" w:rsidP="00AD6CD7">
      <w:pPr>
        <w:pStyle w:val="ListParagraph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65E9" w:rsidRPr="00033378" w:rsidRDefault="005465E9" w:rsidP="006E5B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участию   допускаются спортсмены, имеющие  специальную подготовку в данном виде спорта, допуск врача на соревнование  и уплатившие стартовый взнос. Спортсмены 1993г.р. и старше могут предоставить расписку (ответственность за здоровье), подписавшие в день старта. Спортсмены 2000- 2001г.р. от  стартового взноса освобождаются.</w:t>
      </w:r>
      <w:r w:rsidRPr="003427E2">
        <w:rPr>
          <w:rFonts w:ascii="Times New Roman" w:hAnsi="Times New Roman"/>
          <w:sz w:val="28"/>
          <w:szCs w:val="28"/>
        </w:rPr>
        <w:t xml:space="preserve"> </w:t>
      </w:r>
    </w:p>
    <w:p w:rsidR="005465E9" w:rsidRDefault="005465E9" w:rsidP="006E5B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65E9" w:rsidRDefault="005465E9" w:rsidP="00AD6CD7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6CD7">
        <w:rPr>
          <w:rFonts w:ascii="Times New Roman" w:hAnsi="Times New Roman"/>
          <w:b/>
          <w:sz w:val="28"/>
          <w:szCs w:val="28"/>
        </w:rPr>
        <w:t>Программа</w:t>
      </w:r>
    </w:p>
    <w:p w:rsidR="005465E9" w:rsidRPr="00AD6CD7" w:rsidRDefault="005465E9" w:rsidP="00AD6CD7">
      <w:pPr>
        <w:pStyle w:val="ListParagraph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65E9" w:rsidRDefault="005465E9" w:rsidP="006E5B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16 марта 2014</w:t>
      </w:r>
      <w:r w:rsidRPr="00286B5D">
        <w:rPr>
          <w:rFonts w:ascii="Times New Roman" w:hAnsi="Times New Roman"/>
          <w:b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465E9" w:rsidRDefault="005465E9" w:rsidP="006E5B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1A72">
        <w:rPr>
          <w:rFonts w:ascii="Times New Roman" w:hAnsi="Times New Roman"/>
          <w:b/>
          <w:sz w:val="28"/>
          <w:szCs w:val="28"/>
        </w:rPr>
        <w:t xml:space="preserve"> 9:00 до 9:50</w:t>
      </w:r>
      <w:r>
        <w:rPr>
          <w:rFonts w:ascii="Times New Roman" w:hAnsi="Times New Roman"/>
          <w:sz w:val="28"/>
          <w:szCs w:val="28"/>
        </w:rPr>
        <w:t xml:space="preserve"> – регистрация спортсменов 2000-2001г.р. и девушек 1998-1999г.р.</w:t>
      </w:r>
    </w:p>
    <w:p w:rsidR="005465E9" w:rsidRDefault="005465E9" w:rsidP="006E5B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1F1A72">
        <w:rPr>
          <w:rFonts w:ascii="Times New Roman" w:hAnsi="Times New Roman"/>
          <w:b/>
          <w:sz w:val="28"/>
          <w:szCs w:val="28"/>
        </w:rPr>
        <w:t>9:00 до 10: 45</w:t>
      </w:r>
      <w:r>
        <w:rPr>
          <w:rFonts w:ascii="Times New Roman" w:hAnsi="Times New Roman"/>
          <w:sz w:val="28"/>
          <w:szCs w:val="28"/>
        </w:rPr>
        <w:t xml:space="preserve"> – регистрация всех остальных групп</w:t>
      </w:r>
    </w:p>
    <w:p w:rsidR="005465E9" w:rsidRDefault="005465E9" w:rsidP="006E5B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65E9" w:rsidRDefault="005465E9" w:rsidP="006E5B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1A72">
        <w:rPr>
          <w:rFonts w:ascii="Times New Roman" w:hAnsi="Times New Roman"/>
          <w:b/>
          <w:sz w:val="28"/>
          <w:szCs w:val="28"/>
        </w:rPr>
        <w:t>10:00</w:t>
      </w:r>
      <w:r w:rsidRPr="0094376C">
        <w:rPr>
          <w:rFonts w:ascii="Times New Roman" w:hAnsi="Times New Roman"/>
          <w:sz w:val="28"/>
          <w:szCs w:val="28"/>
        </w:rPr>
        <w:t xml:space="preserve"> – </w:t>
      </w:r>
      <w:r w:rsidRPr="0094376C">
        <w:rPr>
          <w:rFonts w:ascii="Times New Roman" w:hAnsi="Times New Roman"/>
          <w:i/>
          <w:sz w:val="28"/>
          <w:szCs w:val="28"/>
        </w:rPr>
        <w:t>свободный стиль (масстарт):</w:t>
      </w:r>
      <w:r w:rsidRPr="00525C3B">
        <w:rPr>
          <w:rFonts w:ascii="Times New Roman" w:hAnsi="Times New Roman"/>
          <w:sz w:val="28"/>
          <w:szCs w:val="28"/>
        </w:rPr>
        <w:t xml:space="preserve"> </w:t>
      </w:r>
    </w:p>
    <w:p w:rsidR="005465E9" w:rsidRPr="00525C3B" w:rsidRDefault="005465E9" w:rsidP="006E5B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девушки средние (1998-1999 г.р.) -10 км. взнос 50р.</w:t>
      </w:r>
    </w:p>
    <w:p w:rsidR="005465E9" w:rsidRDefault="005465E9" w:rsidP="006E5B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376C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юноши младшие (2000-2001г.р.) -10 км.</w:t>
      </w:r>
    </w:p>
    <w:p w:rsidR="005465E9" w:rsidRDefault="005465E9" w:rsidP="001F1A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девушки младшие ( 2000- 2001г.р.) - 5 км.</w:t>
      </w:r>
    </w:p>
    <w:p w:rsidR="005465E9" w:rsidRDefault="005465E9" w:rsidP="006E5B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1A72">
        <w:rPr>
          <w:rFonts w:ascii="Times New Roman" w:hAnsi="Times New Roman"/>
          <w:sz w:val="28"/>
          <w:szCs w:val="28"/>
        </w:rPr>
        <w:t xml:space="preserve"> </w:t>
      </w:r>
      <w:r w:rsidRPr="001F1A72">
        <w:rPr>
          <w:rFonts w:ascii="Times New Roman" w:hAnsi="Times New Roman"/>
          <w:b/>
          <w:sz w:val="28"/>
          <w:szCs w:val="28"/>
        </w:rPr>
        <w:t>10:50</w:t>
      </w:r>
      <w:r>
        <w:rPr>
          <w:rFonts w:ascii="Times New Roman" w:hAnsi="Times New Roman"/>
          <w:sz w:val="28"/>
          <w:szCs w:val="28"/>
        </w:rPr>
        <w:t xml:space="preserve"> – открытие  соревнований</w:t>
      </w:r>
    </w:p>
    <w:p w:rsidR="005465E9" w:rsidRDefault="005465E9" w:rsidP="006E5B6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1F1A72">
        <w:rPr>
          <w:rFonts w:ascii="Times New Roman" w:hAnsi="Times New Roman"/>
          <w:b/>
          <w:sz w:val="28"/>
          <w:szCs w:val="28"/>
        </w:rPr>
        <w:t>11:00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4E07BD">
        <w:rPr>
          <w:rFonts w:ascii="Times New Roman" w:hAnsi="Times New Roman"/>
          <w:i/>
          <w:sz w:val="28"/>
          <w:szCs w:val="28"/>
        </w:rPr>
        <w:t>свободный стиль (масстарт):</w:t>
      </w:r>
    </w:p>
    <w:p w:rsidR="005465E9" w:rsidRDefault="005465E9" w:rsidP="006E5B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09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мужчины </w:t>
      </w:r>
      <w:r w:rsidRPr="0094376C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1975 г.р. -1993г.р</w:t>
      </w:r>
      <w:r w:rsidRPr="0094376C">
        <w:rPr>
          <w:rFonts w:ascii="Times New Roman" w:hAnsi="Times New Roman"/>
          <w:sz w:val="28"/>
          <w:szCs w:val="28"/>
        </w:rPr>
        <w:t>) – 50 км</w:t>
      </w:r>
      <w:r>
        <w:rPr>
          <w:rFonts w:ascii="Times New Roman" w:hAnsi="Times New Roman"/>
          <w:sz w:val="28"/>
          <w:szCs w:val="28"/>
        </w:rPr>
        <w:t xml:space="preserve">.                                    взнос 100р. </w:t>
      </w:r>
    </w:p>
    <w:p w:rsidR="005465E9" w:rsidRDefault="005465E9" w:rsidP="006E5B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юниоры (1994-1995)- 50 км.                                                    взнос 100р.</w:t>
      </w:r>
    </w:p>
    <w:p w:rsidR="005465E9" w:rsidRDefault="005465E9" w:rsidP="00F76F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-</w:t>
      </w:r>
      <w:r w:rsidRPr="001406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мужчины (1965-1974г.р.)-50 км.                                            </w:t>
      </w:r>
      <w:r w:rsidRPr="001406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взнос 100р</w:t>
      </w:r>
    </w:p>
    <w:p w:rsidR="005465E9" w:rsidRDefault="005465E9" w:rsidP="00F76F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мужчины (1955г.р-1964г.р.)-50 км.</w:t>
      </w:r>
      <w:r w:rsidRPr="001406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взнос 100р</w:t>
      </w:r>
    </w:p>
    <w:p w:rsidR="005465E9" w:rsidRDefault="005465E9" w:rsidP="00F76F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мужчины (1945г.р-1954г.р.)-30 км.                                       </w:t>
      </w:r>
      <w:r w:rsidRPr="001406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взнос 100р</w:t>
      </w:r>
    </w:p>
    <w:p w:rsidR="005465E9" w:rsidRDefault="005465E9" w:rsidP="006E5B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мужчины (1944 г.р. и старше)-30 км.                                    </w:t>
      </w:r>
      <w:r w:rsidRPr="001406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взнос 100р</w:t>
      </w:r>
    </w:p>
    <w:p w:rsidR="005465E9" w:rsidRDefault="005465E9" w:rsidP="00F76F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юноши старшие(1996- 1997г.р.) -30 км.                                  взнос 100р.</w:t>
      </w:r>
    </w:p>
    <w:p w:rsidR="005465E9" w:rsidRDefault="005465E9" w:rsidP="006E5B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юноши средние (1998-1999г.р.) -15 км.                                   взнос 50р.</w:t>
      </w:r>
    </w:p>
    <w:p w:rsidR="005465E9" w:rsidRDefault="005465E9" w:rsidP="00EC35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женщины </w:t>
      </w:r>
      <w:r w:rsidRPr="0094376C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1975 г.р. -1993г.р) – 30</w:t>
      </w:r>
      <w:r w:rsidRPr="0094376C">
        <w:rPr>
          <w:rFonts w:ascii="Times New Roman" w:hAnsi="Times New Roman"/>
          <w:sz w:val="28"/>
          <w:szCs w:val="28"/>
        </w:rPr>
        <w:t xml:space="preserve"> км</w:t>
      </w:r>
      <w:r>
        <w:rPr>
          <w:rFonts w:ascii="Times New Roman" w:hAnsi="Times New Roman"/>
          <w:sz w:val="28"/>
          <w:szCs w:val="28"/>
        </w:rPr>
        <w:t xml:space="preserve">.                                    взнос 100р. </w:t>
      </w:r>
    </w:p>
    <w:p w:rsidR="005465E9" w:rsidRDefault="005465E9" w:rsidP="00EC35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юниорки (1994-1995)- 30 км.                                                   взнос 100р.</w:t>
      </w:r>
    </w:p>
    <w:p w:rsidR="005465E9" w:rsidRDefault="005465E9" w:rsidP="00EC35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-</w:t>
      </w:r>
      <w:r w:rsidRPr="001406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женщины (1965-1974г.р.)-30 км.                                            </w:t>
      </w:r>
      <w:r w:rsidRPr="001406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взнос 100р.</w:t>
      </w:r>
    </w:p>
    <w:p w:rsidR="005465E9" w:rsidRDefault="005465E9" w:rsidP="00EC35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женщины  (1955г.р-1964г.р.)-30 км.                                      </w:t>
      </w:r>
      <w:r w:rsidRPr="001406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взнос 100р.</w:t>
      </w:r>
    </w:p>
    <w:p w:rsidR="005465E9" w:rsidRDefault="005465E9" w:rsidP="00EC35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женщины  (1945г.р-1954г.р.)-10 км.</w:t>
      </w:r>
      <w:r w:rsidRPr="001406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взнос 100р.</w:t>
      </w:r>
    </w:p>
    <w:p w:rsidR="005465E9" w:rsidRDefault="005465E9" w:rsidP="00EC35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женщины  (1944 г.р. и старше)-10  км.                                 </w:t>
      </w:r>
      <w:r w:rsidRPr="001406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взнос 100р.</w:t>
      </w:r>
    </w:p>
    <w:p w:rsidR="005465E9" w:rsidRDefault="005465E9" w:rsidP="006E5B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девушки старшие(1996- 1997г.р.) -15 км.                               взнос 100р.</w:t>
      </w:r>
    </w:p>
    <w:p w:rsidR="005465E9" w:rsidRDefault="005465E9" w:rsidP="006E5B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65E9" w:rsidRDefault="005465E9" w:rsidP="006E5B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65E9" w:rsidRDefault="005465E9" w:rsidP="006E5B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65E9" w:rsidRDefault="005465E9" w:rsidP="006E5B6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465E9" w:rsidRPr="00AD6CD7" w:rsidRDefault="005465E9" w:rsidP="00AD6CD7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6CD7">
        <w:rPr>
          <w:rFonts w:ascii="Times New Roman" w:hAnsi="Times New Roman"/>
          <w:b/>
          <w:sz w:val="28"/>
          <w:szCs w:val="28"/>
        </w:rPr>
        <w:t>Определение результатов</w:t>
      </w:r>
    </w:p>
    <w:p w:rsidR="005465E9" w:rsidRPr="00AD6CD7" w:rsidRDefault="005465E9" w:rsidP="00AD6CD7">
      <w:pPr>
        <w:pStyle w:val="ListParagraph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65E9" w:rsidRDefault="005465E9" w:rsidP="006E5B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Соревнования являются личными. Определение результатов происходит  согласно показанным результатам в каждой возрастной группе.  </w:t>
      </w:r>
    </w:p>
    <w:p w:rsidR="005465E9" w:rsidRDefault="005465E9" w:rsidP="006E5B6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465E9" w:rsidRPr="00AD6CD7" w:rsidRDefault="005465E9" w:rsidP="00AD6CD7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6CD7">
        <w:rPr>
          <w:rFonts w:ascii="Times New Roman" w:hAnsi="Times New Roman"/>
          <w:b/>
          <w:sz w:val="28"/>
          <w:szCs w:val="28"/>
        </w:rPr>
        <w:t>Награждение</w:t>
      </w:r>
    </w:p>
    <w:p w:rsidR="005465E9" w:rsidRPr="00AD6CD7" w:rsidRDefault="005465E9" w:rsidP="00AD6CD7">
      <w:pPr>
        <w:pStyle w:val="ListParagraph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65E9" w:rsidRDefault="005465E9" w:rsidP="006E5B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Победители и призеры(1,2,3 места) в каждой возрастной группе награждаются медалями, дипломами, призами Департамента физической культуры и спорта Ульяновской области, спонсорами соревнований. В марафоне награждение абсолютных победителей по 6 место. Награждается самый возрастной участник. Все участники соревнований  получают памятный  сувенир. Юноши и девушки младшей возрастной группы получают сладкий приз на финише.</w:t>
      </w:r>
    </w:p>
    <w:p w:rsidR="005465E9" w:rsidRDefault="005465E9" w:rsidP="006E5B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65E9" w:rsidRDefault="005465E9" w:rsidP="006E5B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65E9" w:rsidRDefault="005465E9" w:rsidP="006E5B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65E9" w:rsidRDefault="005465E9" w:rsidP="006E5B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65E9" w:rsidRPr="00AD6CD7" w:rsidRDefault="005465E9" w:rsidP="00AD6CD7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6CD7">
        <w:rPr>
          <w:rFonts w:ascii="Times New Roman" w:hAnsi="Times New Roman"/>
          <w:b/>
          <w:sz w:val="28"/>
          <w:szCs w:val="28"/>
        </w:rPr>
        <w:t>Условия финансирования</w:t>
      </w:r>
    </w:p>
    <w:p w:rsidR="005465E9" w:rsidRPr="00AD6CD7" w:rsidRDefault="005465E9" w:rsidP="00AD6CD7">
      <w:pPr>
        <w:pStyle w:val="ListParagraph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65E9" w:rsidRDefault="005465E9" w:rsidP="006E5B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Проезд,  питание и  проживание команд осуществляется за счет командирующих организаций.</w:t>
      </w:r>
    </w:p>
    <w:p w:rsidR="005465E9" w:rsidRDefault="005465E9" w:rsidP="006E5B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Стартовый взнос идет на покрытие расходов по организации  пункта питания, работы офисной техники и приобретения сувенирной продукции.</w:t>
      </w:r>
    </w:p>
    <w:p w:rsidR="005465E9" w:rsidRPr="00D14304" w:rsidRDefault="005465E9" w:rsidP="006E5B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Департамент по физической культуре и спорта Ульяновской области несет расходы по оплате награждения победителей и призеров . Комитет по делам молодежи ,физической культуры и спорта администрации города Ульяновска несет расходы по питанию судей. </w:t>
      </w:r>
    </w:p>
    <w:p w:rsidR="005465E9" w:rsidRDefault="005465E9" w:rsidP="006E5B6F">
      <w:pPr>
        <w:pStyle w:val="ListParagraph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65E9" w:rsidRDefault="005465E9" w:rsidP="006E5B6F">
      <w:pPr>
        <w:pStyle w:val="ListParagraph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9.Заявки на участие</w:t>
      </w:r>
    </w:p>
    <w:p w:rsidR="005465E9" w:rsidRDefault="005465E9" w:rsidP="006E5B6F">
      <w:pPr>
        <w:pStyle w:val="ListParagraph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65E9" w:rsidRDefault="005465E9" w:rsidP="006045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16 марта 2014г.  на месте старта</w:t>
      </w:r>
    </w:p>
    <w:p w:rsidR="005465E9" w:rsidRDefault="005465E9" w:rsidP="006045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1A72">
        <w:rPr>
          <w:rFonts w:ascii="Times New Roman" w:hAnsi="Times New Roman"/>
          <w:b/>
          <w:sz w:val="28"/>
          <w:szCs w:val="28"/>
        </w:rPr>
        <w:t>9:00 до 9:50</w:t>
      </w:r>
      <w:r>
        <w:rPr>
          <w:rFonts w:ascii="Times New Roman" w:hAnsi="Times New Roman"/>
          <w:sz w:val="28"/>
          <w:szCs w:val="28"/>
        </w:rPr>
        <w:t xml:space="preserve"> – регистрация спортсменов 2000-2001г.р. и девушек 1998-1999г.р.</w:t>
      </w:r>
    </w:p>
    <w:p w:rsidR="005465E9" w:rsidRDefault="005465E9" w:rsidP="006045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1F1A72">
        <w:rPr>
          <w:rFonts w:ascii="Times New Roman" w:hAnsi="Times New Roman"/>
          <w:b/>
          <w:sz w:val="28"/>
          <w:szCs w:val="28"/>
        </w:rPr>
        <w:t>9:00 до 10: 45</w:t>
      </w:r>
      <w:r>
        <w:rPr>
          <w:rFonts w:ascii="Times New Roman" w:hAnsi="Times New Roman"/>
          <w:sz w:val="28"/>
          <w:szCs w:val="28"/>
        </w:rPr>
        <w:t xml:space="preserve"> – регистрация всех остальных групп.</w:t>
      </w:r>
    </w:p>
    <w:p w:rsidR="005465E9" w:rsidRDefault="005465E9" w:rsidP="006E5B6F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Информация по телефону </w:t>
      </w:r>
    </w:p>
    <w:p w:rsidR="005465E9" w:rsidRDefault="005465E9" w:rsidP="006E5B6F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89278032511 Илькин Алексей Николаевич.</w:t>
      </w:r>
    </w:p>
    <w:p w:rsidR="005465E9" w:rsidRDefault="005465E9" w:rsidP="006E5B6F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89276337556  Евдокимов Алексей Анатольевич.</w:t>
      </w:r>
    </w:p>
    <w:p w:rsidR="005465E9" w:rsidRDefault="005465E9" w:rsidP="006E5B6F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Группа ВКОНТАКТЕ  </w:t>
      </w:r>
      <w:r w:rsidRPr="00CF58E7">
        <w:rPr>
          <w:rFonts w:ascii="Times New Roman" w:hAnsi="Times New Roman"/>
          <w:b/>
          <w:sz w:val="28"/>
          <w:szCs w:val="28"/>
        </w:rPr>
        <w:t>Лыжные гонки 73</w:t>
      </w:r>
    </w:p>
    <w:p w:rsidR="005465E9" w:rsidRPr="006E5B6F" w:rsidRDefault="005465E9" w:rsidP="006E5B6F">
      <w:pPr>
        <w:pStyle w:val="ListParagraph"/>
        <w:tabs>
          <w:tab w:val="left" w:pos="142"/>
        </w:tabs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Стартовый взнос уплачивается на месте старта.</w:t>
      </w:r>
    </w:p>
    <w:p w:rsidR="005465E9" w:rsidRDefault="005465E9" w:rsidP="006E5B6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65E9" w:rsidRDefault="005465E9" w:rsidP="006E5B6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65E9" w:rsidRDefault="005465E9" w:rsidP="006E5B6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65E9" w:rsidRDefault="005465E9" w:rsidP="006E5B6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65E9" w:rsidRPr="00FA315A" w:rsidRDefault="005465E9" w:rsidP="006E5B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</w:t>
      </w:r>
      <w:r w:rsidRPr="00FA315A">
        <w:rPr>
          <w:rFonts w:ascii="Times New Roman" w:hAnsi="Times New Roman"/>
          <w:b/>
          <w:sz w:val="28"/>
          <w:szCs w:val="28"/>
        </w:rPr>
        <w:t>. Дополнительно</w:t>
      </w:r>
    </w:p>
    <w:p w:rsidR="005465E9" w:rsidRDefault="005465E9" w:rsidP="006E5B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Будет производится маркировка лыж, спортсменам менять лыжи во время гонки не разрешается.</w:t>
      </w:r>
    </w:p>
    <w:p w:rsidR="005465E9" w:rsidRDefault="005465E9" w:rsidP="006E5B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Пункт питания открывается после 10км . </w:t>
      </w:r>
    </w:p>
    <w:p w:rsidR="005465E9" w:rsidRDefault="005465E9" w:rsidP="006E5B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Проживание: </w:t>
      </w:r>
    </w:p>
    <w:p w:rsidR="005465E9" w:rsidRDefault="005465E9" w:rsidP="006E5B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Гостиница «Арт-Ульяновск» ул. Брестская 78. Тел. 8422 756511. </w:t>
      </w:r>
    </w:p>
    <w:p w:rsidR="005465E9" w:rsidRDefault="005465E9" w:rsidP="006E5B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Санаторий «Итиль» Оренбургская  1 б.</w:t>
      </w:r>
    </w:p>
    <w:p w:rsidR="005465E9" w:rsidRDefault="005465E9" w:rsidP="006E5B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Место проживание находится в непосредственной близости от стадиона.</w:t>
      </w:r>
    </w:p>
    <w:p w:rsidR="005465E9" w:rsidRDefault="005465E9" w:rsidP="006E5B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65E9" w:rsidRDefault="005465E9" w:rsidP="006E5B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65E9" w:rsidRDefault="005465E9" w:rsidP="006E5B6F">
      <w:pPr>
        <w:spacing w:line="240" w:lineRule="auto"/>
      </w:pPr>
    </w:p>
    <w:sectPr w:rsidR="005465E9" w:rsidSect="000948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C363E"/>
    <w:multiLevelType w:val="multilevel"/>
    <w:tmpl w:val="53CE973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  <w:b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5B63"/>
    <w:rsid w:val="00033378"/>
    <w:rsid w:val="0008764E"/>
    <w:rsid w:val="00094822"/>
    <w:rsid w:val="000E081D"/>
    <w:rsid w:val="00101DBC"/>
    <w:rsid w:val="001406F3"/>
    <w:rsid w:val="00156A96"/>
    <w:rsid w:val="001F1A72"/>
    <w:rsid w:val="00267B9F"/>
    <w:rsid w:val="00286B5D"/>
    <w:rsid w:val="002D40B8"/>
    <w:rsid w:val="00327005"/>
    <w:rsid w:val="003427E2"/>
    <w:rsid w:val="00346B64"/>
    <w:rsid w:val="00364177"/>
    <w:rsid w:val="003A6C47"/>
    <w:rsid w:val="004D610A"/>
    <w:rsid w:val="004E07BD"/>
    <w:rsid w:val="00502CD5"/>
    <w:rsid w:val="00525C3B"/>
    <w:rsid w:val="005465E9"/>
    <w:rsid w:val="00596712"/>
    <w:rsid w:val="005C4928"/>
    <w:rsid w:val="006045E3"/>
    <w:rsid w:val="006E5B6F"/>
    <w:rsid w:val="0084455F"/>
    <w:rsid w:val="0088654B"/>
    <w:rsid w:val="008D3E45"/>
    <w:rsid w:val="0094376C"/>
    <w:rsid w:val="009E4888"/>
    <w:rsid w:val="00A02D2F"/>
    <w:rsid w:val="00A42F4A"/>
    <w:rsid w:val="00AD6CD7"/>
    <w:rsid w:val="00B667CD"/>
    <w:rsid w:val="00B90670"/>
    <w:rsid w:val="00BB7F1F"/>
    <w:rsid w:val="00C05B63"/>
    <w:rsid w:val="00CC7AFC"/>
    <w:rsid w:val="00CF58E7"/>
    <w:rsid w:val="00D063D4"/>
    <w:rsid w:val="00D14304"/>
    <w:rsid w:val="00D52569"/>
    <w:rsid w:val="00D53682"/>
    <w:rsid w:val="00E309F0"/>
    <w:rsid w:val="00E4253F"/>
    <w:rsid w:val="00EC356F"/>
    <w:rsid w:val="00F10F2F"/>
    <w:rsid w:val="00F76DF3"/>
    <w:rsid w:val="00F76F14"/>
    <w:rsid w:val="00F84042"/>
    <w:rsid w:val="00FA3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82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C05B63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05B63"/>
    <w:rPr>
      <w:rFonts w:ascii="Calibri" w:eastAsia="Times New Roman" w:hAnsi="Calibri" w:cs="Times New Roman"/>
      <w:lang w:eastAsia="en-US"/>
    </w:rPr>
  </w:style>
  <w:style w:type="character" w:styleId="Hyperlink">
    <w:name w:val="Hyperlink"/>
    <w:basedOn w:val="DefaultParagraphFont"/>
    <w:uiPriority w:val="99"/>
    <w:semiHidden/>
    <w:rsid w:val="006E5B6F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6E5B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13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4</Pages>
  <Words>739</Words>
  <Characters>4214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Your User Name</dc:creator>
  <cp:keywords/>
  <dc:description/>
  <cp:lastModifiedBy>Евгений</cp:lastModifiedBy>
  <cp:revision>2</cp:revision>
  <dcterms:created xsi:type="dcterms:W3CDTF">2014-02-27T17:16:00Z</dcterms:created>
  <dcterms:modified xsi:type="dcterms:W3CDTF">2014-02-27T17:16:00Z</dcterms:modified>
</cp:coreProperties>
</file>