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10" w:rsidRDefault="00E54E10" w:rsidP="00B95357">
      <w:pPr>
        <w:pStyle w:val="Heading1"/>
        <w:divId w:val="268894886"/>
        <w:rPr>
          <w:b w:val="0"/>
          <w:color w:val="auto"/>
        </w:rPr>
      </w:pPr>
      <w:r w:rsidRPr="00FC3321">
        <w:rPr>
          <w:b w:val="0"/>
          <w:color w:val="auto"/>
        </w:rPr>
        <w:t>Новогодняя ночная гонка по освещенной лыжной трассе на Северо-Западе "Из года спорта - в год Олимпиады"</w:t>
      </w:r>
      <w:r w:rsidRPr="00FC3321">
        <w:rPr>
          <w:b w:val="0"/>
          <w:color w:val="auto"/>
        </w:rPr>
        <w:br/>
      </w:r>
      <w:r>
        <w:rPr>
          <w:b w:val="0"/>
          <w:color w:val="auto"/>
        </w:rPr>
        <w:t>0</w:t>
      </w:r>
      <w:r w:rsidRPr="00FC3321">
        <w:rPr>
          <w:b w:val="0"/>
          <w:color w:val="auto"/>
        </w:rPr>
        <w:t>1.01.12</w:t>
      </w:r>
      <w:r>
        <w:rPr>
          <w:b w:val="0"/>
          <w:color w:val="auto"/>
        </w:rPr>
        <w:t xml:space="preserve">                                                                                                            </w:t>
      </w:r>
      <w:r w:rsidRPr="00FC3321">
        <w:rPr>
          <w:b w:val="0"/>
          <w:color w:val="auto"/>
        </w:rPr>
        <w:t xml:space="preserve"> СЗАО г.Москвы</w:t>
      </w:r>
    </w:p>
    <w:p w:rsidR="00E54E10" w:rsidRPr="00FC3321" w:rsidRDefault="00E54E10" w:rsidP="00B95357">
      <w:pPr>
        <w:pStyle w:val="Heading1"/>
        <w:jc w:val="left"/>
        <w:divId w:val="268894886"/>
        <w:rPr>
          <w:b w:val="0"/>
          <w:color w:val="auto"/>
        </w:rPr>
      </w:pPr>
      <w:r>
        <w:rPr>
          <w:b w:val="0"/>
          <w:color w:val="auto"/>
        </w:rPr>
        <w:t>Старт в 00:00</w:t>
      </w:r>
      <w:r w:rsidRPr="00FC3321">
        <w:rPr>
          <w:b w:val="0"/>
          <w:color w:val="auto"/>
        </w:rPr>
        <w:br/>
      </w:r>
      <w:r w:rsidRPr="00FC3321">
        <w:rPr>
          <w:b w:val="0"/>
          <w:color w:val="auto"/>
        </w:rPr>
        <w:br/>
        <w:t xml:space="preserve">ПРОТОКОЛ РЕЗУЛЬТАТОВ </w:t>
      </w:r>
    </w:p>
    <w:p w:rsidR="00E54E10" w:rsidRPr="00FC3321" w:rsidRDefault="00E54E10">
      <w:pPr>
        <w:pStyle w:val="HTMLPreformatted"/>
        <w:divId w:val="268894886"/>
      </w:pPr>
      <w:r>
        <w:t xml:space="preserve">Мужчины 1992 – 1983                                            Дистанция </w:t>
      </w:r>
      <w:smartTag w:uri="urn:schemas-microsoft-com:office:smarttags" w:element="metricconverter">
        <w:smartTagPr>
          <w:attr w:name="ProductID" w:val="2,4 км"/>
        </w:smartTagPr>
        <w:r>
          <w:t>2,4 км</w:t>
        </w:r>
      </w:smartTag>
      <w:r>
        <w:t>.</w:t>
      </w:r>
    </w:p>
    <w:p w:rsidR="00E54E10" w:rsidRPr="00FC3321" w:rsidRDefault="00E54E10">
      <w:pPr>
        <w:pStyle w:val="HTMLPreformatted"/>
        <w:divId w:val="268894886"/>
      </w:pPr>
      <w:r w:rsidRPr="00FC3321">
        <w:rPr>
          <w:bCs/>
        </w:rPr>
        <w:t xml:space="preserve">№п/п Фамилия, имя              Коллектив            Квал Номер ГР  Результат   Место Прим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1 Чекаленко Виталий         Москва                      61 1990 00:05:02,65   1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2 Вьюшин Алексей            МГАФК                       47 1984 00:05:09,29   2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3 Ильвовский Дмитрий        ВШЭ                         77 1986 00:05:09,57   3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4 Куликов Сергей            Москва                      63 1992 00:05:10,01   4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5 Демин Сергей              Москва                      75 1983 00:05:31,48   5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6 Темкин Павел              Зенит КМЗ                   74 1986 00:05:33,38   6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7 Гостев Евгений            МГУ                         57 1984 00:05:33,65   7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8 Сычев Иван                Москва                      72 1992 00:05:45,01   8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9 Сдвижков Александр        РХТУ Менделеева             68 1990 00:05:54,40   9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10 Лукин Андрей              Москва                      71 1986 00:06:12,23  10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11 Самодин Андрей            Москва                      23 1988 00:07:09,66  11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12 Томашов Игорь             Москва                      24 1988 00:07:12,81  12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13 Жданов Михаил             Электросталь                66 1992 00:08:35,25  13      </w:t>
      </w:r>
    </w:p>
    <w:p w:rsidR="00E54E10" w:rsidRDefault="00E54E10" w:rsidP="00B95357">
      <w:pPr>
        <w:pStyle w:val="HTMLPreformatted"/>
        <w:divId w:val="268894886"/>
      </w:pPr>
    </w:p>
    <w:p w:rsidR="00E54E10" w:rsidRPr="00FC3321" w:rsidRDefault="00E54E10" w:rsidP="00B95357">
      <w:pPr>
        <w:pStyle w:val="HTMLPreformatted"/>
        <w:divId w:val="268894886"/>
      </w:pPr>
      <w:r>
        <w:t xml:space="preserve">Мужчины 1982 – 1973                                            Дистанция </w:t>
      </w:r>
      <w:smartTag w:uri="urn:schemas-microsoft-com:office:smarttags" w:element="metricconverter">
        <w:smartTagPr>
          <w:attr w:name="ProductID" w:val="2,4 км"/>
        </w:smartTagPr>
        <w:r>
          <w:t>2,4 км</w:t>
        </w:r>
      </w:smartTag>
      <w:r>
        <w:t>.</w:t>
      </w:r>
    </w:p>
    <w:p w:rsidR="00E54E10" w:rsidRPr="00FC3321" w:rsidRDefault="00E54E10">
      <w:pPr>
        <w:pStyle w:val="HTMLPreformatted"/>
        <w:divId w:val="268894886"/>
      </w:pPr>
      <w:r w:rsidRPr="00FC3321">
        <w:rPr>
          <w:bCs/>
        </w:rPr>
        <w:t xml:space="preserve">№п/п Фамилия, имя              Коллектив            Квал Номер ГР  Результат   Место Прим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1 Ковалев Алексей           Москва                     107 1974 00:05:15,88   1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2 Синогейкин Михаил         Красногорск                104 1978 00:05:22,70   2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3 Зыков Виталий             Москва                     105 1977 00:05:32,40   3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4 Поляхов Николай           Икар                       109 1982 00:05:33,17   4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5 Ратынский Дмитрий         Сергиев Пасад              108 1975 00:05:36,23   5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6 Жаворонков Анатолий       Александров                103 1978 00:06:03,28   6      </w:t>
      </w:r>
    </w:p>
    <w:p w:rsidR="00E54E10" w:rsidRPr="00FC3321" w:rsidRDefault="00E54E10">
      <w:pPr>
        <w:pStyle w:val="HTMLPreformatted"/>
        <w:divId w:val="268894886"/>
      </w:pPr>
    </w:p>
    <w:p w:rsidR="00E54E10" w:rsidRPr="00FC3321" w:rsidRDefault="00E54E10" w:rsidP="00B95357">
      <w:pPr>
        <w:pStyle w:val="HTMLPreformatted"/>
        <w:divId w:val="268894886"/>
      </w:pPr>
      <w:r>
        <w:t xml:space="preserve">Мужчины 1972 – 1963                                            Дистанция </w:t>
      </w:r>
      <w:smartTag w:uri="urn:schemas-microsoft-com:office:smarttags" w:element="metricconverter">
        <w:smartTagPr>
          <w:attr w:name="ProductID" w:val="2,4 км"/>
        </w:smartTagPr>
        <w:r>
          <w:t>2,4 км</w:t>
        </w:r>
      </w:smartTag>
      <w:r>
        <w:t>.</w:t>
      </w:r>
    </w:p>
    <w:p w:rsidR="00E54E10" w:rsidRPr="00FC3321" w:rsidRDefault="00E54E10">
      <w:pPr>
        <w:pStyle w:val="HTMLPreformatted"/>
        <w:divId w:val="268894886"/>
      </w:pPr>
      <w:r w:rsidRPr="00FC3321">
        <w:rPr>
          <w:bCs/>
        </w:rPr>
        <w:t xml:space="preserve">№п/п Фамилия, имя              Коллектив            Квал Номер ГР  Результат   Место Прим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1 Саломащенков Сергей       Москва                     243 1970 00:05:56,60   1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2 Медведев Сергей           Москва                     245 1966 00:05:56,91   2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3 Климовский Андрей         Москва                     246 1963 00:06:18,63   3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4 Вольнов Владимир          Москва                     241 1972 00:06:35,73   4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5 Платонов Михаил           Москва                     240 1964 00:06:47,46   5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6 Витковский Максим         Москва                     248 1963 00:06:48,25   6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7 Коптеров Сергей           Москва                     235 1968 00:06:50,11   7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8 Сдвижков Тимур            Юбилейный                  238 1964 00:07:10,07   8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9 Господарский Владимир     Москва                     236 1971 00:07:38,44   9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10 Сокорев Вячеслав          Москва                     237 1966 00:09:13,70  10      </w:t>
      </w:r>
    </w:p>
    <w:p w:rsidR="00E54E10" w:rsidRPr="00FC3321" w:rsidRDefault="00E54E10">
      <w:pPr>
        <w:pStyle w:val="HTMLPreformatted"/>
        <w:divId w:val="268894886"/>
      </w:pPr>
    </w:p>
    <w:p w:rsidR="00E54E10" w:rsidRPr="00FC3321" w:rsidRDefault="00E54E10" w:rsidP="00B95357">
      <w:pPr>
        <w:pStyle w:val="HTMLPreformatted"/>
        <w:divId w:val="268894886"/>
      </w:pPr>
      <w:r>
        <w:t xml:space="preserve">Мужчины 1962 – 1953                                            Дистанция </w:t>
      </w:r>
      <w:smartTag w:uri="urn:schemas-microsoft-com:office:smarttags" w:element="metricconverter">
        <w:smartTagPr>
          <w:attr w:name="ProductID" w:val="2,4 км"/>
        </w:smartTagPr>
        <w:r>
          <w:t>2,4 км</w:t>
        </w:r>
      </w:smartTag>
      <w:r>
        <w:t>.</w:t>
      </w:r>
    </w:p>
    <w:p w:rsidR="00E54E10" w:rsidRPr="00FC3321" w:rsidRDefault="00E54E10">
      <w:pPr>
        <w:pStyle w:val="HTMLPreformatted"/>
        <w:divId w:val="268894886"/>
      </w:pPr>
      <w:r w:rsidRPr="00FC3321">
        <w:rPr>
          <w:bCs/>
        </w:rPr>
        <w:t xml:space="preserve">№п/п Фамилия, имя              Коллектив            Квал Номер ГР  Результат   Место Прим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1 Ильвовский Алексей        Альфа-Битца                380 1961 00:05:45,37   1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2 Жданов Анатолий           Электросталь               387 1956 00:06:33,37   2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3 Аляутдинов Хафиз          Чембилей                   389 1953 00:08:50,66   3      </w:t>
      </w:r>
    </w:p>
    <w:p w:rsidR="00E54E10" w:rsidRPr="00FC3321" w:rsidRDefault="00E54E10">
      <w:pPr>
        <w:pStyle w:val="HTMLPreformatted"/>
        <w:divId w:val="268894886"/>
      </w:pPr>
    </w:p>
    <w:p w:rsidR="00E54E10" w:rsidRPr="00FC3321" w:rsidRDefault="00E54E10" w:rsidP="00B95357">
      <w:pPr>
        <w:pStyle w:val="HTMLPreformatted"/>
        <w:divId w:val="268894886"/>
      </w:pPr>
      <w:r>
        <w:t xml:space="preserve">Мужчины 1952 и старше                                            Дистанция </w:t>
      </w:r>
      <w:smartTag w:uri="urn:schemas-microsoft-com:office:smarttags" w:element="metricconverter">
        <w:smartTagPr>
          <w:attr w:name="ProductID" w:val="2,4 км"/>
        </w:smartTagPr>
        <w:r>
          <w:t>2,4 км</w:t>
        </w:r>
      </w:smartTag>
      <w:r>
        <w:t>.</w:t>
      </w:r>
    </w:p>
    <w:p w:rsidR="00E54E10" w:rsidRPr="00FC3321" w:rsidRDefault="00E54E10">
      <w:pPr>
        <w:pStyle w:val="HTMLPreformatted"/>
        <w:divId w:val="268894886"/>
      </w:pPr>
      <w:r w:rsidRPr="00FC3321">
        <w:rPr>
          <w:bCs/>
        </w:rPr>
        <w:t xml:space="preserve">№п/п Фамилия, имя              Коллектив            Квал Номер ГР  Результат   Место Прим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1 Вашенцев Юрий             Электросталь               459 1949 00:06:00,92   1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2 Тюрин Валерий             Москва                     451 1949 00:06:08,34   2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3 Попов Петр                СК Измайлово               460 1951 00:06:29,69   3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4 Сенькин Александр         Москва                     454 1949 00:06:56,27   4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5 Головко Валерий           СК Ромашково               453 1946 00:07:31,65   5      </w:t>
      </w:r>
    </w:p>
    <w:p w:rsidR="00E54E10" w:rsidRPr="00FC3321" w:rsidRDefault="00E54E10">
      <w:pPr>
        <w:pStyle w:val="HTMLPreformatted"/>
        <w:divId w:val="268894886"/>
      </w:pPr>
    </w:p>
    <w:p w:rsidR="00E54E10" w:rsidRDefault="00E54E10">
      <w:pPr>
        <w:pStyle w:val="HTMLPreformatted"/>
        <w:divId w:val="268894886"/>
        <w:rPr>
          <w:bCs/>
        </w:rPr>
      </w:pPr>
      <w:r>
        <w:rPr>
          <w:bCs/>
        </w:rPr>
        <w:t xml:space="preserve">Женщины 1992 – 1983                                             Дистанция </w:t>
      </w:r>
      <w:smartTag w:uri="urn:schemas-microsoft-com:office:smarttags" w:element="metricconverter">
        <w:smartTagPr>
          <w:attr w:name="ProductID" w:val="1,6 км"/>
        </w:smartTagPr>
        <w:r>
          <w:rPr>
            <w:bCs/>
          </w:rPr>
          <w:t>1,6 км</w:t>
        </w:r>
      </w:smartTag>
      <w:r>
        <w:rPr>
          <w:bCs/>
        </w:rPr>
        <w:t>.</w:t>
      </w:r>
    </w:p>
    <w:p w:rsidR="00E54E10" w:rsidRPr="00FC3321" w:rsidRDefault="00E54E10">
      <w:pPr>
        <w:pStyle w:val="HTMLPreformatted"/>
        <w:divId w:val="268894886"/>
      </w:pPr>
      <w:r w:rsidRPr="00FC3321">
        <w:rPr>
          <w:bCs/>
        </w:rPr>
        <w:t xml:space="preserve">№п/п Фамилия, имя              Коллектив            Квал Номер ГР  Результат   Место Прим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1 Першакова Алиса           TECSO                       64 1987 00:03:42,47   1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2 Крюкова Юлия              Москва                      67 1989 00:03:47,19   2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3 Куричева Екатерина        МГУ                         55 1990 00:04:21,69   3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4 Новикова Юлия             Юность Москвы               54 1986 00:04:25,89   4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5 Тюрина Ольга              Москва                      65 1986 00:04:56,32   5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6 Замахаева Мария           Москва                      69 1985 00:05:30,79   6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7 Морозова Анна             Москва                      73 1989 00:05:41,88   7      </w:t>
      </w:r>
    </w:p>
    <w:p w:rsidR="00E54E10" w:rsidRPr="00FC3321" w:rsidRDefault="00E54E10">
      <w:pPr>
        <w:pStyle w:val="HTMLPreformatted"/>
        <w:divId w:val="268894886"/>
      </w:pPr>
    </w:p>
    <w:p w:rsidR="00E54E10" w:rsidRDefault="00E54E10" w:rsidP="00B95357">
      <w:pPr>
        <w:pStyle w:val="HTMLPreformatted"/>
        <w:divId w:val="268894886"/>
        <w:rPr>
          <w:bCs/>
        </w:rPr>
      </w:pPr>
      <w:r>
        <w:rPr>
          <w:bCs/>
        </w:rPr>
        <w:t xml:space="preserve">Женщины 1982 – 1973                                             Дистанция </w:t>
      </w:r>
      <w:smartTag w:uri="urn:schemas-microsoft-com:office:smarttags" w:element="metricconverter">
        <w:smartTagPr>
          <w:attr w:name="ProductID" w:val="1,6 км"/>
        </w:smartTagPr>
        <w:r>
          <w:rPr>
            <w:bCs/>
          </w:rPr>
          <w:t>1,6 км</w:t>
        </w:r>
      </w:smartTag>
      <w:r>
        <w:rPr>
          <w:bCs/>
        </w:rPr>
        <w:t>.</w:t>
      </w:r>
    </w:p>
    <w:p w:rsidR="00E54E10" w:rsidRPr="00FC3321" w:rsidRDefault="00E54E10">
      <w:pPr>
        <w:pStyle w:val="HTMLPreformatted"/>
        <w:divId w:val="268894886"/>
      </w:pPr>
      <w:r w:rsidRPr="00FC3321">
        <w:rPr>
          <w:bCs/>
        </w:rPr>
        <w:t xml:space="preserve">№п/п Фамилия, имя              Коллектив            Квал Номер ГР  Результат   Место Прим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1 Рощина Валентина          Москва                     102 1974 00:05:36,30   1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2 Иванова Дарья             Москва                     101 1981 00:08:31,36   2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3 Костина Анна              Москва                     106 1977 00:09:22,84   3      </w:t>
      </w:r>
    </w:p>
    <w:p w:rsidR="00E54E10" w:rsidRPr="00FC3321" w:rsidRDefault="00E54E10">
      <w:pPr>
        <w:pStyle w:val="HTMLPreformatted"/>
        <w:divId w:val="268894886"/>
      </w:pPr>
    </w:p>
    <w:p w:rsidR="00E54E10" w:rsidRDefault="00E54E10" w:rsidP="00B95357">
      <w:pPr>
        <w:pStyle w:val="HTMLPreformatted"/>
        <w:divId w:val="268894886"/>
        <w:rPr>
          <w:bCs/>
        </w:rPr>
      </w:pPr>
      <w:r>
        <w:rPr>
          <w:bCs/>
        </w:rPr>
        <w:t xml:space="preserve">Женщины 1972 – 1963                                             Дистанция </w:t>
      </w:r>
      <w:smartTag w:uri="urn:schemas-microsoft-com:office:smarttags" w:element="metricconverter">
        <w:smartTagPr>
          <w:attr w:name="ProductID" w:val="1,2 км"/>
        </w:smartTagPr>
        <w:r>
          <w:rPr>
            <w:bCs/>
          </w:rPr>
          <w:t>1,2 км</w:t>
        </w:r>
      </w:smartTag>
      <w:r>
        <w:rPr>
          <w:bCs/>
        </w:rPr>
        <w:t>.</w:t>
      </w:r>
    </w:p>
    <w:p w:rsidR="00E54E10" w:rsidRPr="00FC3321" w:rsidRDefault="00E54E10">
      <w:pPr>
        <w:pStyle w:val="HTMLPreformatted"/>
        <w:divId w:val="268894886"/>
      </w:pPr>
      <w:r w:rsidRPr="00FC3321">
        <w:rPr>
          <w:bCs/>
        </w:rPr>
        <w:t xml:space="preserve">№п/п Фамилия, имя              Коллектив            Квал Номер ГР  Результат   Место Прим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1 Тепеева Зинаида           Москва                     239 1965 00:03:23,16   1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2 Кунина Анна               Москва                     244 1965 00:03:31,09   2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3 Сила-Новицкая Наталья     Альфа-Битца                242 1966 00:04:50,18   3      </w:t>
      </w:r>
    </w:p>
    <w:p w:rsidR="00E54E10" w:rsidRPr="00FC3321" w:rsidRDefault="00E54E10" w:rsidP="00B95357">
      <w:pPr>
        <w:pStyle w:val="HTMLPreformatted"/>
        <w:divId w:val="268894886"/>
      </w:pPr>
      <w:r w:rsidRPr="00FC3321">
        <w:t xml:space="preserve">   4 Махова Ольга              </w:t>
      </w:r>
      <w:r>
        <w:t>Москва</w:t>
      </w:r>
      <w:r w:rsidRPr="00FC3321">
        <w:t xml:space="preserve">                     249 1968 00:1</w:t>
      </w:r>
      <w:r>
        <w:t>0</w:t>
      </w:r>
      <w:r w:rsidRPr="00FC3321">
        <w:t xml:space="preserve">:56,30   4      </w:t>
      </w:r>
    </w:p>
    <w:p w:rsidR="00E54E10" w:rsidRPr="00FC3321" w:rsidRDefault="00E54E10">
      <w:pPr>
        <w:pStyle w:val="HTMLPreformatted"/>
        <w:divId w:val="268894886"/>
      </w:pPr>
    </w:p>
    <w:p w:rsidR="00E54E10" w:rsidRDefault="00E54E10" w:rsidP="00B95357">
      <w:pPr>
        <w:pStyle w:val="HTMLPreformatted"/>
        <w:divId w:val="268894886"/>
        <w:rPr>
          <w:bCs/>
        </w:rPr>
      </w:pPr>
      <w:r>
        <w:rPr>
          <w:bCs/>
        </w:rPr>
        <w:t xml:space="preserve">Женщины 1962 – 1953                                             Дистанция </w:t>
      </w:r>
      <w:smartTag w:uri="urn:schemas-microsoft-com:office:smarttags" w:element="metricconverter">
        <w:smartTagPr>
          <w:attr w:name="ProductID" w:val="1,2 км"/>
        </w:smartTagPr>
        <w:r>
          <w:rPr>
            <w:bCs/>
          </w:rPr>
          <w:t>1,2 км</w:t>
        </w:r>
      </w:smartTag>
      <w:r>
        <w:rPr>
          <w:bCs/>
        </w:rPr>
        <w:t>.</w:t>
      </w:r>
    </w:p>
    <w:p w:rsidR="00E54E10" w:rsidRPr="00FC3321" w:rsidRDefault="00E54E10">
      <w:pPr>
        <w:pStyle w:val="HTMLPreformatted"/>
        <w:divId w:val="268894886"/>
      </w:pPr>
      <w:r w:rsidRPr="00FC3321">
        <w:rPr>
          <w:bCs/>
        </w:rPr>
        <w:t xml:space="preserve">№п/п Фамилия, имя              Коллектив            Квал Номер ГР  Результат   Место Прим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1 Ровинская Татьяна         Москва                     381 1958 00:03:32,20   1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2 Лукьянова Лиля            Москва                     385 1962 00:05:00,58   2      </w:t>
      </w:r>
    </w:p>
    <w:p w:rsidR="00E54E10" w:rsidRPr="00FC3321" w:rsidRDefault="00E54E10">
      <w:pPr>
        <w:pStyle w:val="HTMLPreformatted"/>
        <w:divId w:val="268894886"/>
      </w:pPr>
      <w:r w:rsidRPr="00FC3321">
        <w:t xml:space="preserve">   3 Шахова Мария              Москва                     383 1959 00:07:17,04   3      </w:t>
      </w:r>
    </w:p>
    <w:p w:rsidR="00E54E10" w:rsidRPr="00FC3321" w:rsidRDefault="00E54E10" w:rsidP="00B95357">
      <w:pPr>
        <w:pStyle w:val="HTMLPreformatted"/>
        <w:divId w:val="268894886"/>
      </w:pPr>
      <w:r>
        <w:t xml:space="preserve">   4 Косьмина Ирина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Москва</w:t>
      </w:r>
      <w:r w:rsidRPr="00FC3321">
        <w:t xml:space="preserve">                     397 1962 00:11:06,05   4      </w:t>
      </w:r>
    </w:p>
    <w:p w:rsidR="00E54E10" w:rsidRDefault="00E54E10">
      <w:pPr>
        <w:pStyle w:val="HTMLPreformatted"/>
      </w:pPr>
    </w:p>
    <w:p w:rsidR="00E54E10" w:rsidRPr="00FC3321" w:rsidRDefault="00E54E10">
      <w:pPr>
        <w:pStyle w:val="HTMLPreformatted"/>
      </w:pPr>
      <w:r w:rsidRPr="00FC3321">
        <w:t>Главный судья                                  Артамонова</w:t>
      </w:r>
    </w:p>
    <w:p w:rsidR="00E54E10" w:rsidRDefault="00E54E10">
      <w:pPr>
        <w:pStyle w:val="HTMLPreformatted"/>
      </w:pPr>
    </w:p>
    <w:p w:rsidR="00E54E10" w:rsidRPr="00FC3321" w:rsidRDefault="00E54E10">
      <w:pPr>
        <w:pStyle w:val="HTMLPreformatted"/>
      </w:pPr>
      <w:r w:rsidRPr="00FC3321">
        <w:t>Главный секретарь                              Соковиков</w:t>
      </w:r>
    </w:p>
    <w:sectPr w:rsidR="00E54E10" w:rsidRPr="00FC3321" w:rsidSect="00FC33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321"/>
    <w:rsid w:val="00292F43"/>
    <w:rsid w:val="004E7A15"/>
    <w:rsid w:val="00602680"/>
    <w:rsid w:val="00A25BDA"/>
    <w:rsid w:val="00B95357"/>
    <w:rsid w:val="00BF7E7C"/>
    <w:rsid w:val="00D52E33"/>
    <w:rsid w:val="00E54E10"/>
    <w:rsid w:val="00FC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E7C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BF7E7C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Heading2">
    <w:name w:val="heading 2"/>
    <w:basedOn w:val="Normal"/>
    <w:link w:val="Heading2Char"/>
    <w:uiPriority w:val="99"/>
    <w:qFormat/>
    <w:rsid w:val="00BF7E7C"/>
    <w:pPr>
      <w:outlineLvl w:val="1"/>
    </w:pPr>
    <w:rPr>
      <w:rFonts w:ascii="Arial" w:hAnsi="Arial" w:cs="Arial"/>
      <w:b/>
      <w:bCs/>
      <w:color w:val="FF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7E7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F7E7C"/>
    <w:rPr>
      <w:rFonts w:ascii="Cambria" w:hAnsi="Cambria" w:cs="Times New Roman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BF7E7C"/>
    <w:rPr>
      <w:rFonts w:cs="Times New Roman"/>
      <w:color w:val="00A5DE"/>
      <w:u w:val="single"/>
    </w:rPr>
  </w:style>
  <w:style w:type="character" w:styleId="FollowedHyperlink">
    <w:name w:val="FollowedHyperlink"/>
    <w:basedOn w:val="DefaultParagraphFont"/>
    <w:uiPriority w:val="99"/>
    <w:semiHidden/>
    <w:rsid w:val="00BF7E7C"/>
    <w:rPr>
      <w:rFonts w:cs="Times New Roman"/>
      <w:color w:val="00A5DE"/>
      <w:u w:val="single"/>
    </w:rPr>
  </w:style>
  <w:style w:type="paragraph" w:styleId="NormalWeb">
    <w:name w:val="Normal (Web)"/>
    <w:basedOn w:val="Normal"/>
    <w:uiPriority w:val="99"/>
    <w:semiHidden/>
    <w:rsid w:val="00BF7E7C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Normal"/>
    <w:uiPriority w:val="99"/>
    <w:rsid w:val="00BF7E7C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rsid w:val="00BF7E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BF7E7C"/>
    <w:rPr>
      <w:rFonts w:ascii="Consolas" w:hAnsi="Consolas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94886"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2</Pages>
  <Words>1279</Words>
  <Characters>7294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subject/>
  <dc:creator>дамир</dc:creator>
  <cp:keywords/>
  <dc:description/>
  <cp:lastModifiedBy>1</cp:lastModifiedBy>
  <cp:revision>4</cp:revision>
  <cp:lastPrinted>2011-12-31T22:23:00Z</cp:lastPrinted>
  <dcterms:created xsi:type="dcterms:W3CDTF">2011-12-31T22:24:00Z</dcterms:created>
  <dcterms:modified xsi:type="dcterms:W3CDTF">2012-01-01T17:51:00Z</dcterms:modified>
</cp:coreProperties>
</file>