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E4" w:rsidRDefault="00C02BE4" w:rsidP="00773E2D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ОБЩЕЕ ПЕРВЕНСТВО </w:t>
      </w:r>
    </w:p>
    <w:p w:rsidR="00C02BE4" w:rsidRPr="00A467B2" w:rsidRDefault="00C02BE4" w:rsidP="00773E2D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ДИСТАНЦИИ 70 км</w:t>
      </w:r>
    </w:p>
    <w:p w:rsidR="00C02BE4" w:rsidRPr="00773E2D" w:rsidRDefault="00C02BE4" w:rsidP="00773E2D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969"/>
        <w:gridCol w:w="1418"/>
        <w:gridCol w:w="1134"/>
        <w:gridCol w:w="1275"/>
        <w:gridCol w:w="993"/>
        <w:gridCol w:w="1134"/>
        <w:gridCol w:w="1134"/>
        <w:gridCol w:w="1134"/>
        <w:gridCol w:w="1559"/>
        <w:gridCol w:w="1134"/>
      </w:tblGrid>
      <w:tr w:rsidR="00C02BE4" w:rsidRPr="00AB3E89" w:rsidTr="00AB3E89">
        <w:trPr>
          <w:tblHeader/>
        </w:trPr>
        <w:tc>
          <w:tcPr>
            <w:tcW w:w="709" w:type="dxa"/>
            <w:vAlign w:val="center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969" w:type="dxa"/>
            <w:vAlign w:val="center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Фамилия, Имя</w:t>
            </w:r>
          </w:p>
        </w:tc>
        <w:tc>
          <w:tcPr>
            <w:tcW w:w="1418" w:type="dxa"/>
            <w:vAlign w:val="center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Год рождения</w:t>
            </w:r>
          </w:p>
        </w:tc>
        <w:tc>
          <w:tcPr>
            <w:tcW w:w="1134" w:type="dxa"/>
            <w:vAlign w:val="center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Номер</w:t>
            </w:r>
          </w:p>
        </w:tc>
        <w:tc>
          <w:tcPr>
            <w:tcW w:w="1275" w:type="dxa"/>
            <w:vAlign w:val="center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Роллеры</w:t>
            </w:r>
          </w:p>
        </w:tc>
        <w:tc>
          <w:tcPr>
            <w:tcW w:w="993" w:type="dxa"/>
            <w:vAlign w:val="center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 круг</w:t>
            </w:r>
          </w:p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14 км</w:t>
            </w:r>
          </w:p>
        </w:tc>
        <w:tc>
          <w:tcPr>
            <w:tcW w:w="1134" w:type="dxa"/>
            <w:vAlign w:val="center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2 круг</w:t>
            </w:r>
          </w:p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28 км</w:t>
            </w:r>
          </w:p>
        </w:tc>
        <w:tc>
          <w:tcPr>
            <w:tcW w:w="1134" w:type="dxa"/>
            <w:vAlign w:val="center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3 круг</w:t>
            </w:r>
          </w:p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42 км</w:t>
            </w:r>
          </w:p>
        </w:tc>
        <w:tc>
          <w:tcPr>
            <w:tcW w:w="1134" w:type="dxa"/>
            <w:vAlign w:val="center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 круг</w:t>
            </w:r>
          </w:p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56 км</w:t>
            </w:r>
          </w:p>
        </w:tc>
        <w:tc>
          <w:tcPr>
            <w:tcW w:w="1559" w:type="dxa"/>
            <w:vAlign w:val="center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Финиш</w:t>
            </w:r>
          </w:p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70 км</w:t>
            </w:r>
          </w:p>
        </w:tc>
        <w:tc>
          <w:tcPr>
            <w:tcW w:w="1134" w:type="dxa"/>
            <w:vAlign w:val="center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Место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Якубович Данила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1993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412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2.38.00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Ильин Павел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1992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413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2.41.40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Полонский Сергей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1970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3053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2.45.21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Мозин Александр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1994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415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2.45.30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Щегольков Владимир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1960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2.46.46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Трифинюк Виталий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1965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423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2.48.36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 xml:space="preserve">Мурзаев Александр 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1964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426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2.48.52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Лекарев Алексей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1977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432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старт.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2.49.14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Андреев Анатолий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1967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418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старт.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2.57.55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Петров Александр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1967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436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2.58.54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Дегтярев Сергей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1971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421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3.04.51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Трифенюк Евгений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1989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422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старт.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3.07.24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Портнов Евгений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1997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431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старт.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3.09.49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Аверьянов Евгений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1980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409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3.11.14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Аксенов Александр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434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3.14.05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Колдаев Александр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1983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430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3.14.33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Ерзенев Алексей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1973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420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3.19.12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Шишкин Михаил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1979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429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3.24.23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Басалаев Виталий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1972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417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3.30.26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Юдин Алексей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1967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433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старт.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3.38.24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Быков Владимир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1951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416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3.51.37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Токарев Александр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1959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435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1.40.20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сошел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Мясников Анатолий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1969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427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1.40.45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сошел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Аверьянов Олег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1983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404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1.41.50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сошел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Челмакин Николай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1962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5071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старт.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1.56.20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сошел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Аверьянов Николай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1966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439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2.02.11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сошел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Шуваев Виталий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414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старт.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2.33.45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сошел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Ендовицкий Влас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1970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402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1.20.20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сошел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Клим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AB3E89">
              <w:rPr>
                <w:rFonts w:ascii="Times New Roman" w:hAnsi="Times New Roman"/>
                <w:sz w:val="28"/>
                <w:szCs w:val="28"/>
              </w:rPr>
              <w:t>нович Леонид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1968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401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1.34.30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сошел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Кривов Геннадий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1958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425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старт.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сошел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сошел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Сергеев Сергей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1957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424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сошел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сошел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Потешкин Никита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1996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старт.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40" w:lineRule="auto"/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сошел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сошел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Архишин Олег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1967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419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40" w:lineRule="auto"/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сошел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сошел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2BE4" w:rsidRPr="00AB3E89" w:rsidTr="00AB3E89">
        <w:tc>
          <w:tcPr>
            <w:tcW w:w="709" w:type="dxa"/>
            <w:vAlign w:val="center"/>
          </w:tcPr>
          <w:p w:rsidR="00C02BE4" w:rsidRPr="00AB3E89" w:rsidRDefault="00C02BE4" w:rsidP="00AB3E89">
            <w:pPr>
              <w:numPr>
                <w:ilvl w:val="0"/>
                <w:numId w:val="1"/>
              </w:numPr>
              <w:spacing w:after="0" w:line="288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Мясников Сергей</w:t>
            </w:r>
          </w:p>
        </w:tc>
        <w:tc>
          <w:tcPr>
            <w:tcW w:w="1418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1965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428</w:t>
            </w:r>
          </w:p>
        </w:tc>
        <w:tc>
          <w:tcPr>
            <w:tcW w:w="1275" w:type="dxa"/>
          </w:tcPr>
          <w:p w:rsidR="00C02BE4" w:rsidRPr="00AB3E89" w:rsidRDefault="00C02BE4" w:rsidP="00AB3E8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скорост.</w:t>
            </w:r>
          </w:p>
        </w:tc>
        <w:tc>
          <w:tcPr>
            <w:tcW w:w="993" w:type="dxa"/>
          </w:tcPr>
          <w:p w:rsidR="00C02BE4" w:rsidRPr="00AB3E89" w:rsidRDefault="00C02BE4" w:rsidP="00AB3E89">
            <w:pPr>
              <w:spacing w:after="0" w:line="240" w:lineRule="auto"/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сошел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сошел</w:t>
            </w:r>
          </w:p>
        </w:tc>
        <w:tc>
          <w:tcPr>
            <w:tcW w:w="1134" w:type="dxa"/>
          </w:tcPr>
          <w:p w:rsidR="00C02BE4" w:rsidRPr="00AB3E89" w:rsidRDefault="00C02BE4" w:rsidP="00AB3E89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8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C02BE4" w:rsidRPr="00773E2D" w:rsidRDefault="00C02BE4" w:rsidP="00773E2D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sectPr w:rsidR="00C02BE4" w:rsidRPr="00773E2D" w:rsidSect="00773E2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C2841"/>
    <w:multiLevelType w:val="hybridMultilevel"/>
    <w:tmpl w:val="F948E5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3E2D"/>
    <w:rsid w:val="00064405"/>
    <w:rsid w:val="000B09CC"/>
    <w:rsid w:val="000F0688"/>
    <w:rsid w:val="00163B83"/>
    <w:rsid w:val="00246F36"/>
    <w:rsid w:val="006C55EC"/>
    <w:rsid w:val="007238A2"/>
    <w:rsid w:val="00773E2D"/>
    <w:rsid w:val="00832DAF"/>
    <w:rsid w:val="00A467B2"/>
    <w:rsid w:val="00AB3E89"/>
    <w:rsid w:val="00B23AA9"/>
    <w:rsid w:val="00B61333"/>
    <w:rsid w:val="00C02BE4"/>
    <w:rsid w:val="00CB285A"/>
    <w:rsid w:val="00D17679"/>
    <w:rsid w:val="00D44CD3"/>
    <w:rsid w:val="00DA700A"/>
    <w:rsid w:val="00E07486"/>
    <w:rsid w:val="00E475C9"/>
    <w:rsid w:val="00E70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5E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3E2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02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2</Pages>
  <Words>289</Words>
  <Characters>1653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Аверьянов</dc:creator>
  <cp:keywords/>
  <dc:description/>
  <cp:lastModifiedBy>Краснов Андрей</cp:lastModifiedBy>
  <cp:revision>6</cp:revision>
  <dcterms:created xsi:type="dcterms:W3CDTF">2014-08-17T19:26:00Z</dcterms:created>
  <dcterms:modified xsi:type="dcterms:W3CDTF">2014-08-21T21:11:00Z</dcterms:modified>
</cp:coreProperties>
</file>