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2F" w:rsidRDefault="006A212F">
      <w:pPr>
        <w:pStyle w:val="Heading1"/>
        <w:divId w:val="372853145"/>
      </w:pPr>
      <w:r>
        <w:t>ФИНАЛ КУБКА ПОБЕДЫ 2011</w:t>
      </w:r>
    </w:p>
    <w:p w:rsidR="006A212F" w:rsidRDefault="006A212F" w:rsidP="00F902E3">
      <w:pPr>
        <w:pStyle w:val="Heading1"/>
        <w:divId w:val="372853145"/>
      </w:pPr>
      <w:r>
        <w:t xml:space="preserve">Кремлевская набережная                                                                              18 сентября 2011г., </w:t>
      </w:r>
      <w:r>
        <w:br/>
        <w:t xml:space="preserve">ПРОТОКОЛ РЕЗУЛЬТАТОВ </w:t>
      </w:r>
    </w:p>
    <w:p w:rsidR="006A212F" w:rsidRDefault="006A212F">
      <w:pPr>
        <w:pStyle w:val="Heading2"/>
        <w:divId w:val="372853145"/>
      </w:pPr>
      <w:r>
        <w:t>ЖЮ, 10.000 км</w:t>
      </w:r>
    </w:p>
    <w:p w:rsidR="006A212F" w:rsidRDefault="006A212F">
      <w:pPr>
        <w:pStyle w:val="HTMLPreformatted"/>
        <w:divId w:val="372853145"/>
      </w:pPr>
    </w:p>
    <w:p w:rsidR="006A212F" w:rsidRDefault="006A212F">
      <w:pPr>
        <w:pStyle w:val="HTMLPreformatted"/>
        <w:divId w:val="372853145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  <w:divId w:val="372853145"/>
      </w:pPr>
      <w:r>
        <w:t xml:space="preserve">   1 Балабина Юлия             РГУФКСиТ             КМС   462 1992 00:21:56,14   1  6      </w:t>
      </w:r>
    </w:p>
    <w:p w:rsidR="006A212F" w:rsidRDefault="006A212F">
      <w:pPr>
        <w:pStyle w:val="HTMLPreformatted"/>
        <w:divId w:val="372853145"/>
      </w:pPr>
      <w:r>
        <w:t xml:space="preserve">   2 Прохорова Варвара         Луч                        461 1991 00:21:57,17   2  5    </w:t>
      </w:r>
    </w:p>
    <w:p w:rsidR="006A212F" w:rsidRDefault="006A212F">
      <w:pPr>
        <w:pStyle w:val="HTMLPreformatted"/>
        <w:divId w:val="372853145"/>
      </w:pPr>
      <w:r>
        <w:t xml:space="preserve">   3 Царькова Полина           Юн. Мос., Луч              464 1995 00:23:47,80   3  4    </w:t>
      </w:r>
    </w:p>
    <w:p w:rsidR="006A212F" w:rsidRDefault="006A212F">
      <w:pPr>
        <w:pStyle w:val="HTMLPreformatted"/>
        <w:divId w:val="372853145"/>
      </w:pPr>
      <w:r>
        <w:t xml:space="preserve">   4 Шмелева Дарья             Москва                     465 1996 00:24:04,68   4  3    </w:t>
      </w:r>
    </w:p>
    <w:p w:rsidR="006A212F" w:rsidRDefault="006A212F">
      <w:pPr>
        <w:pStyle w:val="HTMLPreformatted"/>
        <w:divId w:val="372853145"/>
      </w:pPr>
      <w:r>
        <w:t xml:space="preserve">   5 Свиридченкова Екатерина                              467 1993 00:24:54,58   5  2    </w:t>
      </w:r>
    </w:p>
    <w:p w:rsidR="006A212F" w:rsidRDefault="006A212F" w:rsidP="008705EE">
      <w:pPr>
        <w:pStyle w:val="HTMLPreformatted"/>
        <w:divId w:val="372853145"/>
      </w:pPr>
      <w:r>
        <w:t xml:space="preserve">   6 Елисеева Александра       Пересвет                   466 1999 00:25:30,03   6  1    </w:t>
      </w:r>
    </w:p>
    <w:p w:rsidR="006A212F" w:rsidRDefault="006A212F">
      <w:pPr>
        <w:pStyle w:val="Heading2"/>
        <w:divId w:val="372853145"/>
      </w:pPr>
      <w:r>
        <w:t>МЮ, 10.000 км</w:t>
      </w:r>
    </w:p>
    <w:p w:rsidR="006A212F" w:rsidRDefault="006A212F">
      <w:pPr>
        <w:pStyle w:val="HTMLPreformatted"/>
        <w:divId w:val="372853145"/>
      </w:pPr>
    </w:p>
    <w:p w:rsidR="006A212F" w:rsidRDefault="006A212F">
      <w:pPr>
        <w:pStyle w:val="HTMLPreformatted"/>
        <w:divId w:val="372853145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  <w:divId w:val="372853145"/>
      </w:pPr>
      <w:r>
        <w:t xml:space="preserve">   1 Тюрин Александр           Луч                  I     352 1992 00:20:09,80   1   13   </w:t>
      </w:r>
    </w:p>
    <w:p w:rsidR="006A212F" w:rsidRDefault="006A212F">
      <w:pPr>
        <w:pStyle w:val="HTMLPreformatted"/>
        <w:divId w:val="372853145"/>
      </w:pPr>
      <w:r>
        <w:t xml:space="preserve">   2 Безгин Илья               ДЮСШ 32                    351 1995 00:20:10,19   2   12   </w:t>
      </w:r>
    </w:p>
    <w:p w:rsidR="006A212F" w:rsidRDefault="006A212F">
      <w:pPr>
        <w:pStyle w:val="HTMLPreformatted"/>
        <w:divId w:val="372853145"/>
      </w:pPr>
      <w:r>
        <w:t xml:space="preserve">   3 Веденеев Алексей          СДЮСШОР Бабушкино          353 1995 00:20:10,36   3   11   </w:t>
      </w:r>
    </w:p>
    <w:p w:rsidR="006A212F" w:rsidRDefault="006A212F">
      <w:pPr>
        <w:pStyle w:val="HTMLPreformatted"/>
        <w:divId w:val="372853145"/>
      </w:pPr>
      <w:r>
        <w:t xml:space="preserve">   4 Агеенко Александр         Бабушкино 81         II    362 1996 00:20:10,65   4   10   </w:t>
      </w:r>
    </w:p>
    <w:p w:rsidR="006A212F" w:rsidRDefault="006A212F">
      <w:pPr>
        <w:pStyle w:val="HTMLPreformatted"/>
        <w:divId w:val="372853145"/>
      </w:pPr>
      <w:r>
        <w:t xml:space="preserve">   5 Горбунов Андрей           ДЮСШ 32                    355 1994 00:20:18,71   5    9  </w:t>
      </w:r>
    </w:p>
    <w:p w:rsidR="006A212F" w:rsidRDefault="006A212F">
      <w:pPr>
        <w:pStyle w:val="HTMLPreformatted"/>
        <w:divId w:val="372853145"/>
      </w:pPr>
      <w:r>
        <w:t xml:space="preserve">   6 Мартыненко Юрий           Москва               II    360 1995 00:20:19,34   6    8  </w:t>
      </w:r>
    </w:p>
    <w:p w:rsidR="006A212F" w:rsidRDefault="006A212F">
      <w:pPr>
        <w:pStyle w:val="HTMLPreformatted"/>
        <w:divId w:val="372853145"/>
      </w:pPr>
      <w:r>
        <w:t xml:space="preserve">   7 Малашонок Леонид          СДЮСШОР 101                363 1994 00:20:21,28   7    7  </w:t>
      </w:r>
    </w:p>
    <w:p w:rsidR="006A212F" w:rsidRDefault="006A212F">
      <w:pPr>
        <w:pStyle w:val="HTMLPreformatted"/>
        <w:divId w:val="372853145"/>
      </w:pPr>
      <w:r>
        <w:t xml:space="preserve">   8 Горелик Дмитрий           Благовещенск               357 1992 00:20:28,89   8    6  </w:t>
      </w:r>
    </w:p>
    <w:p w:rsidR="006A212F" w:rsidRDefault="006A212F">
      <w:pPr>
        <w:pStyle w:val="HTMLPreformatted"/>
        <w:divId w:val="372853145"/>
      </w:pPr>
      <w:r>
        <w:t xml:space="preserve">   9 Климкин Иван              Трудовые резервы           361 1995 00:21:57,52   9    5  </w:t>
      </w:r>
    </w:p>
    <w:p w:rsidR="006A212F" w:rsidRDefault="006A212F">
      <w:pPr>
        <w:pStyle w:val="HTMLPreformatted"/>
        <w:divId w:val="372853145"/>
      </w:pPr>
      <w:r>
        <w:t xml:space="preserve">  10 Гусев Андрей              Москва                     354 1992 00:22:34,84  10    4  </w:t>
      </w:r>
    </w:p>
    <w:p w:rsidR="006A212F" w:rsidRDefault="006A212F">
      <w:pPr>
        <w:pStyle w:val="HTMLPreformatted"/>
        <w:divId w:val="372853145"/>
      </w:pPr>
      <w:r>
        <w:t xml:space="preserve">  11 Шмидт Евгений             Зеленоград                 356 1998 00:25:19,64  11    3  </w:t>
      </w:r>
    </w:p>
    <w:p w:rsidR="006A212F" w:rsidRDefault="006A212F">
      <w:pPr>
        <w:pStyle w:val="HTMLPreformatted"/>
        <w:divId w:val="372853145"/>
      </w:pPr>
      <w:r>
        <w:t xml:space="preserve">  12 Игнатьев Валера           Юность Москвы              358 1998 00:25:19,86  12    2  </w:t>
      </w:r>
    </w:p>
    <w:p w:rsidR="006A212F" w:rsidRDefault="006A212F">
      <w:pPr>
        <w:pStyle w:val="HTMLPreformatted"/>
        <w:divId w:val="372853145"/>
      </w:pPr>
      <w:r>
        <w:t xml:space="preserve">  13 Солдатов Максим           Юность Москвы              359 2001 00:36:41,39  13    1  </w:t>
      </w:r>
    </w:p>
    <w:p w:rsidR="006A212F" w:rsidRDefault="006A212F">
      <w:pPr>
        <w:pStyle w:val="Heading2"/>
        <w:divId w:val="372853145"/>
      </w:pPr>
      <w:r>
        <w:t>М, 20.000 км</w:t>
      </w:r>
    </w:p>
    <w:p w:rsidR="006A212F" w:rsidRDefault="006A212F">
      <w:pPr>
        <w:pStyle w:val="HTMLPreformatted"/>
        <w:divId w:val="372853145"/>
      </w:pPr>
    </w:p>
    <w:p w:rsidR="006A212F" w:rsidRDefault="006A212F">
      <w:pPr>
        <w:pStyle w:val="HTMLPreformatted"/>
        <w:divId w:val="372853145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  <w:divId w:val="372853145"/>
      </w:pPr>
      <w:r>
        <w:t xml:space="preserve">   1 Карасев Виктор            Белгород                    59 1989 00:36:44,27   1  17    </w:t>
      </w:r>
    </w:p>
    <w:p w:rsidR="006A212F" w:rsidRDefault="006A212F">
      <w:pPr>
        <w:pStyle w:val="HTMLPreformatted"/>
        <w:divId w:val="372853145"/>
      </w:pPr>
      <w:r>
        <w:t xml:space="preserve">   2 Орехов Сергей             Москва               МС     67 1986 00:36:44,58   2  16    </w:t>
      </w:r>
    </w:p>
    <w:p w:rsidR="006A212F" w:rsidRDefault="006A212F">
      <w:pPr>
        <w:pStyle w:val="HTMLPreformatted"/>
        <w:divId w:val="372853145"/>
      </w:pPr>
      <w:r>
        <w:t xml:space="preserve">   3 Зыков Виталий             Москва                      54 1977 00:36:44,74   3  15    </w:t>
      </w:r>
    </w:p>
    <w:p w:rsidR="006A212F" w:rsidRDefault="006A212F" w:rsidP="00036BEB">
      <w:pPr>
        <w:pStyle w:val="HTMLPreformatted"/>
        <w:divId w:val="372853145"/>
      </w:pPr>
      <w:r>
        <w:t xml:space="preserve">   4 Краснов Андрей            Москва                      58 1984 00:36:45,05   4  14    </w:t>
      </w:r>
    </w:p>
    <w:p w:rsidR="006A212F" w:rsidRDefault="006A212F">
      <w:pPr>
        <w:pStyle w:val="HTMLPreformatted"/>
        <w:divId w:val="372853145"/>
      </w:pPr>
      <w:r>
        <w:t xml:space="preserve">   5 Солодов Иван              Луч                  КМС    51 1989 00:36:45,36   5  13    </w:t>
      </w:r>
    </w:p>
    <w:p w:rsidR="006A212F" w:rsidRDefault="006A212F">
      <w:pPr>
        <w:pStyle w:val="HTMLPreformatted"/>
        <w:divId w:val="372853145"/>
      </w:pPr>
      <w:r>
        <w:t xml:space="preserve">   6 Подругин Николай          ШВСМ                        62 1990 00:36:45,64   6  12    </w:t>
      </w:r>
    </w:p>
    <w:p w:rsidR="006A212F" w:rsidRDefault="006A212F">
      <w:pPr>
        <w:pStyle w:val="HTMLPreformatted"/>
        <w:divId w:val="372853145"/>
      </w:pPr>
      <w:r>
        <w:t xml:space="preserve">   7 Растягаев Юрий                                        64 1971 00:36:45,85   7  11    </w:t>
      </w:r>
    </w:p>
    <w:p w:rsidR="006A212F" w:rsidRDefault="006A212F">
      <w:pPr>
        <w:pStyle w:val="HTMLPreformatted"/>
        <w:divId w:val="372853145"/>
      </w:pPr>
      <w:r>
        <w:t xml:space="preserve">   8 Эйсмонт Денис             Балашиха                    61 1990 00:36:46,15   8  10    </w:t>
      </w:r>
    </w:p>
    <w:p w:rsidR="006A212F" w:rsidRDefault="006A212F">
      <w:pPr>
        <w:pStyle w:val="HTMLPreformatted"/>
        <w:divId w:val="372853145"/>
      </w:pPr>
      <w:r>
        <w:t xml:space="preserve">   9 Анфилов Александр         МГТУ                        66 1977 00:38:57,60   9  9    </w:t>
      </w:r>
    </w:p>
    <w:p w:rsidR="006A212F" w:rsidRDefault="006A212F">
      <w:pPr>
        <w:pStyle w:val="HTMLPreformatted"/>
        <w:divId w:val="372853145"/>
      </w:pPr>
      <w:r>
        <w:t xml:space="preserve">  10 Агафонов Денис            Балашиха                    60 1988 00:40:17,46  10  8    </w:t>
      </w:r>
    </w:p>
    <w:p w:rsidR="006A212F" w:rsidRDefault="006A212F">
      <w:pPr>
        <w:pStyle w:val="HTMLPreformatted"/>
        <w:divId w:val="372853145"/>
      </w:pPr>
      <w:r>
        <w:t xml:space="preserve">  11 Чугунов Иван                                          57 1990 00:41:04,28  11  7    </w:t>
      </w:r>
    </w:p>
    <w:p w:rsidR="006A212F" w:rsidRDefault="006A212F">
      <w:pPr>
        <w:pStyle w:val="HTMLPreformatted"/>
        <w:divId w:val="372853145"/>
      </w:pPr>
      <w:r>
        <w:t xml:space="preserve">  12 Баландин Евгений          Солнечногорск        I      65 1977 00:42:10,80  12  6    </w:t>
      </w:r>
    </w:p>
    <w:p w:rsidR="006A212F" w:rsidRDefault="006A212F" w:rsidP="00633509">
      <w:pPr>
        <w:pStyle w:val="HTMLPreformatted"/>
        <w:divId w:val="372853145"/>
      </w:pPr>
      <w:r>
        <w:t xml:space="preserve">  13 Дудикин Олег              МВТУ                        69 1990 00:42:26,87  13  5    </w:t>
      </w:r>
    </w:p>
    <w:p w:rsidR="006A212F" w:rsidRDefault="006A212F">
      <w:pPr>
        <w:pStyle w:val="HTMLPreformatted"/>
        <w:divId w:val="372853145"/>
      </w:pPr>
      <w:r>
        <w:t xml:space="preserve">  14 Здвижков Александр                                    68 1990 00:42:55,38  14  4    </w:t>
      </w:r>
    </w:p>
    <w:p w:rsidR="006A212F" w:rsidRDefault="006A212F">
      <w:pPr>
        <w:pStyle w:val="HTMLPreformatted"/>
        <w:divId w:val="372853145"/>
      </w:pPr>
      <w:r>
        <w:t xml:space="preserve">  15 Власов Юрий               Лично                I      70 1974 00:43:52,23  15  3    </w:t>
      </w:r>
    </w:p>
    <w:p w:rsidR="006A212F" w:rsidRDefault="006A212F">
      <w:pPr>
        <w:pStyle w:val="HTMLPreformatted"/>
        <w:divId w:val="372853145"/>
      </w:pPr>
      <w:r>
        <w:t xml:space="preserve">  16 Золотцев Кирилл                                       55 1984 00:46:43,00  16  2    </w:t>
      </w:r>
    </w:p>
    <w:p w:rsidR="006A212F" w:rsidRDefault="006A212F">
      <w:pPr>
        <w:pStyle w:val="HTMLPreformatted"/>
        <w:divId w:val="372853145"/>
      </w:pPr>
      <w:r>
        <w:t xml:space="preserve">  17 Киселев Алексей                                       63 1987 00:51:43,97  17  1     </w:t>
      </w:r>
    </w:p>
    <w:p w:rsidR="006A212F" w:rsidRDefault="006A212F">
      <w:pPr>
        <w:pStyle w:val="Heading2"/>
        <w:divId w:val="372853145"/>
      </w:pPr>
      <w:r>
        <w:t>Ж, 20.000 км</w:t>
      </w:r>
    </w:p>
    <w:p w:rsidR="006A212F" w:rsidRDefault="006A212F">
      <w:pPr>
        <w:pStyle w:val="HTMLPreformatted"/>
        <w:divId w:val="372853145"/>
      </w:pPr>
    </w:p>
    <w:p w:rsidR="006A212F" w:rsidRDefault="006A212F">
      <w:pPr>
        <w:pStyle w:val="HTMLPreformatted"/>
        <w:divId w:val="372853145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  <w:divId w:val="372853145"/>
      </w:pPr>
      <w:r>
        <w:t xml:space="preserve">   1 Веденеева Елена           Юность Москвы        МСМК  451 1971 00:20:26,07   1   2   </w:t>
      </w:r>
    </w:p>
    <w:p w:rsidR="006A212F" w:rsidRDefault="006A212F">
      <w:pPr>
        <w:pStyle w:val="HTMLPreformatted"/>
        <w:divId w:val="372853145"/>
      </w:pPr>
      <w:r>
        <w:t xml:space="preserve">   2 Рыжова Наталья            Сергиев-Посад              454 1982 00:22:57,91   2   1   </w:t>
      </w:r>
    </w:p>
    <w:p w:rsidR="006A212F" w:rsidRDefault="006A212F">
      <w:pPr>
        <w:pStyle w:val="Heading2"/>
        <w:divId w:val="372853145"/>
      </w:pPr>
      <w:r>
        <w:t>М1, 20.000 км</w:t>
      </w:r>
    </w:p>
    <w:p w:rsidR="006A212F" w:rsidRDefault="006A212F">
      <w:pPr>
        <w:pStyle w:val="HTMLPreformatted"/>
        <w:divId w:val="372853145"/>
      </w:pPr>
    </w:p>
    <w:p w:rsidR="006A212F" w:rsidRDefault="006A212F">
      <w:pPr>
        <w:pStyle w:val="HTMLPreformatted"/>
        <w:divId w:val="372853145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  <w:divId w:val="372853145"/>
      </w:pPr>
      <w:r>
        <w:t xml:space="preserve">   1 Белов Владимир            selekta team         МС    260 1969 00:38:05,11   1   20</w:t>
      </w:r>
      <w:bookmarkStart w:id="0" w:name="_GoBack"/>
      <w:bookmarkEnd w:id="0"/>
      <w:r>
        <w:t xml:space="preserve">   </w:t>
      </w:r>
    </w:p>
    <w:p w:rsidR="006A212F" w:rsidRDefault="006A212F">
      <w:pPr>
        <w:pStyle w:val="HTMLPreformatted"/>
        <w:divId w:val="372853145"/>
      </w:pPr>
      <w:r>
        <w:t xml:space="preserve">   2 Машинистов Сергей         Рязань               I     256 1968 00:38:06,20   2   19   </w:t>
      </w:r>
    </w:p>
    <w:p w:rsidR="006A212F" w:rsidRDefault="006A212F">
      <w:pPr>
        <w:pStyle w:val="HTMLPreformatted"/>
        <w:divId w:val="372853145"/>
      </w:pPr>
      <w:r>
        <w:t xml:space="preserve">   3 Шеховцов Валерий          Москва               МС    267 1966 00:38:06,80   3   18   </w:t>
      </w:r>
    </w:p>
    <w:p w:rsidR="006A212F" w:rsidRDefault="006A212F" w:rsidP="00E12CF9">
      <w:pPr>
        <w:pStyle w:val="HTMLPreformatted"/>
        <w:divId w:val="372853145"/>
      </w:pPr>
      <w:r>
        <w:t xml:space="preserve">   4 Щепеткин Алексей          Краснознаменск       I     251 1968 00:38:07,26   4   17   </w:t>
      </w:r>
    </w:p>
    <w:p w:rsidR="006A212F" w:rsidRDefault="006A212F" w:rsidP="00E12CF9">
      <w:pPr>
        <w:pStyle w:val="HTMLPreformatted"/>
        <w:divId w:val="372853145"/>
      </w:pPr>
      <w:r>
        <w:t xml:space="preserve">   5 Веденеев Дмитрий          Москва, Динамо       МС    265 1966 00:38:11,23   5   16   </w:t>
      </w:r>
    </w:p>
    <w:p w:rsidR="006A212F" w:rsidRDefault="006A212F" w:rsidP="00E12CF9">
      <w:pPr>
        <w:pStyle w:val="HTMLPreformatted"/>
        <w:divId w:val="372853145"/>
      </w:pPr>
      <w:r>
        <w:t xml:space="preserve">   6 Денисов Юрий              Н.Новгород                 254 1970 00:38:11,34   6   15</w:t>
      </w:r>
    </w:p>
    <w:p w:rsidR="006A212F" w:rsidRDefault="006A212F" w:rsidP="00E12CF9">
      <w:pPr>
        <w:pStyle w:val="HTMLPreformatted"/>
        <w:divId w:val="372853145"/>
      </w:pPr>
      <w:r>
        <w:t xml:space="preserve">   7 Воробьев Виктор           Рязань                     257 1963 00:38:12,00   7   14  </w:t>
      </w:r>
    </w:p>
    <w:p w:rsidR="006A212F" w:rsidRDefault="006A212F" w:rsidP="00E12CF9">
      <w:pPr>
        <w:pStyle w:val="HTMLPreformatted"/>
        <w:divId w:val="372853145"/>
      </w:pPr>
      <w:r>
        <w:t xml:space="preserve">   8 Палехов Алексей                                      269 1968 00:38:12,19   8   13</w:t>
      </w:r>
    </w:p>
    <w:p w:rsidR="006A212F" w:rsidRDefault="006A212F" w:rsidP="004A3605">
      <w:pPr>
        <w:pStyle w:val="HTMLPreformatted"/>
        <w:divId w:val="372853145"/>
      </w:pPr>
      <w:r>
        <w:t xml:space="preserve">   9 Антохин Юрий              Беларусь,Орша              252 1966 00:38:13,50   9   12  </w:t>
      </w:r>
    </w:p>
    <w:p w:rsidR="006A212F" w:rsidRDefault="006A212F" w:rsidP="004A3605">
      <w:pPr>
        <w:pStyle w:val="HTMLPreformatted"/>
        <w:divId w:val="372853145"/>
      </w:pPr>
      <w:r>
        <w:t xml:space="preserve">  10 Кардашев Юрий             Москва                     255 1965 00:38:13,51  10   11  </w:t>
      </w:r>
    </w:p>
    <w:p w:rsidR="006A212F" w:rsidRDefault="006A212F">
      <w:pPr>
        <w:pStyle w:val="HTMLPreformatted"/>
        <w:divId w:val="372853145"/>
      </w:pPr>
      <w:r>
        <w:t xml:space="preserve">  11 Ильвовский Алексей        Москва                     253 1961 00:38:13,52  11   10</w:t>
      </w:r>
    </w:p>
    <w:p w:rsidR="006A212F" w:rsidRDefault="006A212F" w:rsidP="00E12CF9">
      <w:pPr>
        <w:pStyle w:val="HTMLPreformatted"/>
        <w:divId w:val="372853145"/>
      </w:pPr>
      <w:r>
        <w:t xml:space="preserve">  12 Войчин Владимир           Москва                     264 1961 00:38:13,53  12    9   </w:t>
      </w:r>
    </w:p>
    <w:p w:rsidR="006A212F" w:rsidRDefault="006A212F" w:rsidP="00E12CF9">
      <w:pPr>
        <w:pStyle w:val="HTMLPreformatted"/>
        <w:divId w:val="372853145"/>
      </w:pPr>
      <w:r>
        <w:t xml:space="preserve">  13 Королев Владимир                                     266 1965 00:38:13,65  13    8   </w:t>
      </w:r>
    </w:p>
    <w:p w:rsidR="006A212F" w:rsidRDefault="006A212F" w:rsidP="00E12CF9">
      <w:pPr>
        <w:pStyle w:val="HTMLPreformatted"/>
        <w:divId w:val="372853145"/>
      </w:pPr>
      <w:r>
        <w:t xml:space="preserve">  14 Миронов Вячеслав          Солнечногорск              262 1964 00:38:14,07  14    7   </w:t>
      </w:r>
    </w:p>
    <w:p w:rsidR="006A212F" w:rsidRDefault="006A212F">
      <w:pPr>
        <w:pStyle w:val="HTMLPreformatted"/>
        <w:divId w:val="372853145"/>
      </w:pPr>
      <w:r>
        <w:t xml:space="preserve">  15 Гришин Сергей             Краснознаменск       I     261 1962 00:40:12,86  15    6  </w:t>
      </w:r>
    </w:p>
    <w:p w:rsidR="006A212F" w:rsidRDefault="006A212F">
      <w:pPr>
        <w:pStyle w:val="HTMLPreformatted"/>
        <w:divId w:val="372853145"/>
      </w:pPr>
      <w:r>
        <w:t xml:space="preserve">  16 Саломащенко Сергей        Динамо               I     258 1970 00:41:10,58  16    5  </w:t>
      </w:r>
    </w:p>
    <w:p w:rsidR="006A212F" w:rsidRDefault="006A212F">
      <w:pPr>
        <w:pStyle w:val="HTMLPreformatted"/>
        <w:divId w:val="372853145"/>
      </w:pPr>
      <w:r>
        <w:t xml:space="preserve">  17 Незванов Юрий             Сергиев-Посад        I     259 1962 00:41:11,25  17    4  </w:t>
      </w:r>
    </w:p>
    <w:p w:rsidR="006A212F" w:rsidRDefault="006A212F">
      <w:pPr>
        <w:pStyle w:val="HTMLPreformatted"/>
        <w:divId w:val="372853145"/>
      </w:pPr>
      <w:r>
        <w:t xml:space="preserve">  18 Исаев Иван                Альфа-Битца          МС    268 1961 00:41:20,72  18    3  </w:t>
      </w:r>
    </w:p>
    <w:p w:rsidR="006A212F" w:rsidRDefault="006A212F">
      <w:pPr>
        <w:pStyle w:val="HTMLPreformatted"/>
        <w:divId w:val="372853145"/>
      </w:pPr>
      <w:r>
        <w:t xml:space="preserve">  19 Омельчук Михаил           Солнечногорск        I     263 1969 00:41:37,54  19    2  </w:t>
      </w:r>
    </w:p>
    <w:p w:rsidR="006A212F" w:rsidRDefault="006A212F">
      <w:pPr>
        <w:pStyle w:val="HTMLPreformatted"/>
        <w:divId w:val="372853145"/>
      </w:pPr>
      <w:r>
        <w:t xml:space="preserve">  20 Абдурахманов Сергей                                  270 1965 00:45:34,40  20    1  </w:t>
      </w:r>
    </w:p>
    <w:p w:rsidR="006A212F" w:rsidRDefault="006A212F">
      <w:pPr>
        <w:pStyle w:val="Heading2"/>
        <w:divId w:val="372853145"/>
      </w:pPr>
      <w:r>
        <w:t>М2, 20.000 км</w:t>
      </w:r>
    </w:p>
    <w:p w:rsidR="006A212F" w:rsidRDefault="006A212F">
      <w:pPr>
        <w:pStyle w:val="HTMLPreformatted"/>
        <w:divId w:val="372853145"/>
      </w:pPr>
    </w:p>
    <w:p w:rsidR="006A212F" w:rsidRDefault="006A212F">
      <w:pPr>
        <w:pStyle w:val="HTMLPreformatted"/>
        <w:divId w:val="372853145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  <w:divId w:val="372853145"/>
      </w:pPr>
      <w:r>
        <w:t xml:space="preserve">   1 Кондрашов Андрей          с/к Манжосова              166 1959 00:19:47,88   1    16  </w:t>
      </w:r>
    </w:p>
    <w:p w:rsidR="006A212F" w:rsidRDefault="006A212F">
      <w:pPr>
        <w:pStyle w:val="HTMLPreformatted"/>
        <w:divId w:val="372853145"/>
      </w:pPr>
      <w:r>
        <w:t xml:space="preserve">   2 Медведев Николай          Ярославль            I     158 1960 00:19:48,12   2    15  </w:t>
      </w:r>
    </w:p>
    <w:p w:rsidR="006A212F" w:rsidRDefault="006A212F">
      <w:pPr>
        <w:pStyle w:val="HTMLPreformatted"/>
        <w:divId w:val="372853145"/>
      </w:pPr>
      <w:r>
        <w:t xml:space="preserve">   3 Доценко Виктор            Долгопрудный         МС    163 1957 00:19:48,71   3    14  </w:t>
      </w:r>
    </w:p>
    <w:p w:rsidR="006A212F" w:rsidRDefault="006A212F">
      <w:pPr>
        <w:pStyle w:val="HTMLPreformatted"/>
        <w:divId w:val="372853145"/>
      </w:pPr>
      <w:r>
        <w:t xml:space="preserve">   4 Гуляев Виктор             Ромашково            МС    153 1951 00:19:49,66   4    13  </w:t>
      </w:r>
    </w:p>
    <w:p w:rsidR="006A212F" w:rsidRDefault="006A212F">
      <w:pPr>
        <w:pStyle w:val="HTMLPreformatted"/>
        <w:divId w:val="372853145"/>
      </w:pPr>
      <w:r>
        <w:t xml:space="preserve">   5 Савельев Владимир         Москва                     162 1952 00:19:50,15   5    12  </w:t>
      </w:r>
    </w:p>
    <w:p w:rsidR="006A212F" w:rsidRDefault="006A212F">
      <w:pPr>
        <w:pStyle w:val="HTMLPreformatted"/>
        <w:divId w:val="372853145"/>
      </w:pPr>
      <w:r>
        <w:t xml:space="preserve">   6 Грязнов Александр         Нижний Новгорд             154 1959 00:19:50,89   6    11  </w:t>
      </w:r>
    </w:p>
    <w:p w:rsidR="006A212F" w:rsidRDefault="006A212F">
      <w:pPr>
        <w:pStyle w:val="HTMLPreformatted"/>
        <w:divId w:val="372853145"/>
      </w:pPr>
      <w:r>
        <w:t xml:space="preserve">   7 Елисеев Александр         Москва               МС    157 1951 00:19:51,47   7    10  </w:t>
      </w:r>
    </w:p>
    <w:p w:rsidR="006A212F" w:rsidRDefault="006A212F">
      <w:pPr>
        <w:pStyle w:val="HTMLPreformatted"/>
        <w:divId w:val="372853145"/>
      </w:pPr>
      <w:r>
        <w:t xml:space="preserve">   8 Пичугин Михаил            Калуга                     152 1959 00:19:53,78   8     9 </w:t>
      </w:r>
    </w:p>
    <w:p w:rsidR="006A212F" w:rsidRDefault="006A212F">
      <w:pPr>
        <w:pStyle w:val="HTMLPreformatted"/>
        <w:divId w:val="372853145"/>
      </w:pPr>
      <w:r>
        <w:t xml:space="preserve">   9 Клинецкий Евгений                                    151 1960 00:21:00,27   9     8 </w:t>
      </w:r>
    </w:p>
    <w:p w:rsidR="006A212F" w:rsidRDefault="006A212F">
      <w:pPr>
        <w:pStyle w:val="HTMLPreformatted"/>
        <w:divId w:val="372853145"/>
      </w:pPr>
      <w:r>
        <w:t xml:space="preserve">  10 Кирст Николай             Солнечногорск              161 1956 00:21:04,10  10     7 </w:t>
      </w:r>
    </w:p>
    <w:p w:rsidR="006A212F" w:rsidRDefault="006A212F">
      <w:pPr>
        <w:pStyle w:val="HTMLPreformatted"/>
        <w:divId w:val="372853145"/>
      </w:pPr>
      <w:r>
        <w:t xml:space="preserve">  11 Пестов Михаил             Москва                     156 1954 00:21:05,02  11     6 </w:t>
      </w:r>
    </w:p>
    <w:p w:rsidR="006A212F" w:rsidRDefault="006A212F">
      <w:pPr>
        <w:pStyle w:val="HTMLPreformatted"/>
        <w:divId w:val="372853145"/>
      </w:pPr>
      <w:r>
        <w:t xml:space="preserve">  12 Сейкст Юрий                                          164 1953 00:21:05,24  12     5 </w:t>
      </w:r>
    </w:p>
    <w:p w:rsidR="006A212F" w:rsidRDefault="006A212F">
      <w:pPr>
        <w:pStyle w:val="HTMLPreformatted"/>
        <w:divId w:val="372853145"/>
      </w:pPr>
      <w:r>
        <w:t xml:space="preserve">  13 Фомин Александр           Раменское                  160 1957 00:21:05,48  13     4 </w:t>
      </w:r>
    </w:p>
    <w:p w:rsidR="006A212F" w:rsidRDefault="006A212F">
      <w:pPr>
        <w:pStyle w:val="HTMLPreformatted"/>
        <w:divId w:val="372853145"/>
      </w:pPr>
      <w:r>
        <w:t xml:space="preserve">  14 Позднаков Сергей                                     165 1954 00:21:05,80  14     3 </w:t>
      </w:r>
    </w:p>
    <w:p w:rsidR="006A212F" w:rsidRDefault="006A212F">
      <w:pPr>
        <w:pStyle w:val="HTMLPreformatted"/>
        <w:divId w:val="372853145"/>
      </w:pPr>
      <w:r>
        <w:t xml:space="preserve">  15 Тазетдинов Руслан         Газпром                    155 1958 00:21:58,73  15     2 </w:t>
      </w:r>
    </w:p>
    <w:p w:rsidR="006A212F" w:rsidRDefault="006A212F">
      <w:pPr>
        <w:pStyle w:val="HTMLPreformatted"/>
        <w:divId w:val="372853145"/>
      </w:pPr>
      <w:r>
        <w:t xml:space="preserve">  16 Логвенков Анатолий                                   167 1954 00:22:00,27  16     1 </w:t>
      </w:r>
    </w:p>
    <w:p w:rsidR="006A212F" w:rsidRDefault="006A212F">
      <w:pPr>
        <w:pStyle w:val="Heading2"/>
        <w:divId w:val="372853145"/>
      </w:pPr>
      <w:r>
        <w:t>М3, 10.000 км</w:t>
      </w:r>
    </w:p>
    <w:p w:rsidR="006A212F" w:rsidRDefault="006A212F">
      <w:pPr>
        <w:pStyle w:val="HTMLPreformatted"/>
        <w:divId w:val="372853145"/>
      </w:pPr>
    </w:p>
    <w:p w:rsidR="006A212F" w:rsidRDefault="006A212F">
      <w:pPr>
        <w:pStyle w:val="HTMLPreformatted"/>
        <w:divId w:val="372853145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  <w:divId w:val="372853145"/>
      </w:pPr>
      <w:r>
        <w:t xml:space="preserve">   1 Мошкарев Михаил           Калининград          МС    172 1947 00:21:04,72   1    10  </w:t>
      </w:r>
    </w:p>
    <w:p w:rsidR="006A212F" w:rsidRDefault="006A212F">
      <w:pPr>
        <w:pStyle w:val="HTMLPreformatted"/>
        <w:divId w:val="372853145"/>
      </w:pPr>
      <w:r>
        <w:t xml:space="preserve">   2 Носов Владимир            Солнечногорск        МС    177 1948 00:21:11,11   2     9 </w:t>
      </w:r>
    </w:p>
    <w:p w:rsidR="006A212F" w:rsidRDefault="006A212F">
      <w:pPr>
        <w:pStyle w:val="HTMLPreformatted"/>
        <w:divId w:val="372853145"/>
      </w:pPr>
      <w:r>
        <w:t xml:space="preserve">   3 Головко Валерий           СК Ромашково               173 1946 00:21:34,65   3     8 </w:t>
      </w:r>
    </w:p>
    <w:p w:rsidR="006A212F" w:rsidRDefault="006A212F">
      <w:pPr>
        <w:pStyle w:val="HTMLPreformatted"/>
        <w:divId w:val="372853145"/>
      </w:pPr>
      <w:r>
        <w:t xml:space="preserve">   4 Кондрашов Евгений         Краснознаменск             179 1945 00:21:40,73   4     7 </w:t>
      </w:r>
    </w:p>
    <w:p w:rsidR="006A212F" w:rsidRDefault="006A212F">
      <w:pPr>
        <w:pStyle w:val="HTMLPreformatted"/>
        <w:divId w:val="372853145"/>
      </w:pPr>
      <w:r>
        <w:t xml:space="preserve">   5 Зарецкий Александр        с/к Манжосова              174 1947 00:21:55,49   5     6 </w:t>
      </w:r>
    </w:p>
    <w:p w:rsidR="006A212F" w:rsidRDefault="006A212F">
      <w:pPr>
        <w:pStyle w:val="HTMLPreformatted"/>
        <w:divId w:val="372853145"/>
      </w:pPr>
      <w:r>
        <w:t xml:space="preserve">   6 Пловецкий Игорь           Москва                     178 1955 00:22:00,46   6     5 </w:t>
      </w:r>
    </w:p>
    <w:p w:rsidR="006A212F" w:rsidRDefault="006A212F">
      <w:pPr>
        <w:pStyle w:val="HTMLPreformatted"/>
        <w:divId w:val="372853145"/>
      </w:pPr>
      <w:r>
        <w:t xml:space="preserve">   7 Долженков Александр       ФИРН                       181 1950 00:22:53,01   7     4 </w:t>
      </w:r>
    </w:p>
    <w:p w:rsidR="006A212F" w:rsidRDefault="006A212F">
      <w:pPr>
        <w:pStyle w:val="HTMLPreformatted"/>
        <w:divId w:val="372853145"/>
      </w:pPr>
      <w:r>
        <w:t xml:space="preserve">   8 Камалендинов Рушан                                   180 1948 00:24:11,27   8     3 </w:t>
      </w:r>
    </w:p>
    <w:p w:rsidR="006A212F" w:rsidRDefault="006A212F">
      <w:pPr>
        <w:pStyle w:val="HTMLPreformatted"/>
        <w:divId w:val="372853145"/>
      </w:pPr>
      <w:r>
        <w:t xml:space="preserve">   9 Шафранский Юрий           Москва                     175 1947 00:24:22,79   9     2 </w:t>
      </w:r>
    </w:p>
    <w:p w:rsidR="006A212F" w:rsidRDefault="006A212F">
      <w:pPr>
        <w:pStyle w:val="HTMLPreformatted"/>
        <w:divId w:val="372853145"/>
      </w:pPr>
      <w:r>
        <w:t xml:space="preserve">  10 Волков Сергей                                        176 1950 00:25:42,40  10     1 </w:t>
      </w:r>
    </w:p>
    <w:p w:rsidR="006A212F" w:rsidRDefault="006A212F">
      <w:pPr>
        <w:pStyle w:val="Heading2"/>
      </w:pPr>
      <w:r>
        <w:t>М4, 10.000 км</w:t>
      </w:r>
    </w:p>
    <w:p w:rsidR="006A212F" w:rsidRDefault="006A212F">
      <w:pPr>
        <w:pStyle w:val="HTMLPreformatted"/>
      </w:pPr>
    </w:p>
    <w:p w:rsidR="006A212F" w:rsidRDefault="006A212F">
      <w:pPr>
        <w:pStyle w:val="HTMLPreformatted"/>
      </w:pPr>
      <w:r>
        <w:rPr>
          <w:b/>
          <w:bCs/>
        </w:rPr>
        <w:t xml:space="preserve">№п/п Фамилия, имя              Коллектив            Квал Номер ГР  Результат   Место Очки </w:t>
      </w:r>
    </w:p>
    <w:p w:rsidR="006A212F" w:rsidRDefault="006A212F">
      <w:pPr>
        <w:pStyle w:val="HTMLPreformatted"/>
      </w:pPr>
      <w:r>
        <w:t xml:space="preserve">   1 Фомин Валентин            Красногорск          I     104 1940 00:24:20,73   1     6 </w:t>
      </w:r>
    </w:p>
    <w:p w:rsidR="006A212F" w:rsidRDefault="006A212F">
      <w:pPr>
        <w:pStyle w:val="HTMLPreformatted"/>
      </w:pPr>
      <w:r>
        <w:t xml:space="preserve">   2 Королева Вера             Краснознаменск             110 1948 00:25:06,70   2     5 </w:t>
      </w:r>
    </w:p>
    <w:p w:rsidR="006A212F" w:rsidRDefault="006A212F">
      <w:pPr>
        <w:pStyle w:val="HTMLPreformatted"/>
      </w:pPr>
      <w:r>
        <w:t xml:space="preserve">   3 Князев Николай            Воскресенск                105 1936 00:27:46,01   3     4 </w:t>
      </w:r>
    </w:p>
    <w:p w:rsidR="006A212F" w:rsidRDefault="006A212F">
      <w:pPr>
        <w:pStyle w:val="HTMLPreformatted"/>
      </w:pPr>
      <w:r>
        <w:t xml:space="preserve">   4 Степанов Александр        Москва                     106 1933 00:28:04,59   4     3 </w:t>
      </w:r>
    </w:p>
    <w:p w:rsidR="006A212F" w:rsidRDefault="006A212F">
      <w:pPr>
        <w:pStyle w:val="HTMLPreformatted"/>
      </w:pPr>
      <w:r>
        <w:t xml:space="preserve">   5 Митин Василий             ВВА Гагарина               109 1937 00:30:03,77   5     2 </w:t>
      </w:r>
    </w:p>
    <w:p w:rsidR="006A212F" w:rsidRDefault="006A212F">
      <w:pPr>
        <w:pStyle w:val="HTMLPreformatted"/>
      </w:pPr>
      <w:r>
        <w:t xml:space="preserve">   6 Петухов Алексей           МКЛЛС                I     102 1934 00:30:42,95   6     1 </w:t>
      </w:r>
    </w:p>
    <w:p w:rsidR="006A212F" w:rsidRDefault="006A212F">
      <w:pPr>
        <w:pStyle w:val="HTMLPreformatted"/>
      </w:pPr>
      <w:r>
        <w:t>Главный судья                                  Соковиков С.С.</w:t>
      </w:r>
    </w:p>
    <w:p w:rsidR="006A212F" w:rsidRDefault="006A212F">
      <w:pPr>
        <w:pStyle w:val="HTMLPreformatted"/>
      </w:pPr>
      <w:r>
        <w:t>Главный секретарь                              Глодан Т.Н.</w:t>
      </w:r>
    </w:p>
    <w:sectPr w:rsidR="006A212F" w:rsidSect="005601EF">
      <w:pgSz w:w="11906" w:h="16838"/>
      <w:pgMar w:top="720" w:right="510" w:bottom="72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87D"/>
    <w:rsid w:val="00005534"/>
    <w:rsid w:val="00036BEB"/>
    <w:rsid w:val="0010031D"/>
    <w:rsid w:val="001076B1"/>
    <w:rsid w:val="001166F4"/>
    <w:rsid w:val="0025187D"/>
    <w:rsid w:val="003007AA"/>
    <w:rsid w:val="004A3605"/>
    <w:rsid w:val="00557DBB"/>
    <w:rsid w:val="005601EF"/>
    <w:rsid w:val="00633509"/>
    <w:rsid w:val="006A212F"/>
    <w:rsid w:val="007F7648"/>
    <w:rsid w:val="008705EE"/>
    <w:rsid w:val="00A8558D"/>
    <w:rsid w:val="00B243BB"/>
    <w:rsid w:val="00E12CF9"/>
    <w:rsid w:val="00E5562D"/>
    <w:rsid w:val="00E57F6B"/>
    <w:rsid w:val="00F9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31D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10031D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Heading2">
    <w:name w:val="heading 2"/>
    <w:basedOn w:val="Normal"/>
    <w:link w:val="Heading2Char"/>
    <w:uiPriority w:val="99"/>
    <w:qFormat/>
    <w:rsid w:val="0010031D"/>
    <w:pPr>
      <w:outlineLvl w:val="1"/>
    </w:pPr>
    <w:rPr>
      <w:rFonts w:ascii="Arial" w:hAnsi="Arial" w:cs="Arial"/>
      <w:b/>
      <w:bCs/>
      <w:color w:val="FF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031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0031D"/>
    <w:rPr>
      <w:rFonts w:ascii="Cambria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10031D"/>
    <w:rPr>
      <w:rFonts w:cs="Times New Roman"/>
      <w:color w:val="00A5DE"/>
      <w:u w:val="single"/>
    </w:rPr>
  </w:style>
  <w:style w:type="character" w:styleId="FollowedHyperlink">
    <w:name w:val="FollowedHyperlink"/>
    <w:basedOn w:val="DefaultParagraphFont"/>
    <w:uiPriority w:val="99"/>
    <w:semiHidden/>
    <w:rsid w:val="0010031D"/>
    <w:rPr>
      <w:rFonts w:cs="Times New Roman"/>
      <w:color w:val="00A5DE"/>
      <w:u w:val="single"/>
    </w:rPr>
  </w:style>
  <w:style w:type="paragraph" w:styleId="NormalWeb">
    <w:name w:val="Normal (Web)"/>
    <w:basedOn w:val="Normal"/>
    <w:uiPriority w:val="99"/>
    <w:semiHidden/>
    <w:rsid w:val="0010031D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Normal"/>
    <w:uiPriority w:val="99"/>
    <w:rsid w:val="0010031D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rsid w:val="00100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0031D"/>
    <w:rPr>
      <w:rFonts w:ascii="Consolas" w:hAnsi="Consolas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601E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01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53145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1381</Words>
  <Characters>7878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subject/>
  <dc:creator>дамир</dc:creator>
  <cp:keywords/>
  <dc:description/>
  <cp:lastModifiedBy>Краснов Андрей</cp:lastModifiedBy>
  <cp:revision>7</cp:revision>
  <cp:lastPrinted>2011-09-19T06:08:00Z</cp:lastPrinted>
  <dcterms:created xsi:type="dcterms:W3CDTF">2011-09-19T06:07:00Z</dcterms:created>
  <dcterms:modified xsi:type="dcterms:W3CDTF">2011-09-19T11:16:00Z</dcterms:modified>
</cp:coreProperties>
</file>