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72CE">
      <w:pPr>
        <w:pStyle w:val="1"/>
        <w:divId w:val="315846004"/>
        <w:rPr>
          <w:rFonts w:eastAsia="Times New Roman"/>
        </w:rPr>
      </w:pPr>
      <w:r>
        <w:rPr>
          <w:rFonts w:eastAsia="Times New Roman"/>
        </w:rPr>
        <w:t>Праздник бега на Таганке</w:t>
      </w:r>
      <w:r>
        <w:rPr>
          <w:rFonts w:eastAsia="Times New Roman"/>
        </w:rPr>
        <w:br/>
        <w:t xml:space="preserve">8 сентября 2012, </w:t>
      </w:r>
      <w:r>
        <w:rPr>
          <w:rFonts w:eastAsia="Times New Roman"/>
        </w:rPr>
        <w:br/>
        <w:t xml:space="preserve">ПРОТОКОЛ РЕЗУЛЬТАТОВ </w:t>
      </w:r>
    </w:p>
    <w:p w:rsidR="00000000" w:rsidRDefault="006172CE">
      <w:pPr>
        <w:pStyle w:val="2"/>
        <w:divId w:val="315846004"/>
        <w:rPr>
          <w:rFonts w:eastAsia="Times New Roman"/>
        </w:rPr>
      </w:pPr>
      <w:r>
        <w:rPr>
          <w:rFonts w:eastAsia="Times New Roman"/>
        </w:rPr>
        <w:t>ЖЮ,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Привезенцева Мария        ЛК </w:t>
      </w:r>
      <w:proofErr w:type="spellStart"/>
      <w:r>
        <w:t>Наседкина</w:t>
      </w:r>
      <w:proofErr w:type="spellEnd"/>
      <w:r>
        <w:t xml:space="preserve">               107 1993 00:12:20,67   1    </w:t>
      </w:r>
      <w:r>
        <w:t xml:space="preserve">  </w:t>
      </w:r>
    </w:p>
    <w:p w:rsidR="00000000" w:rsidRDefault="006172CE">
      <w:pPr>
        <w:pStyle w:val="HTML"/>
        <w:divId w:val="315846004"/>
      </w:pPr>
      <w:r>
        <w:t xml:space="preserve">   2 Коновалова Елизавета      Зеленоград                  15 1996 00:12:23,42   2      </w:t>
      </w:r>
    </w:p>
    <w:p w:rsidR="00000000" w:rsidRDefault="006172CE">
      <w:pPr>
        <w:pStyle w:val="HTML"/>
        <w:divId w:val="315846004"/>
      </w:pPr>
      <w:r>
        <w:t xml:space="preserve">   3 Балабина Юлия             </w:t>
      </w:r>
      <w:proofErr w:type="spellStart"/>
      <w:r>
        <w:t>РГУФКСиТ</w:t>
      </w:r>
      <w:proofErr w:type="spellEnd"/>
      <w:r>
        <w:t xml:space="preserve">             КМС    54 1992 00:12:39,59   3      </w:t>
      </w:r>
    </w:p>
    <w:p w:rsidR="00000000" w:rsidRDefault="006172CE">
      <w:pPr>
        <w:pStyle w:val="HTML"/>
        <w:divId w:val="315846004"/>
      </w:pPr>
      <w:r>
        <w:t xml:space="preserve">   4 </w:t>
      </w:r>
      <w:proofErr w:type="spellStart"/>
      <w:r>
        <w:t>Зломанова</w:t>
      </w:r>
      <w:proofErr w:type="spellEnd"/>
      <w:r>
        <w:t xml:space="preserve"> Виктория        Москва 1323                  5 1998 00:13:32</w:t>
      </w:r>
      <w:r>
        <w:t xml:space="preserve">,86   4      </w:t>
      </w:r>
    </w:p>
    <w:p w:rsidR="00000000" w:rsidRDefault="006172CE">
      <w:pPr>
        <w:pStyle w:val="HTML"/>
        <w:divId w:val="315846004"/>
      </w:pPr>
      <w:r>
        <w:t xml:space="preserve">   5 </w:t>
      </w:r>
      <w:proofErr w:type="spellStart"/>
      <w:r>
        <w:t>Свиридченкова</w:t>
      </w:r>
      <w:proofErr w:type="spellEnd"/>
      <w:r>
        <w:t xml:space="preserve"> Екатерина   Москва, Буревестник         21 1993 00:13:43,68   5      </w:t>
      </w:r>
    </w:p>
    <w:p w:rsidR="00000000" w:rsidRDefault="006172CE">
      <w:pPr>
        <w:pStyle w:val="HTML"/>
        <w:divId w:val="315846004"/>
      </w:pPr>
      <w:r>
        <w:t xml:space="preserve">   6 Прилуцкая Анна</w:t>
      </w:r>
      <w:proofErr w:type="gramStart"/>
      <w:r>
        <w:t xml:space="preserve">            Л</w:t>
      </w:r>
      <w:proofErr w:type="gramEnd"/>
      <w:r>
        <w:t xml:space="preserve">ично                      121 1996 00:13:45,71   6      </w:t>
      </w:r>
    </w:p>
    <w:p w:rsidR="00000000" w:rsidRDefault="006172CE">
      <w:pPr>
        <w:pStyle w:val="HTML"/>
        <w:divId w:val="315846004"/>
      </w:pPr>
      <w:r>
        <w:t xml:space="preserve">   7 Островская Анастасия      </w:t>
      </w:r>
      <w:proofErr w:type="spellStart"/>
      <w:r>
        <w:t>Лунево</w:t>
      </w:r>
      <w:proofErr w:type="spellEnd"/>
      <w:r>
        <w:t>, СДЮСШОР 111         65 19</w:t>
      </w:r>
      <w:r>
        <w:t xml:space="preserve">98 00:14:04,87   7      </w:t>
      </w:r>
    </w:p>
    <w:p w:rsidR="00000000" w:rsidRDefault="006172CE">
      <w:pPr>
        <w:pStyle w:val="HTML"/>
        <w:divId w:val="315846004"/>
      </w:pPr>
      <w:r>
        <w:t xml:space="preserve">   8 </w:t>
      </w:r>
      <w:proofErr w:type="spellStart"/>
      <w:r>
        <w:t>Царькова</w:t>
      </w:r>
      <w:proofErr w:type="spellEnd"/>
      <w:r>
        <w:t xml:space="preserve"> Полина           </w:t>
      </w:r>
      <w:proofErr w:type="gramStart"/>
      <w:r>
        <w:t>Юн</w:t>
      </w:r>
      <w:proofErr w:type="gramEnd"/>
      <w:r>
        <w:t xml:space="preserve">. </w:t>
      </w:r>
      <w:proofErr w:type="spellStart"/>
      <w:r>
        <w:t>Мос</w:t>
      </w:r>
      <w:proofErr w:type="spellEnd"/>
      <w:r>
        <w:t xml:space="preserve">., Луч              110 1995 00:14:08,40   8      </w:t>
      </w:r>
    </w:p>
    <w:p w:rsidR="00000000" w:rsidRDefault="006172CE">
      <w:pPr>
        <w:pStyle w:val="HTML"/>
        <w:divId w:val="315846004"/>
      </w:pPr>
      <w:r>
        <w:t xml:space="preserve">   9 Ухова Юлия                Луч                        103 1994 00:14:51,85   9      </w:t>
      </w:r>
    </w:p>
    <w:p w:rsidR="00000000" w:rsidRDefault="006172CE">
      <w:pPr>
        <w:pStyle w:val="HTML"/>
        <w:divId w:val="315846004"/>
      </w:pPr>
      <w:r>
        <w:t xml:space="preserve">  10 Олейник Ксения            </w:t>
      </w:r>
      <w:proofErr w:type="spellStart"/>
      <w:r>
        <w:t>Лунево</w:t>
      </w:r>
      <w:proofErr w:type="spellEnd"/>
      <w:r>
        <w:t xml:space="preserve">, СДЮСШОР 111   </w:t>
      </w:r>
      <w:r>
        <w:t xml:space="preserve">      66 1999 00:14:55,24  10      </w:t>
      </w:r>
    </w:p>
    <w:p w:rsidR="00000000" w:rsidRDefault="006172CE">
      <w:pPr>
        <w:pStyle w:val="HTML"/>
        <w:divId w:val="315846004"/>
      </w:pPr>
      <w:r>
        <w:t xml:space="preserve">  11 Орехова Олеся             Москва                     116 1998 00:15:49,55  11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МЮ,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</w:t>
      </w:r>
      <w:proofErr w:type="spellStart"/>
      <w:r>
        <w:t>Безгин</w:t>
      </w:r>
      <w:proofErr w:type="spellEnd"/>
      <w:r>
        <w:t xml:space="preserve"> Илья          </w:t>
      </w:r>
      <w:r>
        <w:t xml:space="preserve">     ДЮСШ 32                     14 1995 00:10:36,00   1      </w:t>
      </w:r>
    </w:p>
    <w:p w:rsidR="00000000" w:rsidRDefault="006172CE">
      <w:pPr>
        <w:pStyle w:val="HTML"/>
        <w:divId w:val="315846004"/>
      </w:pPr>
      <w:r>
        <w:t xml:space="preserve">   2 Веденеев Алексей          СДЮСШОР </w:t>
      </w:r>
      <w:proofErr w:type="gramStart"/>
      <w:r>
        <w:t>Бабушкино</w:t>
      </w:r>
      <w:proofErr w:type="gramEnd"/>
      <w:r>
        <w:t xml:space="preserve">           13 1995 00:10:57,05   2      </w:t>
      </w:r>
    </w:p>
    <w:p w:rsidR="00000000" w:rsidRDefault="006172CE">
      <w:pPr>
        <w:pStyle w:val="HTML"/>
        <w:divId w:val="315846004"/>
      </w:pPr>
      <w:r>
        <w:t xml:space="preserve">   3 Еременко Сергей           ДЮСШ 93                    101 1995 00:11:18,47   3      </w:t>
      </w:r>
    </w:p>
    <w:p w:rsidR="00000000" w:rsidRDefault="006172CE">
      <w:pPr>
        <w:pStyle w:val="HTML"/>
        <w:divId w:val="315846004"/>
      </w:pPr>
      <w:r>
        <w:t xml:space="preserve">   4 Бобин Алек</w:t>
      </w:r>
      <w:r>
        <w:t xml:space="preserve">сей             МГСУ НИУ                   115 1994 00:11:47,05   4      </w:t>
      </w:r>
    </w:p>
    <w:p w:rsidR="00000000" w:rsidRDefault="006172CE">
      <w:pPr>
        <w:pStyle w:val="HTML"/>
        <w:divId w:val="315846004"/>
      </w:pPr>
      <w:r>
        <w:t xml:space="preserve">   5 </w:t>
      </w:r>
      <w:proofErr w:type="spellStart"/>
      <w:r>
        <w:t>Сураев</w:t>
      </w:r>
      <w:proofErr w:type="spellEnd"/>
      <w:r>
        <w:t xml:space="preserve"> Иван               СДЮШОР111 Зеленоград        64 1995 00:11:56,05   5      </w:t>
      </w:r>
    </w:p>
    <w:p w:rsidR="00000000" w:rsidRDefault="006172CE">
      <w:pPr>
        <w:pStyle w:val="HTML"/>
        <w:divId w:val="315846004"/>
      </w:pPr>
      <w:r>
        <w:t xml:space="preserve">   6 Горелик Дмитрий           Благовещенск                 3 1992 00:11:58,67   6      </w:t>
      </w:r>
    </w:p>
    <w:p w:rsidR="00000000" w:rsidRDefault="006172CE">
      <w:pPr>
        <w:pStyle w:val="HTML"/>
        <w:divId w:val="315846004"/>
      </w:pPr>
      <w:r>
        <w:t xml:space="preserve">   7</w:t>
      </w:r>
      <w:r>
        <w:t xml:space="preserve"> </w:t>
      </w:r>
      <w:proofErr w:type="spellStart"/>
      <w:r>
        <w:t>Булов</w:t>
      </w:r>
      <w:proofErr w:type="spellEnd"/>
      <w:r>
        <w:t xml:space="preserve"> Илья                СДЮСШОР </w:t>
      </w:r>
      <w:proofErr w:type="gramStart"/>
      <w:r>
        <w:t>Бабушкино</w:t>
      </w:r>
      <w:proofErr w:type="gramEnd"/>
      <w:r>
        <w:t xml:space="preserve">           69 1993 00:12:04,79   7      </w:t>
      </w:r>
    </w:p>
    <w:p w:rsidR="00000000" w:rsidRDefault="006172CE">
      <w:pPr>
        <w:pStyle w:val="HTML"/>
        <w:divId w:val="315846004"/>
      </w:pPr>
      <w:r>
        <w:t xml:space="preserve">   8 Тишкин Илья                                          111 1997 00:12:13,75   8      </w:t>
      </w:r>
    </w:p>
    <w:p w:rsidR="00000000" w:rsidRDefault="006172CE">
      <w:pPr>
        <w:pStyle w:val="HTML"/>
        <w:divId w:val="315846004"/>
      </w:pPr>
      <w:r>
        <w:t xml:space="preserve">   9 Игнатьев Валерий          Юность Москвы                6      00:13:04,44   9</w:t>
      </w:r>
      <w:r>
        <w:t xml:space="preserve">      </w:t>
      </w:r>
    </w:p>
    <w:p w:rsidR="00000000" w:rsidRDefault="006172CE">
      <w:pPr>
        <w:pStyle w:val="HTML"/>
        <w:divId w:val="315846004"/>
      </w:pPr>
      <w:r>
        <w:t xml:space="preserve">  10 </w:t>
      </w:r>
      <w:proofErr w:type="spellStart"/>
      <w:r>
        <w:t>Манулычев</w:t>
      </w:r>
      <w:proofErr w:type="spellEnd"/>
      <w:r>
        <w:t xml:space="preserve"> Александр       </w:t>
      </w:r>
      <w:proofErr w:type="spellStart"/>
      <w:r>
        <w:t>Лунево</w:t>
      </w:r>
      <w:proofErr w:type="spellEnd"/>
      <w:r>
        <w:t xml:space="preserve">, СДЮСШОР 111        113 1999 00:13:24,88  10      </w:t>
      </w:r>
    </w:p>
    <w:p w:rsidR="00000000" w:rsidRDefault="006172CE">
      <w:pPr>
        <w:pStyle w:val="HTML"/>
        <w:divId w:val="315846004"/>
      </w:pPr>
      <w:r>
        <w:t xml:space="preserve">  11 </w:t>
      </w:r>
      <w:proofErr w:type="spellStart"/>
      <w:r>
        <w:t>Лылов</w:t>
      </w:r>
      <w:proofErr w:type="spellEnd"/>
      <w:r>
        <w:t xml:space="preserve"> Иван                Москва                       1 1998 00:17:50,79  11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М,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</w:t>
      </w:r>
      <w:r>
        <w:rPr>
          <w:b/>
          <w:bCs/>
        </w:rPr>
        <w:t xml:space="preserve">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Марченков Иван            Подольск СДЮСШОР     МС     71 1985 00:10:33,26   1      </w:t>
      </w:r>
    </w:p>
    <w:p w:rsidR="00000000" w:rsidRDefault="006172CE">
      <w:pPr>
        <w:pStyle w:val="HTML"/>
        <w:divId w:val="315846004"/>
      </w:pPr>
      <w:r>
        <w:t xml:space="preserve">   2 Солодов Иван              Луч                  КМС    52 1989 00:10:39,80   2      </w:t>
      </w:r>
    </w:p>
    <w:p w:rsidR="00000000" w:rsidRDefault="006172CE">
      <w:pPr>
        <w:pStyle w:val="HTML"/>
        <w:divId w:val="315846004"/>
      </w:pPr>
      <w:r>
        <w:t xml:space="preserve">   3 Корсаков Сергей           ГУ ЦСП Луч    </w:t>
      </w:r>
      <w:r>
        <w:t xml:space="preserve">               2 1991 00:10:45,18   3      </w:t>
      </w:r>
    </w:p>
    <w:p w:rsidR="00000000" w:rsidRDefault="006172CE">
      <w:pPr>
        <w:pStyle w:val="HTML"/>
        <w:divId w:val="315846004"/>
      </w:pPr>
      <w:r>
        <w:t xml:space="preserve">   4 Царев Сергей              СК </w:t>
      </w:r>
      <w:proofErr w:type="gramStart"/>
      <w:r>
        <w:t>Вороново</w:t>
      </w:r>
      <w:proofErr w:type="gramEnd"/>
      <w:r>
        <w:t xml:space="preserve">                 19 1990 00:10:50,46   4      </w:t>
      </w:r>
    </w:p>
    <w:p w:rsidR="00000000" w:rsidRDefault="006172CE">
      <w:pPr>
        <w:pStyle w:val="HTML"/>
        <w:divId w:val="315846004"/>
      </w:pPr>
      <w:r>
        <w:t xml:space="preserve">   5 </w:t>
      </w:r>
      <w:proofErr w:type="spellStart"/>
      <w:r>
        <w:t>Чекаленко</w:t>
      </w:r>
      <w:proofErr w:type="spellEnd"/>
      <w:r>
        <w:t xml:space="preserve"> Виталий         </w:t>
      </w:r>
      <w:proofErr w:type="spellStart"/>
      <w:r>
        <w:t>Skiwax</w:t>
      </w:r>
      <w:proofErr w:type="spellEnd"/>
      <w:r>
        <w:t xml:space="preserve">               I      18 1990 00:11:08,82   5      </w:t>
      </w:r>
    </w:p>
    <w:p w:rsidR="00000000" w:rsidRDefault="006172CE">
      <w:pPr>
        <w:pStyle w:val="HTML"/>
        <w:divId w:val="315846004"/>
      </w:pPr>
      <w:r>
        <w:t xml:space="preserve">   6 Чугунов Иван              Мос</w:t>
      </w:r>
      <w:r>
        <w:t xml:space="preserve">ква, Буревестник        120 1990 00:11:10,42   6      </w:t>
      </w:r>
    </w:p>
    <w:p w:rsidR="00000000" w:rsidRDefault="006172CE">
      <w:pPr>
        <w:pStyle w:val="HTML"/>
        <w:divId w:val="315846004"/>
      </w:pPr>
      <w:r>
        <w:t xml:space="preserve">   7 Меликов Андрей            Белгород                     4 1992 00:11:15,87   7      </w:t>
      </w:r>
    </w:p>
    <w:p w:rsidR="00000000" w:rsidRDefault="006172CE">
      <w:pPr>
        <w:pStyle w:val="HTML"/>
        <w:divId w:val="315846004"/>
      </w:pPr>
      <w:r>
        <w:t xml:space="preserve">   8 Мащенко Александр         Москва                      70 1980 00:11:18,30   8      </w:t>
      </w:r>
    </w:p>
    <w:p w:rsidR="00000000" w:rsidRDefault="006172CE">
      <w:pPr>
        <w:pStyle w:val="HTML"/>
        <w:divId w:val="315846004"/>
      </w:pPr>
      <w:r>
        <w:t xml:space="preserve">   9 </w:t>
      </w:r>
      <w:proofErr w:type="spellStart"/>
      <w:r>
        <w:t>Сабирзянов</w:t>
      </w:r>
      <w:proofErr w:type="spellEnd"/>
      <w:r>
        <w:t xml:space="preserve"> Артем  </w:t>
      </w:r>
      <w:r>
        <w:t xml:space="preserve">        ФСО Москва           КМС    53 1981 00:11:27,33   9      </w:t>
      </w:r>
    </w:p>
    <w:p w:rsidR="00000000" w:rsidRDefault="006172CE">
      <w:pPr>
        <w:pStyle w:val="HTML"/>
        <w:divId w:val="315846004"/>
      </w:pPr>
      <w:r>
        <w:t xml:space="preserve">  10 Клюквин Дмитрий           Троицк               МС     57 1988 00:11:28,89  10      </w:t>
      </w:r>
    </w:p>
    <w:p w:rsidR="00000000" w:rsidRDefault="006172CE">
      <w:pPr>
        <w:pStyle w:val="HTML"/>
        <w:divId w:val="315846004"/>
      </w:pPr>
      <w:r>
        <w:t xml:space="preserve">  11 </w:t>
      </w:r>
      <w:proofErr w:type="spellStart"/>
      <w:r>
        <w:t>Анфилов</w:t>
      </w:r>
      <w:proofErr w:type="spellEnd"/>
      <w:r>
        <w:t xml:space="preserve"> Александр         Москва                       9 1977 00:11:31,87  11      </w:t>
      </w:r>
    </w:p>
    <w:p w:rsidR="00000000" w:rsidRDefault="006172CE">
      <w:pPr>
        <w:pStyle w:val="HTML"/>
        <w:divId w:val="315846004"/>
      </w:pPr>
      <w:r>
        <w:t xml:space="preserve">  12 Фролов </w:t>
      </w:r>
      <w:r>
        <w:t xml:space="preserve">Андрей             Москва                      68 1988 00:11:53,76  12      </w:t>
      </w:r>
    </w:p>
    <w:p w:rsidR="00000000" w:rsidRDefault="006172CE">
      <w:pPr>
        <w:pStyle w:val="HTML"/>
        <w:divId w:val="315846004"/>
      </w:pPr>
      <w:r>
        <w:t xml:space="preserve">  13 Власов Юрий</w:t>
      </w:r>
      <w:proofErr w:type="gramStart"/>
      <w:r>
        <w:t xml:space="preserve">               Л</w:t>
      </w:r>
      <w:proofErr w:type="gramEnd"/>
      <w:r>
        <w:t xml:space="preserve">ично                I      61 1974 00:12:03,12  13      </w:t>
      </w:r>
    </w:p>
    <w:p w:rsidR="00000000" w:rsidRDefault="006172CE">
      <w:pPr>
        <w:pStyle w:val="HTML"/>
        <w:divId w:val="315846004"/>
      </w:pPr>
      <w:r>
        <w:t xml:space="preserve">  14 </w:t>
      </w:r>
      <w:proofErr w:type="spellStart"/>
      <w:r>
        <w:t>Стыркин</w:t>
      </w:r>
      <w:proofErr w:type="spellEnd"/>
      <w:r>
        <w:t xml:space="preserve"> Михаил            Москва                     118 1972 00:12:05,51  14      </w:t>
      </w:r>
    </w:p>
    <w:p w:rsidR="00000000" w:rsidRDefault="006172CE">
      <w:pPr>
        <w:pStyle w:val="HTML"/>
        <w:divId w:val="315846004"/>
      </w:pPr>
      <w:r>
        <w:t xml:space="preserve"> </w:t>
      </w:r>
      <w:r>
        <w:t xml:space="preserve"> 15 Кривошеев Антон           Реутов                     108 1987 00:12:13,18  15      </w:t>
      </w:r>
    </w:p>
    <w:p w:rsidR="00000000" w:rsidRDefault="006172CE">
      <w:pPr>
        <w:pStyle w:val="HTML"/>
        <w:divId w:val="315846004"/>
      </w:pPr>
      <w:r>
        <w:t xml:space="preserve">  16 Смирнов Владислав         МГТУ                       117 1989 00:12:41,62  16      </w:t>
      </w:r>
    </w:p>
    <w:p w:rsidR="00000000" w:rsidRDefault="006172CE">
      <w:pPr>
        <w:pStyle w:val="HTML"/>
        <w:divId w:val="315846004"/>
      </w:pPr>
      <w:r>
        <w:t xml:space="preserve">  17 Киселев Алексей           Троицк                      56 1987 00:15:26,62 </w:t>
      </w:r>
      <w:r>
        <w:t xml:space="preserve"> 17      </w:t>
      </w:r>
    </w:p>
    <w:p w:rsidR="00000000" w:rsidRDefault="006172CE">
      <w:pPr>
        <w:pStyle w:val="HTML"/>
        <w:divId w:val="315846004"/>
      </w:pPr>
      <w:r>
        <w:t xml:space="preserve">  18 Князев Дмитрий            Москва                      62 1989 00:16:32,93  18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proofErr w:type="gramStart"/>
      <w:r>
        <w:rPr>
          <w:rFonts w:eastAsia="Times New Roman"/>
        </w:rPr>
        <w:t>Ж</w:t>
      </w:r>
      <w:proofErr w:type="gramEnd"/>
      <w:r>
        <w:rPr>
          <w:rFonts w:eastAsia="Times New Roman"/>
        </w:rPr>
        <w:t>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Веденеева Елена           </w:t>
      </w:r>
      <w:proofErr w:type="spellStart"/>
      <w:r>
        <w:t>Skiwax</w:t>
      </w:r>
      <w:proofErr w:type="spellEnd"/>
      <w:r>
        <w:t xml:space="preserve">               </w:t>
      </w:r>
      <w:r>
        <w:t xml:space="preserve">МСМК   63 1971 00:11:32,27   1      </w:t>
      </w:r>
    </w:p>
    <w:p w:rsidR="00000000" w:rsidRDefault="006172CE">
      <w:pPr>
        <w:pStyle w:val="HTML"/>
        <w:divId w:val="315846004"/>
      </w:pPr>
      <w:r>
        <w:t xml:space="preserve">   2 Прилуцкая Антонина        Зеленоград                 122 1991 00:13:10,36   2      </w:t>
      </w:r>
    </w:p>
    <w:p w:rsidR="00000000" w:rsidRDefault="006172CE">
      <w:pPr>
        <w:pStyle w:val="HTML"/>
        <w:divId w:val="315846004"/>
      </w:pPr>
      <w:r>
        <w:t xml:space="preserve">   3 Прохорова Варвара         Москва                     102 1991 00:13:31,75   3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М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>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</w:t>
      </w:r>
      <w:r>
        <w:rPr>
          <w:b/>
          <w:bCs/>
        </w:rPr>
        <w:t xml:space="preserve">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</w:t>
      </w:r>
      <w:proofErr w:type="spellStart"/>
      <w:r>
        <w:t>Бугера</w:t>
      </w:r>
      <w:proofErr w:type="spellEnd"/>
      <w:r>
        <w:t xml:space="preserve"> Руслан             Москва                     109 1971 00:11:08,14   1      </w:t>
      </w:r>
    </w:p>
    <w:p w:rsidR="00000000" w:rsidRDefault="006172CE">
      <w:pPr>
        <w:pStyle w:val="HTML"/>
        <w:divId w:val="315846004"/>
      </w:pPr>
      <w:r>
        <w:t xml:space="preserve">   2 Королев Владимир          Жуковский                  106 1965 00:11:08,87   2      </w:t>
      </w:r>
    </w:p>
    <w:p w:rsidR="00000000" w:rsidRDefault="006172CE">
      <w:pPr>
        <w:pStyle w:val="HTML"/>
        <w:divId w:val="315846004"/>
      </w:pPr>
      <w:r>
        <w:t xml:space="preserve">   3 Щепеткин </w:t>
      </w:r>
      <w:r>
        <w:t xml:space="preserve">Алексей          Краснознаменск       I      59 1968 00:11:13,75   3      </w:t>
      </w:r>
    </w:p>
    <w:p w:rsidR="00000000" w:rsidRDefault="006172CE">
      <w:pPr>
        <w:pStyle w:val="HTML"/>
        <w:divId w:val="315846004"/>
      </w:pPr>
      <w:r>
        <w:t xml:space="preserve">   4 </w:t>
      </w:r>
      <w:proofErr w:type="spellStart"/>
      <w:r>
        <w:t>Милованов</w:t>
      </w:r>
      <w:proofErr w:type="spellEnd"/>
      <w:r>
        <w:t xml:space="preserve"> Михаил          Зеленоград           МС    119 1965 00:11:26,21   4      </w:t>
      </w:r>
    </w:p>
    <w:p w:rsidR="00000000" w:rsidRDefault="006172CE">
      <w:pPr>
        <w:pStyle w:val="HTML"/>
        <w:divId w:val="315846004"/>
      </w:pPr>
      <w:r>
        <w:t xml:space="preserve">   5 Веденеев Дмитрий          Москва, Динамо       МС    112 1966 00:11:41,10   5      </w:t>
      </w:r>
    </w:p>
    <w:p w:rsidR="00000000" w:rsidRDefault="006172CE">
      <w:pPr>
        <w:pStyle w:val="HTML"/>
        <w:divId w:val="315846004"/>
      </w:pPr>
      <w:r>
        <w:t xml:space="preserve">   </w:t>
      </w:r>
      <w:r>
        <w:t xml:space="preserve">6 </w:t>
      </w:r>
      <w:proofErr w:type="spellStart"/>
      <w:r>
        <w:t>Омельчук</w:t>
      </w:r>
      <w:proofErr w:type="spellEnd"/>
      <w:r>
        <w:t xml:space="preserve"> Михаил           Солнечногорск        I      17 1969 00:11:50,86   6      </w:t>
      </w:r>
    </w:p>
    <w:p w:rsidR="00000000" w:rsidRDefault="006172CE">
      <w:pPr>
        <w:pStyle w:val="HTML"/>
        <w:divId w:val="315846004"/>
      </w:pPr>
      <w:r>
        <w:t xml:space="preserve">   7 </w:t>
      </w:r>
      <w:proofErr w:type="spellStart"/>
      <w:r>
        <w:t>Саломащенко</w:t>
      </w:r>
      <w:proofErr w:type="spellEnd"/>
      <w:r>
        <w:t xml:space="preserve"> Сергей        Динамо               I      11 1970 00:12:08,57   7      </w:t>
      </w:r>
    </w:p>
    <w:p w:rsidR="00000000" w:rsidRDefault="006172CE">
      <w:pPr>
        <w:pStyle w:val="HTML"/>
        <w:divId w:val="315846004"/>
      </w:pPr>
      <w:r>
        <w:t xml:space="preserve">   8 Голубков Леонид           Москва               КМС    20 1963 00:12:09,58   </w:t>
      </w:r>
      <w:r>
        <w:t xml:space="preserve">8      </w:t>
      </w:r>
    </w:p>
    <w:p w:rsidR="00000000" w:rsidRDefault="006172CE">
      <w:pPr>
        <w:pStyle w:val="HTML"/>
        <w:divId w:val="315846004"/>
      </w:pPr>
      <w:r>
        <w:t xml:space="preserve">   9 </w:t>
      </w:r>
      <w:proofErr w:type="spellStart"/>
      <w:r>
        <w:t>Люмаров</w:t>
      </w:r>
      <w:proofErr w:type="spellEnd"/>
      <w:r>
        <w:t xml:space="preserve"> Георгий           Москва                      51 1971 00:12:39,76   9      </w:t>
      </w:r>
    </w:p>
    <w:p w:rsidR="00000000" w:rsidRDefault="006172CE">
      <w:pPr>
        <w:pStyle w:val="HTML"/>
        <w:divId w:val="315846004"/>
      </w:pPr>
      <w:r>
        <w:t xml:space="preserve">  10 Гришин Юрий               Москва               II     16 1963 00:12:41,83  10      </w:t>
      </w:r>
    </w:p>
    <w:p w:rsidR="00000000" w:rsidRDefault="006172CE">
      <w:pPr>
        <w:pStyle w:val="HTML"/>
        <w:divId w:val="315846004"/>
      </w:pPr>
      <w:r>
        <w:t xml:space="preserve">  11 </w:t>
      </w:r>
      <w:proofErr w:type="spellStart"/>
      <w:r>
        <w:t>Кольтеров</w:t>
      </w:r>
      <w:proofErr w:type="spellEnd"/>
      <w:r>
        <w:t xml:space="preserve"> Сергей          Москва                      67 1968 00:</w:t>
      </w:r>
      <w:r>
        <w:t xml:space="preserve">14:33,11  11      </w:t>
      </w:r>
    </w:p>
    <w:p w:rsidR="00000000" w:rsidRDefault="006172CE">
      <w:pPr>
        <w:pStyle w:val="HTML"/>
        <w:divId w:val="315846004"/>
      </w:pPr>
      <w:r>
        <w:t xml:space="preserve">  12 Сухов Алексей             Москва                      55 1971 00:15:27,45  12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М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>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</w:t>
      </w:r>
      <w:proofErr w:type="spellStart"/>
      <w:r>
        <w:t>Ильвовский</w:t>
      </w:r>
      <w:proofErr w:type="spellEnd"/>
      <w:r>
        <w:t xml:space="preserve"> Алексей        Москва      </w:t>
      </w:r>
      <w:r>
        <w:t xml:space="preserve">         КМС    10 1961 00:11:35,65   1      </w:t>
      </w:r>
    </w:p>
    <w:p w:rsidR="00000000" w:rsidRDefault="006172CE">
      <w:pPr>
        <w:pStyle w:val="HTML"/>
        <w:divId w:val="315846004"/>
      </w:pPr>
      <w:r>
        <w:t xml:space="preserve">   2 </w:t>
      </w:r>
      <w:proofErr w:type="spellStart"/>
      <w:r>
        <w:t>Войчин</w:t>
      </w:r>
      <w:proofErr w:type="spellEnd"/>
      <w:r>
        <w:t xml:space="preserve"> Владимир           Москва                       8 1961 00:11:46,24   2      </w:t>
      </w:r>
    </w:p>
    <w:p w:rsidR="00000000" w:rsidRDefault="006172CE">
      <w:pPr>
        <w:pStyle w:val="HTML"/>
        <w:divId w:val="315846004"/>
      </w:pPr>
      <w:r>
        <w:t xml:space="preserve">   3 </w:t>
      </w:r>
      <w:proofErr w:type="spellStart"/>
      <w:r>
        <w:t>Клинецкий</w:t>
      </w:r>
      <w:proofErr w:type="spellEnd"/>
      <w:r>
        <w:t xml:space="preserve"> Евгений         Жуковский                    7 1960 00:11:54,67   3      </w:t>
      </w:r>
    </w:p>
    <w:p w:rsidR="00000000" w:rsidRDefault="006172CE">
      <w:pPr>
        <w:pStyle w:val="HTML"/>
        <w:divId w:val="315846004"/>
      </w:pPr>
      <w:r>
        <w:t xml:space="preserve">   4 Доценко Виктор            Д</w:t>
      </w:r>
      <w:r>
        <w:t xml:space="preserve">олгопрудный         МС    104 1957 00:12:02,83   4      </w:t>
      </w:r>
    </w:p>
    <w:p w:rsidR="00000000" w:rsidRDefault="006172CE">
      <w:pPr>
        <w:pStyle w:val="HTML"/>
        <w:divId w:val="315846004"/>
      </w:pPr>
      <w:r>
        <w:t xml:space="preserve">   5 Воронин </w:t>
      </w:r>
      <w:proofErr w:type="spellStart"/>
      <w:r>
        <w:t>Константини</w:t>
      </w:r>
      <w:proofErr w:type="spellEnd"/>
      <w:r>
        <w:t xml:space="preserve">       Королев              МС    114 1956 00:12:05,22   5      </w:t>
      </w:r>
    </w:p>
    <w:p w:rsidR="00000000" w:rsidRDefault="006172CE">
      <w:pPr>
        <w:pStyle w:val="HTML"/>
        <w:divId w:val="315846004"/>
      </w:pPr>
      <w:r>
        <w:t xml:space="preserve">   6 Савельев Владимир         Москва                      60 1952 00:12:36,47   6      </w:t>
      </w:r>
    </w:p>
    <w:p w:rsidR="00000000" w:rsidRDefault="006172CE">
      <w:pPr>
        <w:pStyle w:val="HTML"/>
        <w:divId w:val="315846004"/>
      </w:pPr>
      <w:r>
        <w:t xml:space="preserve">   7 Носков Олег     </w:t>
      </w:r>
      <w:r>
        <w:t xml:space="preserve">          Сергиев-Посад        I      58 1961 00:12:40,35   7      </w:t>
      </w:r>
    </w:p>
    <w:p w:rsidR="00000000" w:rsidRDefault="006172CE">
      <w:pPr>
        <w:pStyle w:val="HTML"/>
        <w:divId w:val="315846004"/>
      </w:pPr>
      <w:r>
        <w:t xml:space="preserve">   8 Шварц Михаил              Москва                      12 1961 00:12:46,54   8      </w:t>
      </w:r>
    </w:p>
    <w:p w:rsidR="00000000" w:rsidRDefault="006172CE">
      <w:pPr>
        <w:pStyle w:val="HTML"/>
        <w:divId w:val="315846004"/>
      </w:pPr>
      <w:r>
        <w:t xml:space="preserve">   9 </w:t>
      </w:r>
      <w:proofErr w:type="spellStart"/>
      <w:r>
        <w:t>Позднаков</w:t>
      </w:r>
      <w:proofErr w:type="spellEnd"/>
      <w:r>
        <w:t xml:space="preserve"> Сергей</w:t>
      </w:r>
      <w:proofErr w:type="gramStart"/>
      <w:r>
        <w:t xml:space="preserve">          Л</w:t>
      </w:r>
      <w:proofErr w:type="gramEnd"/>
      <w:r>
        <w:t xml:space="preserve">ично                      105 1954 00:13:28,73   9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В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, 6.000 </w:t>
      </w:r>
      <w:r>
        <w:rPr>
          <w:rFonts w:eastAsia="Times New Roman"/>
        </w:rPr>
        <w:t>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</w:t>
      </w:r>
      <w:proofErr w:type="spellStart"/>
      <w:r>
        <w:t>Мошкарев</w:t>
      </w:r>
      <w:proofErr w:type="spellEnd"/>
      <w:r>
        <w:t xml:space="preserve"> Михаил           Калининград          МС    187 1947 00:12:32,20   1      </w:t>
      </w:r>
    </w:p>
    <w:p w:rsidR="00000000" w:rsidRDefault="006172CE">
      <w:pPr>
        <w:pStyle w:val="HTML"/>
        <w:divId w:val="315846004"/>
      </w:pPr>
      <w:r>
        <w:t xml:space="preserve">   2 Елисеев Александр         Москва                     198 1951 00:12</w:t>
      </w:r>
      <w:r>
        <w:t xml:space="preserve">:44,65   2      </w:t>
      </w:r>
    </w:p>
    <w:p w:rsidR="00000000" w:rsidRDefault="006172CE">
      <w:pPr>
        <w:pStyle w:val="HTML"/>
        <w:divId w:val="315846004"/>
      </w:pPr>
      <w:r>
        <w:t xml:space="preserve">   3 Гуляев Виктор             с/к </w:t>
      </w:r>
      <w:proofErr w:type="spellStart"/>
      <w:r>
        <w:t>Ромашково</w:t>
      </w:r>
      <w:proofErr w:type="spellEnd"/>
      <w:r>
        <w:t xml:space="preserve">        МС    195 1951 00:12:45,48   3      </w:t>
      </w:r>
    </w:p>
    <w:p w:rsidR="00000000" w:rsidRDefault="006172CE">
      <w:pPr>
        <w:pStyle w:val="HTML"/>
        <w:divId w:val="315846004"/>
      </w:pPr>
      <w:r>
        <w:t xml:space="preserve">   4 Головко Валерий           </w:t>
      </w:r>
      <w:proofErr w:type="gramStart"/>
      <w:r>
        <w:t>с</w:t>
      </w:r>
      <w:proofErr w:type="gramEnd"/>
      <w:r>
        <w:t xml:space="preserve">/к </w:t>
      </w:r>
      <w:proofErr w:type="spellStart"/>
      <w:r>
        <w:t>Ромашково</w:t>
      </w:r>
      <w:proofErr w:type="spellEnd"/>
      <w:r>
        <w:t xml:space="preserve">              200 1946 00:13:24,47   4      </w:t>
      </w:r>
    </w:p>
    <w:p w:rsidR="00000000" w:rsidRDefault="006172CE">
      <w:pPr>
        <w:pStyle w:val="HTML"/>
        <w:divId w:val="315846004"/>
      </w:pPr>
      <w:r>
        <w:t xml:space="preserve">   5 </w:t>
      </w:r>
      <w:proofErr w:type="spellStart"/>
      <w:r>
        <w:t>Гетьман</w:t>
      </w:r>
      <w:proofErr w:type="spellEnd"/>
      <w:r>
        <w:t xml:space="preserve"> Андрей            Королев                    188</w:t>
      </w:r>
      <w:r>
        <w:t xml:space="preserve"> 1951 00:13:55,41   5      </w:t>
      </w:r>
    </w:p>
    <w:p w:rsidR="00000000" w:rsidRDefault="006172CE">
      <w:pPr>
        <w:pStyle w:val="HTML"/>
        <w:divId w:val="315846004"/>
      </w:pPr>
      <w:r>
        <w:t xml:space="preserve">   6 Зарецкий Александр        </w:t>
      </w:r>
      <w:proofErr w:type="gramStart"/>
      <w:r>
        <w:t>с</w:t>
      </w:r>
      <w:proofErr w:type="gramEnd"/>
      <w:r>
        <w:t xml:space="preserve">/к </w:t>
      </w:r>
      <w:proofErr w:type="spellStart"/>
      <w:r>
        <w:t>Манжосова</w:t>
      </w:r>
      <w:proofErr w:type="spellEnd"/>
      <w:r>
        <w:t xml:space="preserve">              199 1947 00:14:15,15   6      </w:t>
      </w:r>
    </w:p>
    <w:p w:rsidR="00000000" w:rsidRDefault="006172CE">
      <w:pPr>
        <w:pStyle w:val="HTML"/>
        <w:divId w:val="315846004"/>
      </w:pPr>
      <w:r>
        <w:t xml:space="preserve">   7 </w:t>
      </w:r>
      <w:proofErr w:type="spellStart"/>
      <w:r>
        <w:t>Пуляев</w:t>
      </w:r>
      <w:proofErr w:type="spellEnd"/>
      <w:r>
        <w:t xml:space="preserve"> Лев                Королев                    189 1947 00:14:33,33   7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В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>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</w:t>
      </w:r>
      <w:r>
        <w:rPr>
          <w:b/>
          <w:bCs/>
        </w:rPr>
        <w:t xml:space="preserve">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Мазин Григорий</w:t>
      </w:r>
      <w:proofErr w:type="gramStart"/>
      <w:r>
        <w:t xml:space="preserve">            Л</w:t>
      </w:r>
      <w:proofErr w:type="gramEnd"/>
      <w:r>
        <w:t xml:space="preserve">ично                      193 1939 00:14:46,07   1      </w:t>
      </w:r>
    </w:p>
    <w:p w:rsidR="00000000" w:rsidRDefault="006172CE">
      <w:pPr>
        <w:pStyle w:val="HTML"/>
        <w:divId w:val="315846004"/>
      </w:pPr>
      <w:r>
        <w:t xml:space="preserve">   2 Фомин Валентин            Красногорск          I     197 1940 00:15:14,36   2      </w:t>
      </w:r>
    </w:p>
    <w:p w:rsidR="00000000" w:rsidRDefault="006172CE">
      <w:pPr>
        <w:pStyle w:val="HTML"/>
        <w:divId w:val="315846004"/>
      </w:pPr>
      <w:r>
        <w:t xml:space="preserve">   3 Королева Вера     </w:t>
      </w:r>
      <w:r>
        <w:t xml:space="preserve">        Краснознаменск             191 1948 00:15:23,34   3      </w:t>
      </w:r>
    </w:p>
    <w:p w:rsidR="00000000" w:rsidRDefault="006172CE">
      <w:pPr>
        <w:pStyle w:val="HTML"/>
        <w:divId w:val="315846004"/>
      </w:pPr>
      <w:r>
        <w:t xml:space="preserve">   4 Митин Василий             Монино                     190 1937 00:16:58,37   4      </w:t>
      </w:r>
    </w:p>
    <w:p w:rsidR="00000000" w:rsidRDefault="006172CE">
      <w:pPr>
        <w:pStyle w:val="HTML"/>
        <w:divId w:val="315846004"/>
      </w:pPr>
      <w:r>
        <w:t xml:space="preserve">   5 </w:t>
      </w:r>
      <w:proofErr w:type="spellStart"/>
      <w:r>
        <w:t>Урм</w:t>
      </w:r>
      <w:proofErr w:type="spellEnd"/>
      <w:r>
        <w:t xml:space="preserve"> Эрнст                 Москва                     196 1937 00:20:12,65   5      </w:t>
      </w:r>
    </w:p>
    <w:p w:rsidR="00000000" w:rsidRDefault="006172C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5846004"/>
        <w:rPr>
          <w:rFonts w:eastAsia="Times New Roman"/>
        </w:rPr>
      </w:pPr>
      <w:r>
        <w:rPr>
          <w:rFonts w:eastAsia="Times New Roman"/>
        </w:rPr>
        <w:t>В3, 6.000 км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00000" w:rsidRDefault="006172CE">
      <w:pPr>
        <w:pStyle w:val="HTML"/>
        <w:divId w:val="315846004"/>
      </w:pPr>
      <w:r>
        <w:t xml:space="preserve">   1 </w:t>
      </w:r>
      <w:proofErr w:type="spellStart"/>
      <w:r>
        <w:t>Твердохлеб</w:t>
      </w:r>
      <w:proofErr w:type="spellEnd"/>
      <w:r>
        <w:t xml:space="preserve"> Борис          Москва               МС    194 1936 00:15:34,95   1      </w:t>
      </w:r>
    </w:p>
    <w:p w:rsidR="00000000" w:rsidRDefault="006172CE">
      <w:pPr>
        <w:pStyle w:val="HTML"/>
        <w:divId w:val="315846004"/>
      </w:pPr>
      <w:r>
        <w:t xml:space="preserve">   2 </w:t>
      </w:r>
      <w:proofErr w:type="spellStart"/>
      <w:r>
        <w:t>Радцев</w:t>
      </w:r>
      <w:proofErr w:type="spellEnd"/>
      <w:r>
        <w:t xml:space="preserve"> Виктор             ДЮСШ Олимп                 </w:t>
      </w:r>
      <w:r>
        <w:t xml:space="preserve">186 1935 00:17:02,07   2      </w:t>
      </w:r>
    </w:p>
    <w:p w:rsidR="00000000" w:rsidRDefault="006172CE">
      <w:pPr>
        <w:pStyle w:val="HTML"/>
        <w:divId w:val="315846004"/>
      </w:pPr>
      <w:r>
        <w:t xml:space="preserve">   3 </w:t>
      </w:r>
      <w:proofErr w:type="spellStart"/>
      <w:r>
        <w:t>Бобылев</w:t>
      </w:r>
      <w:proofErr w:type="spellEnd"/>
      <w:r>
        <w:t xml:space="preserve"> Константин        Луч                  I     192 1934 00:22:14,33   3      </w:t>
      </w:r>
    </w:p>
    <w:p w:rsidR="00000000" w:rsidRDefault="006172CE">
      <w:pPr>
        <w:pStyle w:val="HTML"/>
        <w:divId w:val="315846004"/>
      </w:pPr>
    </w:p>
    <w:p w:rsidR="00000000" w:rsidRDefault="006172CE">
      <w:pPr>
        <w:pStyle w:val="HTML"/>
        <w:divId w:val="315846004"/>
      </w:pPr>
      <w:r>
        <w:t>Главный судья                                  Артамонова И.А.</w:t>
      </w:r>
    </w:p>
    <w:p w:rsidR="00000000" w:rsidRDefault="006172CE">
      <w:pPr>
        <w:pStyle w:val="HTML"/>
        <w:divId w:val="315846004"/>
      </w:pPr>
    </w:p>
    <w:p w:rsidR="006172CE" w:rsidRDefault="006172CE">
      <w:pPr>
        <w:pStyle w:val="HTML"/>
        <w:divId w:val="315846004"/>
      </w:pPr>
      <w:r>
        <w:t xml:space="preserve">Главный секретарь                              </w:t>
      </w:r>
      <w:proofErr w:type="spellStart"/>
      <w:r>
        <w:t>Соковиков</w:t>
      </w:r>
      <w:proofErr w:type="spellEnd"/>
      <w:r>
        <w:t xml:space="preserve"> С.С.</w:t>
      </w:r>
    </w:p>
    <w:sectPr w:rsidR="0061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08"/>
  <w:noPunctuationKerning/>
  <w:characterSpacingControl w:val="doNotCompress"/>
  <w:compat/>
  <w:rsids>
    <w:rsidRoot w:val="009B47CE"/>
    <w:rsid w:val="006172CE"/>
    <w:rsid w:val="009B4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nsolas" w:eastAsiaTheme="minorEastAsia" w:hAnsi="Consolas" w:hint="default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uiPriority w:val="99"/>
    <w:semiHidden/>
    <w:pPr>
      <w:jc w:val="both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46004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1218</Words>
  <Characters>6948</Characters>
  <Application>Microsoft Office Word</Application>
  <DocSecurity>0</DocSecurity>
  <Lines>57</Lines>
  <Paragraphs>16</Paragraphs>
  <ScaleCrop>false</ScaleCrop>
  <Company>TOSHIBA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дамир</cp:lastModifiedBy>
  <cp:revision>2</cp:revision>
  <dcterms:created xsi:type="dcterms:W3CDTF">2012-09-08T12:22:00Z</dcterms:created>
  <dcterms:modified xsi:type="dcterms:W3CDTF">2012-09-08T12:22:00Z</dcterms:modified>
</cp:coreProperties>
</file>