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51" w:rsidRPr="0068198C" w:rsidRDefault="00822751" w:rsidP="0068198C">
      <w:pPr>
        <w:spacing w:line="240" w:lineRule="auto"/>
        <w:ind w:left="550"/>
        <w:jc w:val="center"/>
        <w:rPr>
          <w:rFonts w:ascii="Times New Roman" w:hAnsi="Times New Roman"/>
          <w:b/>
          <w:sz w:val="40"/>
          <w:szCs w:val="40"/>
        </w:rPr>
      </w:pPr>
      <w:r w:rsidRPr="0068198C">
        <w:rPr>
          <w:rFonts w:ascii="Times New Roman" w:hAnsi="Times New Roman"/>
          <w:b/>
          <w:sz w:val="40"/>
          <w:szCs w:val="40"/>
        </w:rPr>
        <w:t xml:space="preserve">П О Л О Ж Е Н И Е </w:t>
      </w:r>
    </w:p>
    <w:p w:rsidR="00822751" w:rsidRDefault="00822751" w:rsidP="0068198C">
      <w:pPr>
        <w:spacing w:after="0" w:line="240" w:lineRule="auto"/>
        <w:ind w:left="55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sz w:val="24"/>
          <w:szCs w:val="24"/>
        </w:rPr>
        <w:t>о</w:t>
      </w:r>
      <w:r w:rsidRPr="0068198C">
        <w:rPr>
          <w:rFonts w:ascii="Times New Roman" w:hAnsi="Times New Roman"/>
          <w:sz w:val="24"/>
          <w:szCs w:val="24"/>
        </w:rPr>
        <w:t xml:space="preserve"> проведении открытых традиционных лыжных соревнований</w:t>
      </w:r>
      <w:r w:rsidRPr="0068198C">
        <w:rPr>
          <w:rFonts w:ascii="Times New Roman" w:hAnsi="Times New Roman"/>
          <w:b/>
          <w:sz w:val="40"/>
          <w:szCs w:val="40"/>
        </w:rPr>
        <w:t xml:space="preserve"> </w:t>
      </w:r>
    </w:p>
    <w:p w:rsidR="00822751" w:rsidRDefault="00822751" w:rsidP="0068198C">
      <w:pPr>
        <w:spacing w:after="0" w:line="240" w:lineRule="auto"/>
        <w:ind w:left="550"/>
        <w:jc w:val="center"/>
        <w:rPr>
          <w:rFonts w:ascii="Times New Roman" w:hAnsi="Times New Roman"/>
          <w:b/>
          <w:sz w:val="40"/>
          <w:szCs w:val="40"/>
        </w:rPr>
      </w:pPr>
      <w:r w:rsidRPr="0068198C">
        <w:rPr>
          <w:rFonts w:ascii="Times New Roman" w:hAnsi="Times New Roman"/>
          <w:b/>
          <w:sz w:val="40"/>
          <w:szCs w:val="40"/>
        </w:rPr>
        <w:t>«Москвичка-2013»</w:t>
      </w:r>
      <w:r>
        <w:rPr>
          <w:rFonts w:ascii="Times New Roman" w:hAnsi="Times New Roman"/>
          <w:b/>
          <w:sz w:val="40"/>
          <w:szCs w:val="40"/>
        </w:rPr>
        <w:t xml:space="preserve"> 8 марта 2013 года </w:t>
      </w:r>
    </w:p>
    <w:p w:rsidR="00822751" w:rsidRDefault="00822751" w:rsidP="0068198C">
      <w:pPr>
        <w:spacing w:after="0" w:line="240" w:lineRule="auto"/>
        <w:ind w:left="550"/>
        <w:jc w:val="center"/>
        <w:rPr>
          <w:rFonts w:ascii="Times New Roman" w:hAnsi="Times New Roman"/>
          <w:b/>
          <w:sz w:val="40"/>
          <w:szCs w:val="40"/>
        </w:rPr>
      </w:pPr>
    </w:p>
    <w:p w:rsidR="00822751" w:rsidRPr="00422876" w:rsidRDefault="00822751" w:rsidP="0068198C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22876">
        <w:rPr>
          <w:rFonts w:ascii="Times New Roman" w:hAnsi="Times New Roman"/>
          <w:b/>
          <w:sz w:val="20"/>
          <w:szCs w:val="20"/>
        </w:rPr>
        <w:t>ЦЕЛИ И ЗАДАЧИ</w:t>
      </w:r>
    </w:p>
    <w:p w:rsidR="00822751" w:rsidRPr="00422876" w:rsidRDefault="00822751" w:rsidP="0068198C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Соревнования проводятся с целью:</w:t>
      </w:r>
    </w:p>
    <w:p w:rsidR="00822751" w:rsidRPr="00422876" w:rsidRDefault="00822751" w:rsidP="006819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популяризации здорового образа жизни;</w:t>
      </w:r>
    </w:p>
    <w:p w:rsidR="00822751" w:rsidRPr="00422876" w:rsidRDefault="00822751" w:rsidP="006819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привлечения внимания широкого круга общественности Москвы к массовому спорту;</w:t>
      </w:r>
    </w:p>
    <w:p w:rsidR="00822751" w:rsidRPr="00422876" w:rsidRDefault="00822751" w:rsidP="006819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приобщения населения к регулярным занятиям физической культурой и спортом;</w:t>
      </w:r>
    </w:p>
    <w:p w:rsidR="00822751" w:rsidRDefault="00822751" w:rsidP="006819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определение сильнейших лыжниц города Москвы.</w:t>
      </w:r>
    </w:p>
    <w:p w:rsidR="00822751" w:rsidRPr="00422876" w:rsidRDefault="00822751" w:rsidP="00422876">
      <w:pPr>
        <w:pStyle w:val="ListParagraph"/>
        <w:ind w:left="360"/>
        <w:rPr>
          <w:rFonts w:ascii="Times New Roman" w:hAnsi="Times New Roman"/>
          <w:sz w:val="20"/>
          <w:szCs w:val="20"/>
        </w:rPr>
      </w:pPr>
    </w:p>
    <w:p w:rsidR="00822751" w:rsidRPr="00422876" w:rsidRDefault="00822751" w:rsidP="00FE3B75"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b/>
          <w:sz w:val="20"/>
          <w:szCs w:val="20"/>
        </w:rPr>
      </w:pPr>
      <w:r w:rsidRPr="00422876">
        <w:rPr>
          <w:rFonts w:ascii="Times New Roman" w:hAnsi="Times New Roman"/>
          <w:b/>
          <w:sz w:val="20"/>
          <w:szCs w:val="20"/>
        </w:rPr>
        <w:t>РУКОВОДСТВО СОРЕВНОВАНИЯМИ</w:t>
      </w:r>
    </w:p>
    <w:p w:rsidR="00822751" w:rsidRDefault="00822751" w:rsidP="0068198C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Общее руководство подготовкой и организацией соревнований осущес</w:t>
      </w:r>
      <w:r>
        <w:rPr>
          <w:rFonts w:ascii="Times New Roman" w:hAnsi="Times New Roman"/>
          <w:sz w:val="20"/>
          <w:szCs w:val="20"/>
        </w:rPr>
        <w:t xml:space="preserve">твляется РГУФКСМиТ, совместно с </w:t>
      </w:r>
      <w:r w:rsidRPr="00422876">
        <w:rPr>
          <w:rFonts w:ascii="Times New Roman" w:hAnsi="Times New Roman"/>
          <w:sz w:val="20"/>
          <w:szCs w:val="20"/>
        </w:rPr>
        <w:t>РОО «ФЛГМ», ЦФКиС ВАО города Москвы</w:t>
      </w:r>
      <w:r>
        <w:rPr>
          <w:rFonts w:ascii="Times New Roman" w:hAnsi="Times New Roman"/>
          <w:sz w:val="20"/>
          <w:szCs w:val="20"/>
        </w:rPr>
        <w:t>, Префектурой ВАО города Москвы</w:t>
      </w:r>
      <w:r w:rsidRPr="00422876">
        <w:rPr>
          <w:rFonts w:ascii="Times New Roman" w:hAnsi="Times New Roman"/>
          <w:sz w:val="20"/>
          <w:szCs w:val="20"/>
        </w:rPr>
        <w:t>.</w:t>
      </w:r>
    </w:p>
    <w:p w:rsidR="00822751" w:rsidRDefault="00822751" w:rsidP="0068198C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Непосредственное проведение соревнований возлагается на судейскую коллегию кафедры теории и методики лыжного и конькобежного спорта, фигурного катания на коньках РГУФКСМиТ.</w:t>
      </w:r>
    </w:p>
    <w:p w:rsidR="00822751" w:rsidRPr="00422876" w:rsidRDefault="00822751" w:rsidP="0068198C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22751" w:rsidRPr="00422876" w:rsidRDefault="00822751" w:rsidP="00FE3B75"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b/>
          <w:sz w:val="20"/>
          <w:szCs w:val="20"/>
        </w:rPr>
      </w:pPr>
      <w:r w:rsidRPr="00422876">
        <w:rPr>
          <w:rFonts w:ascii="Times New Roman" w:hAnsi="Times New Roman"/>
          <w:b/>
          <w:sz w:val="20"/>
          <w:szCs w:val="20"/>
        </w:rPr>
        <w:t>УЧАСТНИКИ СОРЕВНОВАНИЙ</w:t>
      </w:r>
    </w:p>
    <w:p w:rsidR="00822751" w:rsidRPr="00422876" w:rsidRDefault="00822751" w:rsidP="0068198C">
      <w:pPr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 xml:space="preserve">К участию в открытых традиционных лыжных соревнований «Москвичка-2013»      </w:t>
      </w:r>
    </w:p>
    <w:p w:rsidR="00822751" w:rsidRDefault="00822751" w:rsidP="0042287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b/>
          <w:sz w:val="20"/>
          <w:szCs w:val="20"/>
        </w:rPr>
        <w:t xml:space="preserve"> ДИСТАНЦИЯ 10 км</w:t>
      </w:r>
      <w:r>
        <w:rPr>
          <w:rFonts w:ascii="Times New Roman" w:hAnsi="Times New Roman"/>
          <w:sz w:val="20"/>
          <w:szCs w:val="20"/>
        </w:rPr>
        <w:t>:</w:t>
      </w:r>
    </w:p>
    <w:p w:rsidR="00822751" w:rsidRDefault="00822751" w:rsidP="0042287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девушки 1995-1998 г.р.</w:t>
      </w:r>
    </w:p>
    <w:p w:rsidR="00822751" w:rsidRDefault="00822751" w:rsidP="0042287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девушки и женщины 1994-19</w:t>
      </w:r>
      <w:r>
        <w:rPr>
          <w:rFonts w:ascii="Times New Roman" w:hAnsi="Times New Roman"/>
          <w:sz w:val="20"/>
          <w:szCs w:val="20"/>
        </w:rPr>
        <w:t>77 г.р.</w:t>
      </w:r>
    </w:p>
    <w:p w:rsidR="00822751" w:rsidRPr="00422876" w:rsidRDefault="00822751" w:rsidP="0042287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женщины от 1976 г.р. и старше;</w:t>
      </w:r>
    </w:p>
    <w:p w:rsidR="00822751" w:rsidRDefault="00822751" w:rsidP="0042287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822751" w:rsidRDefault="00822751" w:rsidP="0042287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22876">
        <w:rPr>
          <w:rFonts w:ascii="Times New Roman" w:hAnsi="Times New Roman"/>
          <w:b/>
          <w:sz w:val="20"/>
          <w:szCs w:val="20"/>
        </w:rPr>
        <w:t>ДИСТНАЦИЯ 2,5 км</w:t>
      </w:r>
      <w:r>
        <w:rPr>
          <w:rFonts w:ascii="Times New Roman" w:hAnsi="Times New Roman"/>
          <w:b/>
          <w:sz w:val="20"/>
          <w:szCs w:val="20"/>
        </w:rPr>
        <w:t>:</w:t>
      </w:r>
    </w:p>
    <w:p w:rsidR="00822751" w:rsidRDefault="00822751" w:rsidP="00422876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</w:t>
      </w:r>
      <w:r w:rsidRPr="00422876">
        <w:rPr>
          <w:rFonts w:ascii="Times New Roman" w:hAnsi="Times New Roman"/>
          <w:sz w:val="20"/>
          <w:szCs w:val="20"/>
        </w:rPr>
        <w:t>альчики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422876">
        <w:rPr>
          <w:rFonts w:ascii="Times New Roman" w:hAnsi="Times New Roman"/>
          <w:sz w:val="20"/>
          <w:szCs w:val="20"/>
        </w:rPr>
        <w:t>1999-2003 г.р.;</w:t>
      </w:r>
    </w:p>
    <w:p w:rsidR="00822751" w:rsidRPr="00422876" w:rsidRDefault="00822751" w:rsidP="00422876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девочки 1999-2003 г.р.;</w:t>
      </w:r>
    </w:p>
    <w:p w:rsidR="00822751" w:rsidRDefault="00822751" w:rsidP="004228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22751" w:rsidRDefault="00822751" w:rsidP="0042287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ДИСТАНЦИЯ </w:t>
      </w:r>
      <w:r w:rsidRPr="00422876">
        <w:rPr>
          <w:rFonts w:ascii="Times New Roman" w:hAnsi="Times New Roman"/>
          <w:b/>
          <w:sz w:val="20"/>
          <w:szCs w:val="20"/>
        </w:rPr>
        <w:t>500 м</w:t>
      </w:r>
      <w:r>
        <w:rPr>
          <w:rFonts w:ascii="Times New Roman" w:hAnsi="Times New Roman"/>
          <w:sz w:val="20"/>
          <w:szCs w:val="20"/>
        </w:rPr>
        <w:t>:</w:t>
      </w:r>
    </w:p>
    <w:p w:rsidR="00822751" w:rsidRDefault="00822751" w:rsidP="00422876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</w:t>
      </w:r>
      <w:r w:rsidRPr="00422876">
        <w:rPr>
          <w:rFonts w:ascii="Times New Roman" w:hAnsi="Times New Roman"/>
          <w:sz w:val="20"/>
          <w:szCs w:val="20"/>
        </w:rPr>
        <w:t>альчики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422876">
        <w:rPr>
          <w:rFonts w:ascii="Times New Roman" w:hAnsi="Times New Roman"/>
          <w:sz w:val="20"/>
          <w:szCs w:val="20"/>
        </w:rPr>
        <w:t>2004 г.р. и моложе</w:t>
      </w:r>
    </w:p>
    <w:p w:rsidR="00822751" w:rsidRPr="00422876" w:rsidRDefault="00822751" w:rsidP="00422876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девочки 2004 г.р. и моложе</w:t>
      </w:r>
    </w:p>
    <w:p w:rsidR="00822751" w:rsidRPr="00422876" w:rsidRDefault="00822751" w:rsidP="00C709C9"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b/>
          <w:sz w:val="20"/>
          <w:szCs w:val="20"/>
        </w:rPr>
      </w:pPr>
      <w:r w:rsidRPr="00422876">
        <w:rPr>
          <w:rFonts w:ascii="Times New Roman" w:hAnsi="Times New Roman"/>
          <w:b/>
          <w:sz w:val="20"/>
          <w:szCs w:val="20"/>
        </w:rPr>
        <w:t>СРОКИ, МЕСТО, ПРОГРАММА СОРЕВНОВАНИЙ</w:t>
      </w:r>
    </w:p>
    <w:p w:rsidR="00822751" w:rsidRPr="00422876" w:rsidRDefault="00822751" w:rsidP="00C709C9">
      <w:pPr>
        <w:ind w:firstLine="709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 xml:space="preserve">Соревнования проводятся </w:t>
      </w:r>
      <w:r w:rsidRPr="00422876">
        <w:rPr>
          <w:rFonts w:ascii="Times New Roman" w:hAnsi="Times New Roman"/>
          <w:b/>
          <w:sz w:val="20"/>
          <w:szCs w:val="20"/>
        </w:rPr>
        <w:t xml:space="preserve">8 марта 2013 г. </w:t>
      </w:r>
      <w:r w:rsidRPr="00422876">
        <w:rPr>
          <w:rFonts w:ascii="Times New Roman" w:hAnsi="Times New Roman"/>
          <w:sz w:val="20"/>
          <w:szCs w:val="20"/>
        </w:rPr>
        <w:t>в Измайловском пар</w:t>
      </w:r>
      <w:r>
        <w:rPr>
          <w:rFonts w:ascii="Times New Roman" w:hAnsi="Times New Roman"/>
          <w:sz w:val="20"/>
          <w:szCs w:val="20"/>
        </w:rPr>
        <w:t xml:space="preserve">ке ВАО города </w:t>
      </w:r>
      <w:r w:rsidRPr="00422876">
        <w:rPr>
          <w:rFonts w:ascii="Times New Roman" w:hAnsi="Times New Roman"/>
          <w:sz w:val="20"/>
          <w:szCs w:val="20"/>
        </w:rPr>
        <w:t>Москвы на стадионе «Авангард» ЦСК МЧС России.</w:t>
      </w:r>
    </w:p>
    <w:p w:rsidR="00822751" w:rsidRPr="00422876" w:rsidRDefault="00822751" w:rsidP="0068198C">
      <w:pPr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Соревновательный стиль свободный.</w:t>
      </w:r>
    </w:p>
    <w:p w:rsidR="00822751" w:rsidRPr="00422876" w:rsidRDefault="00822751" w:rsidP="0068198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8198C">
        <w:rPr>
          <w:rFonts w:ascii="Times New Roman" w:hAnsi="Times New Roman"/>
          <w:b/>
          <w:sz w:val="40"/>
          <w:szCs w:val="40"/>
        </w:rPr>
        <w:t>10:30</w:t>
      </w:r>
      <w:r w:rsidRPr="00422876">
        <w:rPr>
          <w:rFonts w:ascii="Times New Roman" w:hAnsi="Times New Roman"/>
          <w:sz w:val="20"/>
          <w:szCs w:val="20"/>
        </w:rPr>
        <w:t xml:space="preserve"> - детский забег на дистанцию 500 м.</w:t>
      </w:r>
    </w:p>
    <w:p w:rsidR="00822751" w:rsidRPr="00422876" w:rsidRDefault="00822751" w:rsidP="0068198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8198C">
        <w:rPr>
          <w:rFonts w:ascii="Times New Roman" w:hAnsi="Times New Roman"/>
          <w:b/>
          <w:sz w:val="40"/>
          <w:szCs w:val="40"/>
        </w:rPr>
        <w:t>11:00</w:t>
      </w:r>
      <w:r w:rsidRPr="00422876">
        <w:rPr>
          <w:rFonts w:ascii="Times New Roman" w:hAnsi="Times New Roman"/>
          <w:sz w:val="20"/>
          <w:szCs w:val="20"/>
        </w:rPr>
        <w:t xml:space="preserve"> - общий старт на дистанции 10 и 2,5 км. </w:t>
      </w:r>
    </w:p>
    <w:p w:rsidR="00822751" w:rsidRPr="00422876" w:rsidRDefault="00822751" w:rsidP="00C709C9"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b/>
          <w:sz w:val="20"/>
          <w:szCs w:val="20"/>
        </w:rPr>
      </w:pPr>
      <w:r w:rsidRPr="00422876">
        <w:rPr>
          <w:rFonts w:ascii="Times New Roman" w:hAnsi="Times New Roman"/>
          <w:b/>
          <w:sz w:val="20"/>
          <w:szCs w:val="20"/>
        </w:rPr>
        <w:t>ЗАЯВКИ НА УЧАСТИЯ В СОРЕВНОВАНИЯХ</w:t>
      </w:r>
    </w:p>
    <w:p w:rsidR="00822751" w:rsidRDefault="00822751" w:rsidP="0042287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Заявки на участие в соревнованиях подаются:</w:t>
      </w:r>
    </w:p>
    <w:p w:rsidR="00822751" w:rsidRDefault="00822751" w:rsidP="00422876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 xml:space="preserve">по электронной почте: </w:t>
      </w:r>
      <w:hyperlink r:id="rId5" w:history="1">
        <w:r w:rsidRPr="00422876">
          <w:rPr>
            <w:rStyle w:val="Hyperlink"/>
            <w:rFonts w:ascii="Times New Roman" w:hAnsi="Times New Roman"/>
            <w:sz w:val="20"/>
            <w:szCs w:val="20"/>
            <w:lang w:eastAsia="ru-RU"/>
          </w:rPr>
          <w:t>artamonova1@mail.ru</w:t>
        </w:r>
      </w:hyperlink>
      <w:r w:rsidRPr="00422876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до 07.03.13, телефон для справок 8-916-636-37-10 Артамонова Ирина</w:t>
      </w:r>
    </w:p>
    <w:p w:rsidR="00822751" w:rsidRPr="00422876" w:rsidRDefault="00822751" w:rsidP="00422876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в день проведения соревнования – с 9:00 до 10:30.</w:t>
      </w:r>
    </w:p>
    <w:p w:rsidR="00822751" w:rsidRPr="00422876" w:rsidRDefault="00822751" w:rsidP="00C709C9"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b/>
          <w:sz w:val="20"/>
          <w:szCs w:val="20"/>
        </w:rPr>
      </w:pPr>
      <w:r w:rsidRPr="00422876">
        <w:rPr>
          <w:rFonts w:ascii="Times New Roman" w:hAnsi="Times New Roman"/>
          <w:b/>
          <w:sz w:val="20"/>
          <w:szCs w:val="20"/>
        </w:rPr>
        <w:t>НАГРАЖДЕНИЕ</w:t>
      </w:r>
    </w:p>
    <w:p w:rsidR="00822751" w:rsidRPr="00422876" w:rsidRDefault="00822751" w:rsidP="002579FD">
      <w:pPr>
        <w:ind w:firstLine="709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Победители и призеры соревнований на дистанцию 10 км награждаются ценными призами по следующим возрастным категориям:</w:t>
      </w:r>
    </w:p>
    <w:p w:rsidR="00822751" w:rsidRPr="00422876" w:rsidRDefault="00822751" w:rsidP="0068198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1-я – 1995-1998 г.р.;</w:t>
      </w:r>
    </w:p>
    <w:p w:rsidR="00822751" w:rsidRPr="00422876" w:rsidRDefault="00822751" w:rsidP="0068198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2-я – 1994-1977 г.р.;</w:t>
      </w:r>
    </w:p>
    <w:p w:rsidR="00822751" w:rsidRPr="00422876" w:rsidRDefault="00822751" w:rsidP="0068198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3-я – от 1978 г.р. и старше.</w:t>
      </w:r>
    </w:p>
    <w:p w:rsidR="00822751" w:rsidRPr="00422876" w:rsidRDefault="00822751" w:rsidP="0068198C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 xml:space="preserve">Победители и призеры соревнований на дистанцию 2,5 км награждаются ценными призами. </w:t>
      </w:r>
    </w:p>
    <w:p w:rsidR="00822751" w:rsidRPr="00422876" w:rsidRDefault="00822751" w:rsidP="0068198C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422876">
        <w:rPr>
          <w:rFonts w:ascii="Times New Roman" w:hAnsi="Times New Roman"/>
          <w:sz w:val="20"/>
          <w:szCs w:val="20"/>
        </w:rPr>
        <w:t>Все участники детских забегов на дистанцию 500 м получают подарки.</w:t>
      </w:r>
    </w:p>
    <w:p w:rsidR="00822751" w:rsidRDefault="00822751" w:rsidP="00C709C9">
      <w:pPr>
        <w:rPr>
          <w:rFonts w:ascii="Times New Roman" w:hAnsi="Times New Roman"/>
          <w:sz w:val="20"/>
          <w:szCs w:val="20"/>
        </w:rPr>
      </w:pPr>
    </w:p>
    <w:p w:rsidR="00822751" w:rsidRPr="006E1EF9" w:rsidRDefault="00822751" w:rsidP="0068198C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6E1EF9">
        <w:rPr>
          <w:rFonts w:ascii="Times New Roman" w:hAnsi="Times New Roman"/>
          <w:b/>
          <w:i/>
          <w:sz w:val="20"/>
          <w:szCs w:val="20"/>
        </w:rPr>
        <w:t>ПОСЛЕ ФИНИША ВСЕ УЧАСТНИКИ СДАЮТ СВОИ СТАРТОВЫЕ НОМЕРА</w:t>
      </w:r>
    </w:p>
    <w:sectPr w:rsidR="00822751" w:rsidRPr="006E1EF9" w:rsidSect="0068198C">
      <w:pgSz w:w="11906" w:h="16838"/>
      <w:pgMar w:top="180" w:right="720" w:bottom="18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44A"/>
    <w:multiLevelType w:val="hybridMultilevel"/>
    <w:tmpl w:val="F38AB3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ED4D06"/>
    <w:multiLevelType w:val="hybridMultilevel"/>
    <w:tmpl w:val="4420E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1133A"/>
    <w:multiLevelType w:val="hybridMultilevel"/>
    <w:tmpl w:val="B5E23A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DA90F23"/>
    <w:multiLevelType w:val="hybridMultilevel"/>
    <w:tmpl w:val="EB0EF9C4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532E43B9"/>
    <w:multiLevelType w:val="hybridMultilevel"/>
    <w:tmpl w:val="B1EC3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5B1021"/>
    <w:multiLevelType w:val="hybridMultilevel"/>
    <w:tmpl w:val="884EBA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FE1C8D"/>
    <w:multiLevelType w:val="hybridMultilevel"/>
    <w:tmpl w:val="E1AC4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B75"/>
    <w:rsid w:val="002579FD"/>
    <w:rsid w:val="002C1E42"/>
    <w:rsid w:val="002E5E4D"/>
    <w:rsid w:val="00422876"/>
    <w:rsid w:val="00522BAC"/>
    <w:rsid w:val="0068198C"/>
    <w:rsid w:val="006E1EF9"/>
    <w:rsid w:val="007601A9"/>
    <w:rsid w:val="007F41E2"/>
    <w:rsid w:val="00822751"/>
    <w:rsid w:val="009B6964"/>
    <w:rsid w:val="00A95372"/>
    <w:rsid w:val="00C709C9"/>
    <w:rsid w:val="00F43EF5"/>
    <w:rsid w:val="00F534DA"/>
    <w:rsid w:val="00FB464F"/>
    <w:rsid w:val="00FE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4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3B7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2287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tamonova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1</Pages>
  <Words>309</Words>
  <Characters>1766</Characters>
  <Application>Microsoft Office Outlook</Application>
  <DocSecurity>0</DocSecurity>
  <Lines>0</Lines>
  <Paragraphs>0</Paragraphs>
  <ScaleCrop>false</ScaleCrop>
  <Company>RSUPE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RSUPE</dc:creator>
  <cp:keywords/>
  <dc:description/>
  <cp:lastModifiedBy>Admin</cp:lastModifiedBy>
  <cp:revision>3</cp:revision>
  <cp:lastPrinted>2013-03-05T08:55:00Z</cp:lastPrinted>
  <dcterms:created xsi:type="dcterms:W3CDTF">2013-03-05T07:45:00Z</dcterms:created>
  <dcterms:modified xsi:type="dcterms:W3CDTF">2013-03-05T18:15:00Z</dcterms:modified>
</cp:coreProperties>
</file>