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D7" w:rsidRPr="00DE43BE" w:rsidRDefault="002618D7" w:rsidP="009B2FF4">
      <w:pPr>
        <w:jc w:val="center"/>
        <w:rPr>
          <w:b/>
        </w:rPr>
      </w:pPr>
      <w:r w:rsidRPr="00DE43BE">
        <w:rPr>
          <w:b/>
        </w:rPr>
        <w:t>Протокол</w:t>
      </w:r>
    </w:p>
    <w:p w:rsidR="002618D7" w:rsidRPr="00DE43BE" w:rsidRDefault="002618D7" w:rsidP="009B2FF4">
      <w:pPr>
        <w:jc w:val="center"/>
        <w:rPr>
          <w:b/>
          <w:bCs/>
        </w:rPr>
      </w:pPr>
      <w:r w:rsidRPr="00DE43BE">
        <w:rPr>
          <w:b/>
          <w:bCs/>
        </w:rPr>
        <w:t xml:space="preserve"> ОТКРЫТОГО ЧЕМПИОНАТА ТУЛЬСКОЙ ОБЛАСТИ</w:t>
      </w:r>
    </w:p>
    <w:p w:rsidR="002618D7" w:rsidRPr="00DE43BE" w:rsidRDefault="002618D7" w:rsidP="009B2FF4">
      <w:pPr>
        <w:jc w:val="center"/>
        <w:rPr>
          <w:b/>
          <w:bCs/>
        </w:rPr>
      </w:pPr>
      <w:r w:rsidRPr="00DE43BE">
        <w:rPr>
          <w:b/>
          <w:bCs/>
        </w:rPr>
        <w:t>ПО ДИСТАНЦИОННЫМ ЛЫЖНЫМ ГОНКАМ, ПОСВЯЩЕННОГО ПАМЯТИ РОМАНА ИЛЮХИНА</w:t>
      </w:r>
    </w:p>
    <w:p w:rsidR="002618D7" w:rsidRPr="00DE43BE" w:rsidRDefault="002618D7" w:rsidP="009B2FF4">
      <w:pPr>
        <w:jc w:val="center"/>
        <w:rPr>
          <w:b/>
          <w:bCs/>
        </w:rPr>
      </w:pPr>
      <w:r w:rsidRPr="00DE43BE">
        <w:rPr>
          <w:b/>
          <w:bCs/>
        </w:rPr>
        <w:t>8.03.2014 г.               г. Богородицк</w:t>
      </w:r>
    </w:p>
    <w:p w:rsidR="002618D7" w:rsidRPr="00DE43BE" w:rsidRDefault="002618D7" w:rsidP="009B2FF4">
      <w:pPr>
        <w:jc w:val="right"/>
        <w:rPr>
          <w:bCs/>
          <w:i/>
        </w:rPr>
      </w:pPr>
      <w:r w:rsidRPr="00DE43BE">
        <w:rPr>
          <w:bCs/>
          <w:i/>
        </w:rPr>
        <w:t>Стиль свободный</w:t>
      </w:r>
    </w:p>
    <w:p w:rsidR="002618D7" w:rsidRPr="00DE43BE" w:rsidRDefault="002618D7" w:rsidP="009B2FF4">
      <w:pPr>
        <w:jc w:val="center"/>
      </w:pPr>
      <w:bookmarkStart w:id="0" w:name="_GoBack"/>
      <w:bookmarkEnd w:id="0"/>
    </w:p>
    <w:p w:rsidR="002618D7" w:rsidRPr="00DE43BE" w:rsidRDefault="002618D7" w:rsidP="009B2FF4">
      <w:pPr>
        <w:jc w:val="center"/>
        <w:rPr>
          <w:b/>
        </w:rPr>
      </w:pPr>
      <w:r w:rsidRPr="00DE43BE">
        <w:rPr>
          <w:b/>
        </w:rPr>
        <w:t>Девочки 2005-2007 г.р.</w:t>
      </w:r>
    </w:p>
    <w:p w:rsidR="002618D7" w:rsidRPr="00DE43BE" w:rsidRDefault="002618D7" w:rsidP="009B2FF4">
      <w:pPr>
        <w:jc w:val="center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  <w:gridCol w:w="2304"/>
        <w:gridCol w:w="1173"/>
        <w:gridCol w:w="3372"/>
        <w:gridCol w:w="1212"/>
        <w:gridCol w:w="967"/>
        <w:gridCol w:w="964"/>
      </w:tblGrid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Харитонова Дарья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2007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5.33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Мехтелева Софья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2005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Тарасова Вероника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2007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7.17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Кузьмина Ксения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 xml:space="preserve">2007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8.44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Панфилкина Настя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2007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9.36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Самохина Анастасия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2006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10.17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</w:tbl>
    <w:p w:rsidR="002618D7" w:rsidRPr="00DE43BE" w:rsidRDefault="002618D7" w:rsidP="009B2FF4">
      <w:pPr>
        <w:jc w:val="center"/>
        <w:rPr>
          <w:b/>
        </w:rPr>
      </w:pPr>
    </w:p>
    <w:p w:rsidR="002618D7" w:rsidRPr="00DE43BE" w:rsidRDefault="002618D7" w:rsidP="009B2FF4">
      <w:pPr>
        <w:jc w:val="center"/>
        <w:rPr>
          <w:b/>
        </w:rPr>
      </w:pPr>
      <w:r w:rsidRPr="00DE43BE">
        <w:rPr>
          <w:b/>
        </w:rPr>
        <w:t>Мальчики 2006-2007 г.р.</w:t>
      </w:r>
    </w:p>
    <w:p w:rsidR="002618D7" w:rsidRPr="00DE43BE" w:rsidRDefault="002618D7" w:rsidP="009B2FF4">
      <w:pPr>
        <w:jc w:val="center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  <w:gridCol w:w="2304"/>
        <w:gridCol w:w="1173"/>
        <w:gridCol w:w="3372"/>
        <w:gridCol w:w="1212"/>
        <w:gridCol w:w="967"/>
        <w:gridCol w:w="964"/>
      </w:tblGrid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Коновалов Иван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2006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-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4.08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Маслихов Захар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2007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5.25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Самохин Даниил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2007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11.40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Ильин Тимофей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2006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н/с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</w:p>
        </w:tc>
      </w:tr>
    </w:tbl>
    <w:p w:rsidR="002618D7" w:rsidRPr="00DE43BE" w:rsidRDefault="002618D7" w:rsidP="009B2FF4">
      <w:pPr>
        <w:jc w:val="center"/>
        <w:rPr>
          <w:b/>
        </w:rPr>
      </w:pPr>
    </w:p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2км девочки 2002 г.р. и моложе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319"/>
        <w:gridCol w:w="1218"/>
        <w:gridCol w:w="3198"/>
        <w:gridCol w:w="1336"/>
        <w:gridCol w:w="952"/>
        <w:gridCol w:w="948"/>
      </w:tblGrid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Трепольская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Муханова Софья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6.31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Свиридова Дарья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6.33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Котова Ирина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6.33,5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Медянкина Юлия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6.44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Емельянова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6.52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Сальникова Ольга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6.58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Захарова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СШОР №49 Тринта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7.06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Бакетуева Светлана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Кудинова Дарья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Сидорова Мария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7.38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Самойлова Александра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8.23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Куманцова Любовь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8.24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Пищулина Виктория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 Московская боласть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Маклакова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8.54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Анохина Ирина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Сугнова Алёна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9.22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Мартынова Мария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10.32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Шумлянская Дарья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10.59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</w:tbl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2км мальчики 2002 г.р. и моложе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648"/>
        <w:gridCol w:w="999"/>
        <w:gridCol w:w="3409"/>
        <w:gridCol w:w="1212"/>
        <w:gridCol w:w="970"/>
        <w:gridCol w:w="968"/>
      </w:tblGrid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Васин Андрей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5.27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Хромов Дмитрий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Тринта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Морозов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5.55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Ильин Николай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5.56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Кочетков Иван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6.02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Старостин Максим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Рязань СДЮСШОР Олимпиец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Бухтояров Фёдор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Мордовалов Кирилл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Мельников Андрей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Бабушкин Андрей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Перевозчиков Иван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Барсуков Никита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Волово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Ясников Кирилл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6.42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Горьков Станислав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6.47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Харитонов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6.50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Захаров Тихон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Зареченский молодёжный  центр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6.55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Митрошин Макар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7.05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Чирков Михаил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7.06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Третьяков Дмитрий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7.07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Баранов Илья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7.12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Маслов Даниил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7.15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Евдокимов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Волков Никита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Губарев Алексей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7.21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Толмачёв Роман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7.29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Романенко Вадим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7.36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Астафьев Владимир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7.37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Митрохин Михаил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7.40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Богомолов Константин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7.41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Лягушин Павел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7.49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Иваненко Николай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7.50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Михайлов Сергей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8.02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Молодцов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8.08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Владыкин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Леонов Денис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БГУОР г. Брянск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8.17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Попов Роман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8.18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Соловьёв Матвей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8.21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Лаврищев Кирилл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8.46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Гнусарёв Павел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8.59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Воронков Егор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Попов Андрей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Москаленко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9.39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Веденин Алексей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10.38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Мареев Николай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2002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10.59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Наумов Георгий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2004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11.26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Сидоров Станислав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2003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15.11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3км девочки 2000-2001 г.р.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315"/>
        <w:gridCol w:w="1218"/>
        <w:gridCol w:w="3205"/>
        <w:gridCol w:w="1336"/>
        <w:gridCol w:w="951"/>
        <w:gridCol w:w="946"/>
      </w:tblGrid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Фалеева Анастасия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8.26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Белякова Полина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8.40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Шатунова Ирина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8.49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Евдокимова Анастасия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СШОР №49 Тринта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Лобанова Вероника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8.59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Братко Мирослава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Галюкевич Елизавета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Бурыгина Елизавета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9.17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Черняк Татьяна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9.41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Силенина Светлана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Волово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9.43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Ёлчина Надежда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9.47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Румянцева Анастасия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Маш завод  Экипцентр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9.50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Ермакова Екатерина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9.51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Чувикова Антонина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10.02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Захарова Александра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10.27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Сафронова Ангелина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10.44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Бабышева Дарья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11.03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Козырева Софья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11.46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Полуэтнова Ольга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12.08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Гвоздева Светлана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12.11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Комогорцева Варвара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12.49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Маилова Тамара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14.29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Мяснова Ирина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15.49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5км мальчики 2000г-2001 г.р.</w:t>
      </w:r>
    </w:p>
    <w:tbl>
      <w:tblPr>
        <w:tblW w:w="109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409"/>
        <w:gridCol w:w="992"/>
        <w:gridCol w:w="3831"/>
        <w:gridCol w:w="1130"/>
        <w:gridCol w:w="1023"/>
        <w:gridCol w:w="966"/>
      </w:tblGrid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рож-дения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Симонов Ярослав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СШОР №49 Тринта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14.20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Макшеев Игорь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14.33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Бреев Павел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14.35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Осипов Артём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14.39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Завирюхин Денис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5-6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Аргунов Владислав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СШОР №49 Тринта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5-6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Осипов Артём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15.33,5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Доля Матвей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Бушманов Павел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Будаев Виктор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15.42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Трифанов Никита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 Московская область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15.51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Баранов Игорь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15.58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Белов Виктор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16.28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Калдашов Александр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16.32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Машанов Олег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16.35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Татурин Кирилл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16.48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Сержантов Владислав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Т-Огарёвский р-н, д. Андреевка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Трегубов Артём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Т-Огарёвский р-н, д. Мосюковка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17.43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Фатеев Павел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ФГБУ СПО «БГУОР» г. Брянск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Кирсанов Ярослав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17.57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Никулин Василий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Зареченский молодёжный центр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18.12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Лысов Глеб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18.41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Незабудкин Валентин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18.42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Сидоров Иван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Шестов Дмитрий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19.28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Гуров Андрей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19.53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Куликов Денис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20.35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Артюгин Захар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21.01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Кошелев Дмитрий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17.40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</w:tr>
      <w:tr w:rsidR="002618D7" w:rsidRPr="00DE43BE" w:rsidTr="00DA162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Усанов Игорь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21.30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5км девушки 1998-1999 г.р.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312"/>
        <w:gridCol w:w="1218"/>
        <w:gridCol w:w="3201"/>
        <w:gridCol w:w="1336"/>
        <w:gridCol w:w="954"/>
        <w:gridCol w:w="950"/>
      </w:tblGrid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Волчик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Чайка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14.42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Патина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Михайлова Полина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15.27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Добытчина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15.28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Митрошина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Самбо-70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15.29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Нгуен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15.34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Борисова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Самбо-70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16.14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Бойко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16.36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Черкашина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16.39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Маркешина Татьяна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17.02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Логинова Яна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17.03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Павлус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17.13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Орехова Олеся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Трудовые резервы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17.46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Маслихова Александра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17.59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Кочеткова Виктория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2000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 Московской области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19.05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Дитятьева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19.19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Афонина Софья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19.44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Голованова Виктория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22.20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Птахина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22.46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Никитина Мария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23.24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Свиридова Мария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24.10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Фаизова Виктория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25.08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Самойлова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10км юноши 1998-1999 г.р.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2"/>
        <w:gridCol w:w="850"/>
        <w:gridCol w:w="3823"/>
        <w:gridCol w:w="1027"/>
        <w:gridCol w:w="11"/>
        <w:gridCol w:w="971"/>
        <w:gridCol w:w="972"/>
      </w:tblGrid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Старто-вый номер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Мужицкий Александр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Самбо-70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24.58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Захаров Виталий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СШОР №49 Тринта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Бабийчук Брий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26.40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Балюков Максим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Губкин Белгородской области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27.00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Цеханский Кирилл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Демченко Никита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27.14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Силаев Станислав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27.45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Лебедев Роман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Мизюлин Дмитрий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28.18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Семёнов Руслан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28.22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Санин Дмитрий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маш-завод Экипцентр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29.11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Кузнецов Артём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29.22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Коновалов Андрей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29.27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Потапов Фёдор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Колесников Александр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30.06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Орлов Антон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Яковлев Антон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30.31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Аверчев Дмитрий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388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30.40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Алексеев Владимир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31.18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Крысин Денис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31.30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Гамзол Илья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Брянская обл.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31.33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Медведев Антон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31.50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Сырицын Дмитрий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493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31.55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Артюгин Яков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31.56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Цыганов Евгений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387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32.02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Попов николай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Ступинский р-н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494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32.33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Борисов Василий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32.34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Плотников Максим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Зареченский молодёжный центр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33.07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Королёв Вадим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33.08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Меркулов Илья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33.19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Кочетков Юрий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398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33.29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Ильин Константин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499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33.31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Владимиров Никита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33.32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Шаманов Михаил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33.33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Чаенков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396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33.43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Мастеров Олег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33.44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Звонарёв Василий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Зареченский молодёжный центр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34.29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Беляков Андрей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34.29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Лосев Константин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498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34.39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Клапков Павел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35.08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Калаванич Юрий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Маш-завод Экипцентр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Золотарёв Александр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35.23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Папков Илья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35.38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Черных Александр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35.55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Куценко Андрей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36.08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Горелов Александр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397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36.27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Барбатун Роман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п. Приупский, Киреевский р-н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378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36.32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47-48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Чирков Виктор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384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36.32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47-48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Кочетков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497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37.06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Герасимов Егор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п. Приупский, Киреевский р-н 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Сафонов Дмитрий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Маров Валентин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Т-Огарёвский р-н, п. Мичуринский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37.36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Азаренко Владислав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37.39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Бойчук Григорий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38.39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Чайка Денис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38.54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Ерохин Антон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39.21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Рожков Алексей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Дубна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39.47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Косенко Иван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43.44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Горшков Кирилл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Дубна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43.50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Котов Максим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47.25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Чепелев Егор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51.57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Рожков Николай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Дубна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52.13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62</w:t>
            </w:r>
          </w:p>
        </w:tc>
      </w:tr>
    </w:tbl>
    <w:p w:rsidR="002618D7" w:rsidRPr="00DE43BE" w:rsidRDefault="002618D7" w:rsidP="009B2FF4">
      <w:r w:rsidRPr="00DE43BE">
        <w:t xml:space="preserve">                                                </w:t>
      </w:r>
    </w:p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5км девушки 1996-1997 г.р.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0"/>
        <w:gridCol w:w="2309"/>
        <w:gridCol w:w="1218"/>
        <w:gridCol w:w="3203"/>
        <w:gridCol w:w="1336"/>
        <w:gridCol w:w="954"/>
        <w:gridCol w:w="950"/>
      </w:tblGrid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Конова Марина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14.36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Яковлева Татьяна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Чайка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14.54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Сахоненко Марина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15.16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Бирюкова Ирина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15.24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Соколова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Самбо-70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15.45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Бычкова Мария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15.49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Новосёлова Евгения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17.26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Сосновая Софья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18.33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Деева Татьяна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18.39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Курбатова Екатерина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Тамбовская область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20.00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Тараканова Галина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21.05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15км ст. юноши 1996-1997 г.р.</w:t>
      </w:r>
    </w:p>
    <w:tbl>
      <w:tblPr>
        <w:tblW w:w="107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9"/>
        <w:gridCol w:w="2425"/>
        <w:gridCol w:w="895"/>
        <w:gridCol w:w="3684"/>
        <w:gridCol w:w="1276"/>
        <w:gridCol w:w="850"/>
        <w:gridCol w:w="851"/>
      </w:tblGrid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Шлыков Егор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Дмитров СДЮСШОР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40.53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Бурзяев Святослав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Зернрв Андрей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41.53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Франтишов Александр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Куманцов Леонид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42.43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Яковлев Денис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45.29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Касьянов Дмитрий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Ясногорск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45.55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Степаненко Александр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Микеров Артём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Осипов Максим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Жаров Александр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49.06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Татаринов Артем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51.31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Морозов Иван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51.57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Астахов В.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Узловая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52.13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Фёдоров Александр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Романов Алексей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п. Тёплое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55.19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Герасютенко Евгений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п. Тёплое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Отинов Денис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Т-Огарёвский р-н, с. Волчья Дубрава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Страхов Иван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10км Друзья Р. Илюхина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297"/>
        <w:gridCol w:w="1218"/>
        <w:gridCol w:w="3213"/>
        <w:gridCol w:w="1336"/>
        <w:gridCol w:w="955"/>
        <w:gridCol w:w="952"/>
      </w:tblGrid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Шмулян Владислав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29.33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Дорофеев Виктор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31.53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Рытенко Юрий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31.54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Чуриков Евгений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32.18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Барсуков Михаил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Волово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33.12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Просветов Юрий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33.29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Чурик</w:t>
            </w:r>
            <w:r>
              <w:t>о</w:t>
            </w:r>
            <w:r w:rsidRPr="00DE43BE">
              <w:t>в Александр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34.47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Лукашин Денис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п. Тёплое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35.11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Семёнов Владимир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36.07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Середин О. В.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Узловая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37.24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Щекланов Олег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37.48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Черныш Фёдор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38.08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Воробьёв Алексей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1978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38.17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Корниенко Василий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БСМП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38.33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Рудаков Роман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39.08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Губанов Арнольд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39.50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Рудакова Елена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40.16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</w:tbl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15км юниорки и женщины 1979-1995 г.р.</w:t>
      </w:r>
    </w:p>
    <w:p w:rsidR="002618D7" w:rsidRPr="00DE43BE" w:rsidRDefault="002618D7" w:rsidP="009B2FF4"/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2332"/>
        <w:gridCol w:w="1218"/>
        <w:gridCol w:w="3391"/>
        <w:gridCol w:w="1336"/>
        <w:gridCol w:w="847"/>
        <w:gridCol w:w="847"/>
      </w:tblGrid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Воронина Анастасия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1991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Восток ДЮСШ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41.58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Головина Юлия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1994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Шаповалова Дарья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1985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Сесикова Людмила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48.49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Конова Ирина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 ДЮСШ «Горизонт»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Скопинцева Ольга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1986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Ерохина Анна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1994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Дьячкова Елена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Котова Наташа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1992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Маш-завод Экипцентр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63.40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30км юниоры и мужчины 1979-1995 г.р.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632"/>
        <w:gridCol w:w="770"/>
        <w:gridCol w:w="3827"/>
        <w:gridCol w:w="992"/>
        <w:gridCol w:w="1134"/>
        <w:gridCol w:w="851"/>
      </w:tblGrid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Старто-вый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Наумов Василий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 ДЮСШ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Мякишев Вадим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Кашира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Рыгалин Владимир  </w:t>
            </w:r>
            <w:r w:rsidRPr="00DA1628">
              <w:rPr>
                <w:b/>
              </w:rPr>
              <w:t>МС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Самсонов Александр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Роганов Сергей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Кашира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b/>
                <w:lang w:eastAsia="en-US"/>
              </w:rPr>
            </w:pPr>
            <w:r w:rsidRPr="00DE43BE">
              <w:t xml:space="preserve">Фёдоров Владимир  </w:t>
            </w:r>
            <w:r w:rsidRPr="00DA1628">
              <w:rPr>
                <w:b/>
              </w:rPr>
              <w:t>МС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ФГБУ СПО «БГУОР» г. 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1:24.44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Савельев Дмитрий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 - Динамо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1:24.45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Ильин Григорий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1:26.06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Перевозчиков Максим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1:27.39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Антонов Алексей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1:31.14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Свиридов Сергей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Алексин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1:31.14,5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Мурамцев Александр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1:31.22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Смагин Михаил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1:34.08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Жеребцов Дмитрий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Сайчак Станислав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ФГБУ СПО «БГУОР» г. 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1:38.53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Тимохин Сергей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ТулГУ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1:39.46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Гайдук Александр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1:43.35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17-18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Шишков Максим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1:43.35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17-18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Прокопенко Андрей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ФГБУ СПО «БГУОР» г. 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1:49.12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Якшов Андрей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ФГБУ СПО «БГУОР» г. Брянск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1:50.07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Сапсырин Эльдар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"vsk-ski.ru" г. Воскресенск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2:05.48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5км женщины 36 лет (1978 г.р.) и старше по возрастному коэффициенту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"/>
        <w:gridCol w:w="2532"/>
        <w:gridCol w:w="1220"/>
        <w:gridCol w:w="2201"/>
        <w:gridCol w:w="1134"/>
        <w:gridCol w:w="1134"/>
        <w:gridCol w:w="992"/>
        <w:gridCol w:w="992"/>
      </w:tblGrid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рождения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Стартовый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( коэф)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финиш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Матвеева Елена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клуб Альфа-Битца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39.57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Тинякова Ирина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44.51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b/>
                <w:lang w:eastAsia="en-US"/>
              </w:rPr>
            </w:pPr>
            <w:r w:rsidRPr="00DE43BE">
              <w:t>Зобкова Елена</w:t>
            </w:r>
            <w:r w:rsidRPr="00DA1628">
              <w:rPr>
                <w:b/>
              </w:rPr>
              <w:t xml:space="preserve">   КМС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1968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ФГБУ СПО «БГУОР» 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Брянск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49.41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b/>
                <w:lang w:eastAsia="en-US"/>
              </w:rPr>
            </w:pPr>
            <w:r w:rsidRPr="00DE43BE">
              <w:t xml:space="preserve">Харитонова Галина </w:t>
            </w:r>
            <w:r w:rsidRPr="00DA1628">
              <w:rPr>
                <w:b/>
              </w:rPr>
              <w:t>КМС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26.11.1961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Брянск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49.31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Гафиятова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57.31,8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1:03.27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Родионова Юлия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30.06.1974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Брянск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1:05.19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Мамаева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1958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1:03.49,2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1:15.25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rFonts w:eastAsia="Arial Unicode MS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Деняева Лариса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03.04.1970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Т-Огарёвский р-н, п. Центральный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1:06.00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</w:tbl>
    <w:p w:rsidR="002618D7" w:rsidRPr="00DE43BE" w:rsidRDefault="002618D7" w:rsidP="009B2FF4"/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618D7" w:rsidRPr="00DE43BE" w:rsidRDefault="002618D7" w:rsidP="009B2FF4">
      <w:pPr>
        <w:pStyle w:val="Caption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DE43BE">
        <w:rPr>
          <w:rFonts w:ascii="Times New Roman" w:hAnsi="Times New Roman"/>
          <w:color w:val="auto"/>
          <w:sz w:val="24"/>
          <w:szCs w:val="24"/>
        </w:rPr>
        <w:t>20км мужчины 36 лет (1978 г.р.) и старше по возрастному коэффициенту</w:t>
      </w: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2422"/>
        <w:gridCol w:w="982"/>
        <w:gridCol w:w="2269"/>
        <w:gridCol w:w="1135"/>
        <w:gridCol w:w="1135"/>
        <w:gridCol w:w="994"/>
        <w:gridCol w:w="994"/>
      </w:tblGrid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№п/п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Ф.И.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Год рожде-ния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организация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Старто-вый номер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Время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(коэф)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финиш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место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Востриков Иван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клуб Альфа-Битца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46.25,2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Комов Валерий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46.59,4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58.06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A1628" w:rsidRDefault="002618D7" w:rsidP="004A4D0F">
            <w:pPr>
              <w:rPr>
                <w:b/>
                <w:lang w:eastAsia="en-US"/>
              </w:rPr>
            </w:pPr>
            <w:r w:rsidRPr="00DE43BE">
              <w:t xml:space="preserve">Кочетков Олег </w:t>
            </w:r>
            <w:r w:rsidRPr="00DA1628">
              <w:rPr>
                <w:b/>
              </w:rPr>
              <w:t xml:space="preserve"> МСМК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Зарайск Московская  область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47.09,6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51.09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Полыновкин Василий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 Московская область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47.25,2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57.58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Домкин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Альфа-Битца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47.41,5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56.59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Югов Павел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клуб Альфа-Битца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50.22,2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1:01.34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Герасимов Юрий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клуб Альфа-Битца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50.24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58.49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7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Лактюшин Николай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Брянская область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51.12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1:04.53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8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Гребёнкин Николай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52.20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58.48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Шикунов Сергей  </w:t>
            </w:r>
            <w:r w:rsidRPr="00DA1628">
              <w:rPr>
                <w:b/>
              </w:rPr>
              <w:t>КМС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ФГБУ СПО «БГУОР» 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Брянск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53.36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54.54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10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Гамзол Николай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Брянская область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54.28,2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1:00.37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Колосов Юрий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54.30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1:07.24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12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Лебедев Евгений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Туда ДЮСШ Восток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55.29,5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59.41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Денисов Сергей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55.30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14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Кусачёв Виктор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55.52,8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1:12.35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15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Будаев Виктор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56.06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16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Ермохин Андрей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56.27,6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17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Мишин Василий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Белёв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56.36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1:11.44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Мотуз Владимир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57.08,4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59.26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Рыгалин Алексей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Богородицк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1:06.34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20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Ермаков Николай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57.45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1:04.52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21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Власов Алексей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57.53,4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58.48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22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Бугров Виктор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1937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1:21.37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23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Есикеев Олег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"vsk-ski.ru"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 г. Воскресенск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58.46,8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1:02.20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24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Белов Игорь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58.55,2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1:06.11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25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Лобачёв Алексей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п. Тёплое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59.13,8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26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Мандзюк Игорь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Тула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59.15,2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1:03.42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27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Матрос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ДЮСШ «Малино»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489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1:12.40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28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Совещенко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59.36,6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1:02.47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29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Баранов Владимир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Новомосковск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186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59.45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1:00.41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30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Жилкин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 Московская область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1:00.15,6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1:12.00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31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Фёдоров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ФГБУ СПО «БГУОР» 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Брянск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1:09.59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32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Беляков Владислав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Москва Альфа-Битца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1:00.42,6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1:04.50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33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Хотяков Анатолий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"vsk-ski.ru" 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Воскресенск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1:01.06,6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1:09.59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34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Ларин Н.Н.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Ступино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1:01.10,2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1:08.48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35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Семёнов Михаил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138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1:01.31,2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1:02.29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36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Горбачёв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1963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МТБ ТУЛА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1:01.40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37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Ефанов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Ефремов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1:02.33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1:04.22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38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Рахманов Роман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"vsk-ski.ru"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 г. Воскресенск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1:05.46,8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1:07.22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39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Щербаков Дмитрий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 xml:space="preserve">"vsk-ski.ru" </w:t>
            </w:r>
          </w:p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г. Воскресенск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1:05.49,2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1:08.53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40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Ефимов Алексей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Белёв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1:07.24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1:09.43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41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Горшков Вячеслав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1954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Щёкино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1:25.22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42</w:t>
            </w:r>
          </w:p>
        </w:tc>
      </w:tr>
      <w:tr w:rsidR="002618D7" w:rsidRPr="00DE43BE" w:rsidTr="00DA162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Колесников Александр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1975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4A4D0F">
            <w:pPr>
              <w:rPr>
                <w:lang w:eastAsia="en-US"/>
              </w:rPr>
            </w:pPr>
            <w:r w:rsidRPr="00DE43BE">
              <w:t>Брянск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1:09.52,8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1:11.55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8D7" w:rsidRPr="00DE43BE" w:rsidRDefault="002618D7" w:rsidP="00DA1628">
            <w:pPr>
              <w:jc w:val="center"/>
              <w:rPr>
                <w:lang w:eastAsia="en-US"/>
              </w:rPr>
            </w:pPr>
            <w:r w:rsidRPr="00DE43BE">
              <w:t>43</w:t>
            </w:r>
          </w:p>
        </w:tc>
      </w:tr>
    </w:tbl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/>
    <w:p w:rsidR="002618D7" w:rsidRPr="00DE43BE" w:rsidRDefault="002618D7" w:rsidP="009B2FF4">
      <w:pPr>
        <w:jc w:val="center"/>
      </w:pPr>
    </w:p>
    <w:p w:rsidR="002618D7" w:rsidRPr="00DE43BE" w:rsidRDefault="002618D7" w:rsidP="009B2FF4">
      <w:pPr>
        <w:jc w:val="center"/>
      </w:pPr>
    </w:p>
    <w:p w:rsidR="002618D7" w:rsidRPr="00DE43BE" w:rsidRDefault="002618D7" w:rsidP="009B2FF4">
      <w:pPr>
        <w:jc w:val="center"/>
      </w:pPr>
    </w:p>
    <w:p w:rsidR="002618D7" w:rsidRPr="00DE43BE" w:rsidRDefault="002618D7" w:rsidP="009B2FF4">
      <w:pPr>
        <w:jc w:val="center"/>
      </w:pPr>
      <w:r w:rsidRPr="00DE43BE">
        <w:t>Главный судья соревнований                                  А. И. Горшков</w:t>
      </w:r>
    </w:p>
    <w:p w:rsidR="002618D7" w:rsidRPr="00DE43BE" w:rsidRDefault="002618D7" w:rsidP="009B2FF4">
      <w:pPr>
        <w:jc w:val="center"/>
      </w:pPr>
    </w:p>
    <w:p w:rsidR="002618D7" w:rsidRPr="00DE43BE" w:rsidRDefault="002618D7" w:rsidP="009B2FF4">
      <w:r w:rsidRPr="00DE43BE">
        <w:t xml:space="preserve">                       Секретарь                                                                          М. В. Сидорова</w:t>
      </w:r>
    </w:p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p w:rsidR="002618D7" w:rsidRPr="00DE43BE" w:rsidRDefault="002618D7" w:rsidP="007B144B"/>
    <w:sectPr w:rsidR="002618D7" w:rsidRPr="00DE43BE" w:rsidSect="007B14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44B"/>
    <w:rsid w:val="00057DC4"/>
    <w:rsid w:val="00234567"/>
    <w:rsid w:val="002618D7"/>
    <w:rsid w:val="00287163"/>
    <w:rsid w:val="002A1928"/>
    <w:rsid w:val="002D5CC7"/>
    <w:rsid w:val="004A4D0F"/>
    <w:rsid w:val="007B144B"/>
    <w:rsid w:val="007D15A4"/>
    <w:rsid w:val="00802A10"/>
    <w:rsid w:val="00825756"/>
    <w:rsid w:val="009B2FF4"/>
    <w:rsid w:val="00B24686"/>
    <w:rsid w:val="00C73C91"/>
    <w:rsid w:val="00D03A92"/>
    <w:rsid w:val="00DA1628"/>
    <w:rsid w:val="00DE43BE"/>
    <w:rsid w:val="00F2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4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A1928"/>
    <w:rPr>
      <w:lang w:eastAsia="en-US"/>
    </w:rPr>
  </w:style>
  <w:style w:type="paragraph" w:styleId="ListParagraph">
    <w:name w:val="List Paragraph"/>
    <w:basedOn w:val="Normal"/>
    <w:uiPriority w:val="99"/>
    <w:qFormat/>
    <w:rsid w:val="002A19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7B144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B144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144B"/>
    <w:rPr>
      <w:rFonts w:ascii="Tahoma" w:hAnsi="Tahoma"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locked/>
    <w:rsid w:val="007B144B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11</Pages>
  <Words>3014</Words>
  <Characters>17185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Краснов Андрей</cp:lastModifiedBy>
  <cp:revision>9</cp:revision>
  <cp:lastPrinted>2014-03-08T04:44:00Z</cp:lastPrinted>
  <dcterms:created xsi:type="dcterms:W3CDTF">2014-03-07T21:11:00Z</dcterms:created>
  <dcterms:modified xsi:type="dcterms:W3CDTF">2014-03-11T08:40:00Z</dcterms:modified>
</cp:coreProperties>
</file>