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2B" w:rsidRPr="002934BD" w:rsidRDefault="00D2542B" w:rsidP="002934BD">
      <w:pPr>
        <w:spacing w:line="240" w:lineRule="auto"/>
        <w:jc w:val="center"/>
        <w:rPr>
          <w:b/>
          <w:sz w:val="24"/>
          <w:szCs w:val="24"/>
        </w:rPr>
      </w:pPr>
      <w:r w:rsidRPr="002934BD">
        <w:rPr>
          <w:b/>
          <w:sz w:val="24"/>
          <w:szCs w:val="24"/>
        </w:rPr>
        <w:t>Протокол командных результатов</w:t>
      </w:r>
    </w:p>
    <w:p w:rsidR="00D2542B" w:rsidRPr="002934BD" w:rsidRDefault="00D2542B" w:rsidP="002934BD">
      <w:pPr>
        <w:spacing w:line="240" w:lineRule="auto"/>
        <w:jc w:val="center"/>
        <w:rPr>
          <w:b/>
          <w:sz w:val="24"/>
          <w:szCs w:val="24"/>
        </w:rPr>
      </w:pPr>
      <w:r w:rsidRPr="002934BD">
        <w:rPr>
          <w:b/>
          <w:sz w:val="24"/>
          <w:szCs w:val="24"/>
        </w:rPr>
        <w:t>Открытого 46-го традиционного «Казанского лыжного марафона»</w:t>
      </w:r>
    </w:p>
    <w:p w:rsidR="00D2542B" w:rsidRPr="002934BD" w:rsidRDefault="00D2542B" w:rsidP="002934BD">
      <w:pPr>
        <w:spacing w:line="240" w:lineRule="auto"/>
        <w:jc w:val="center"/>
        <w:rPr>
          <w:b/>
          <w:sz w:val="24"/>
          <w:szCs w:val="24"/>
        </w:rPr>
      </w:pPr>
      <w:r w:rsidRPr="002934BD">
        <w:rPr>
          <w:b/>
          <w:sz w:val="24"/>
          <w:szCs w:val="24"/>
        </w:rPr>
        <w:t>(Открытый Чемпионат РТ) памяти С.П. Ляпахина</w:t>
      </w:r>
    </w:p>
    <w:p w:rsidR="00D2542B" w:rsidRPr="002934BD" w:rsidRDefault="00D2542B" w:rsidP="002934BD">
      <w:pPr>
        <w:spacing w:line="240" w:lineRule="auto"/>
        <w:jc w:val="center"/>
        <w:rPr>
          <w:b/>
          <w:sz w:val="24"/>
          <w:szCs w:val="24"/>
        </w:rPr>
      </w:pPr>
      <w:r w:rsidRPr="002934BD">
        <w:rPr>
          <w:b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50 км"/>
        </w:smartTagPr>
        <w:r w:rsidRPr="002934BD">
          <w:rPr>
            <w:b/>
            <w:sz w:val="24"/>
            <w:szCs w:val="24"/>
          </w:rPr>
          <w:t>50 км</w:t>
        </w:r>
      </w:smartTag>
      <w:r w:rsidRPr="002934BD">
        <w:rPr>
          <w:b/>
          <w:sz w:val="24"/>
          <w:szCs w:val="24"/>
        </w:rPr>
        <w:t xml:space="preserve"> среди мужчин и </w:t>
      </w:r>
      <w:smartTag w:uri="urn:schemas-microsoft-com:office:smarttags" w:element="metricconverter">
        <w:smartTagPr>
          <w:attr w:name="ProductID" w:val="30 км"/>
        </w:smartTagPr>
        <w:r w:rsidRPr="002934BD">
          <w:rPr>
            <w:b/>
            <w:sz w:val="24"/>
            <w:szCs w:val="24"/>
          </w:rPr>
          <w:t>30 км</w:t>
        </w:r>
      </w:smartTag>
      <w:r w:rsidRPr="002934BD">
        <w:rPr>
          <w:b/>
          <w:sz w:val="24"/>
          <w:szCs w:val="24"/>
        </w:rPr>
        <w:t xml:space="preserve"> среди женщин</w:t>
      </w:r>
    </w:p>
    <w:p w:rsidR="00D2542B" w:rsidRPr="002934BD" w:rsidRDefault="00D2542B" w:rsidP="00D022C7">
      <w:pPr>
        <w:tabs>
          <w:tab w:val="left" w:pos="7485"/>
        </w:tabs>
        <w:spacing w:line="240" w:lineRule="auto"/>
        <w:rPr>
          <w:b/>
          <w:sz w:val="24"/>
          <w:szCs w:val="24"/>
        </w:rPr>
      </w:pPr>
      <w:r w:rsidRPr="002934BD">
        <w:rPr>
          <w:b/>
          <w:sz w:val="24"/>
          <w:szCs w:val="24"/>
        </w:rPr>
        <w:tab/>
        <w:t>18.03.2013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Место</w:t>
            </w:r>
          </w:p>
        </w:tc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 xml:space="preserve">Организация 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 xml:space="preserve">Очки </w:t>
            </w:r>
          </w:p>
        </w:tc>
      </w:tr>
      <w:tr w:rsidR="00D2542B" w:rsidRPr="002934BD" w:rsidTr="005B3784">
        <w:tc>
          <w:tcPr>
            <w:tcW w:w="9571" w:type="dxa"/>
            <w:gridSpan w:val="3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среди сельских районов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Сабинский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233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Тетюшский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237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Кукморский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243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Спасский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253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Балтасинский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395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Ютазинский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485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Заинский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501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Чистопольский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583</w:t>
            </w:r>
          </w:p>
        </w:tc>
      </w:tr>
      <w:tr w:rsidR="00D2542B" w:rsidRPr="002934BD" w:rsidTr="005B3784">
        <w:tc>
          <w:tcPr>
            <w:tcW w:w="9571" w:type="dxa"/>
            <w:gridSpan w:val="3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среди городов РТ и городских районов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Вахитовский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110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Зеленодольск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123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Нижнекамск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186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Наб.Челны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303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Шархан УР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313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Яранск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450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Йошкар Ола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481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Москва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487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Волжск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490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Елабуга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490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Альметьевск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509</w:t>
            </w:r>
          </w:p>
        </w:tc>
      </w:tr>
      <w:tr w:rsidR="00D2542B" w:rsidRPr="002934BD" w:rsidTr="005B3784">
        <w:tc>
          <w:tcPr>
            <w:tcW w:w="9571" w:type="dxa"/>
            <w:gridSpan w:val="3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среди КФК и спортклубов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КФУ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26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ДЮСШ-4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27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ПавАФКСиТ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61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КГАСУ (КИСИ)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74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Нефтехимик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113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КЮИ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115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КАИ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178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ДЮСШ-7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218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МарГУ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235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УОР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297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КЭТС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303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КХТИ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331</w:t>
            </w:r>
          </w:p>
        </w:tc>
      </w:tr>
      <w:tr w:rsidR="00D2542B" w:rsidRPr="002934BD" w:rsidTr="005B3784">
        <w:tc>
          <w:tcPr>
            <w:tcW w:w="3190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190" w:type="dxa"/>
          </w:tcPr>
          <w:p w:rsidR="00D2542B" w:rsidRPr="00F07FD8" w:rsidRDefault="00D2542B" w:rsidP="005B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7FD8">
              <w:rPr>
                <w:sz w:val="24"/>
                <w:szCs w:val="24"/>
              </w:rPr>
              <w:t>Оргсинтез</w:t>
            </w:r>
          </w:p>
        </w:tc>
        <w:tc>
          <w:tcPr>
            <w:tcW w:w="3191" w:type="dxa"/>
          </w:tcPr>
          <w:p w:rsidR="00D2542B" w:rsidRPr="002934BD" w:rsidRDefault="00D2542B" w:rsidP="005B378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34BD">
              <w:rPr>
                <w:b/>
                <w:sz w:val="24"/>
                <w:szCs w:val="24"/>
              </w:rPr>
              <w:t>844</w:t>
            </w:r>
          </w:p>
        </w:tc>
      </w:tr>
    </w:tbl>
    <w:p w:rsidR="00D2542B" w:rsidRPr="002934BD" w:rsidRDefault="00D2542B" w:rsidP="00D022C7">
      <w:pPr>
        <w:spacing w:line="240" w:lineRule="auto"/>
        <w:jc w:val="center"/>
        <w:rPr>
          <w:b/>
          <w:sz w:val="24"/>
          <w:szCs w:val="24"/>
        </w:rPr>
      </w:pPr>
    </w:p>
    <w:p w:rsidR="00D2542B" w:rsidRPr="002934BD" w:rsidRDefault="00D2542B" w:rsidP="001269D1">
      <w:pPr>
        <w:tabs>
          <w:tab w:val="left" w:pos="1560"/>
        </w:tabs>
        <w:jc w:val="both"/>
        <w:rPr>
          <w:sz w:val="24"/>
          <w:szCs w:val="24"/>
        </w:rPr>
      </w:pPr>
      <w:r w:rsidRPr="002934BD">
        <w:rPr>
          <w:sz w:val="24"/>
          <w:szCs w:val="24"/>
        </w:rPr>
        <w:t>Гл.судья                                         Газизов Ф.Г.</w:t>
      </w:r>
    </w:p>
    <w:p w:rsidR="00D2542B" w:rsidRPr="002934BD" w:rsidRDefault="00D2542B" w:rsidP="001269D1">
      <w:pPr>
        <w:tabs>
          <w:tab w:val="left" w:pos="1560"/>
        </w:tabs>
        <w:jc w:val="both"/>
        <w:rPr>
          <w:sz w:val="24"/>
          <w:szCs w:val="24"/>
        </w:rPr>
      </w:pPr>
      <w:r w:rsidRPr="002934BD">
        <w:rPr>
          <w:sz w:val="24"/>
          <w:szCs w:val="24"/>
        </w:rPr>
        <w:t xml:space="preserve">Гл.секретарь                        </w:t>
      </w:r>
      <w:r>
        <w:rPr>
          <w:sz w:val="24"/>
          <w:szCs w:val="24"/>
        </w:rPr>
        <w:t xml:space="preserve">    </w:t>
      </w:r>
      <w:r w:rsidRPr="002934BD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Pr="002934BD">
        <w:rPr>
          <w:sz w:val="24"/>
          <w:szCs w:val="24"/>
        </w:rPr>
        <w:t xml:space="preserve">  Галиев Р.Р.</w:t>
      </w:r>
    </w:p>
    <w:sectPr w:rsidR="00D2542B" w:rsidRPr="002934BD" w:rsidSect="002934BD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6A5"/>
    <w:rsid w:val="001269D1"/>
    <w:rsid w:val="001A2079"/>
    <w:rsid w:val="002121A3"/>
    <w:rsid w:val="0028251C"/>
    <w:rsid w:val="002934BD"/>
    <w:rsid w:val="002C137D"/>
    <w:rsid w:val="002D471B"/>
    <w:rsid w:val="003D5069"/>
    <w:rsid w:val="00421E5C"/>
    <w:rsid w:val="00427D23"/>
    <w:rsid w:val="00433300"/>
    <w:rsid w:val="0053652A"/>
    <w:rsid w:val="005B3784"/>
    <w:rsid w:val="005D01AE"/>
    <w:rsid w:val="00613DB6"/>
    <w:rsid w:val="007D3E36"/>
    <w:rsid w:val="008B26A5"/>
    <w:rsid w:val="00925B53"/>
    <w:rsid w:val="00985914"/>
    <w:rsid w:val="009A182B"/>
    <w:rsid w:val="00BD109E"/>
    <w:rsid w:val="00D022C7"/>
    <w:rsid w:val="00D2542B"/>
    <w:rsid w:val="00E625AC"/>
    <w:rsid w:val="00E9762C"/>
    <w:rsid w:val="00F07FD8"/>
    <w:rsid w:val="00FD4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022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139</Words>
  <Characters>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Ришат</dc:creator>
  <cp:keywords/>
  <dc:description/>
  <cp:lastModifiedBy>hhk</cp:lastModifiedBy>
  <cp:revision>7</cp:revision>
  <dcterms:created xsi:type="dcterms:W3CDTF">2013-03-16T12:50:00Z</dcterms:created>
  <dcterms:modified xsi:type="dcterms:W3CDTF">2013-03-17T16:59:00Z</dcterms:modified>
</cp:coreProperties>
</file>