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6E56">
      <w:pPr>
        <w:pStyle w:val="1"/>
        <w:divId w:val="1574193542"/>
        <w:rPr>
          <w:rFonts w:eastAsia="Times New Roman"/>
        </w:rPr>
      </w:pPr>
      <w:r>
        <w:rPr>
          <w:rFonts w:eastAsia="Times New Roman"/>
        </w:rPr>
        <w:t>Спортивный клуб МГУ им. М. В. Ломоносова.</w:t>
      </w:r>
      <w:r>
        <w:rPr>
          <w:rFonts w:eastAsia="Times New Roman"/>
        </w:rPr>
        <w:br/>
        <w:t>Кросс лыжников памяти А. А. Карпова.</w:t>
      </w:r>
      <w:r>
        <w:rPr>
          <w:rFonts w:eastAsia="Times New Roman"/>
        </w:rPr>
        <w:br/>
        <w:t>18 октября 2020 г., Красногорск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AB6E56">
      <w:pPr>
        <w:pStyle w:val="2"/>
        <w:divId w:val="1574193542"/>
        <w:rPr>
          <w:rFonts w:eastAsia="Times New Roman"/>
        </w:rPr>
      </w:pPr>
      <w:r>
        <w:rPr>
          <w:rFonts w:eastAsia="Times New Roman"/>
        </w:rPr>
        <w:t>М16 2002-2004 г.р., 8 км</w:t>
      </w:r>
    </w:p>
    <w:p w:rsidR="00000000" w:rsidRDefault="00AB6E56">
      <w:pPr>
        <w:pStyle w:val="HTML"/>
        <w:divId w:val="157419354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        Место  </w:t>
      </w:r>
    </w:p>
    <w:p w:rsidR="00000000" w:rsidRDefault="00AB6E56">
      <w:pPr>
        <w:pStyle w:val="HTML"/>
        <w:divId w:val="1574193542"/>
      </w:pPr>
      <w:r>
        <w:t xml:space="preserve">   </w:t>
      </w:r>
      <w:r>
        <w:t xml:space="preserve">1 Старовойтов Егор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345 2002 00:15:11,0 00:31:02     </w:t>
      </w:r>
      <w:r>
        <w:rPr>
          <w:b/>
        </w:rPr>
        <w:t xml:space="preserve"> 1 </w:t>
      </w:r>
    </w:p>
    <w:p w:rsidR="00000000" w:rsidRDefault="00AB6E56">
      <w:pPr>
        <w:pStyle w:val="HTML"/>
        <w:divId w:val="1574193542"/>
      </w:pPr>
      <w:r>
        <w:t xml:space="preserve">   2 Куимов Захар          СШОР Юность Москвы         349 2004 00:16:10,0 00:32:30     </w:t>
      </w:r>
      <w:r>
        <w:rPr>
          <w:b/>
        </w:rPr>
        <w:t xml:space="preserve"> 2 </w:t>
      </w:r>
    </w:p>
    <w:p w:rsidR="00000000" w:rsidRDefault="00AB6E56">
      <w:pPr>
        <w:pStyle w:val="HTML"/>
        <w:divId w:val="1574193542"/>
      </w:pPr>
      <w:r>
        <w:t xml:space="preserve">   3 </w:t>
      </w:r>
      <w:proofErr w:type="spellStart"/>
      <w:r>
        <w:t>Щепотьев</w:t>
      </w:r>
      <w:proofErr w:type="spellEnd"/>
      <w:r>
        <w:t xml:space="preserve"> Никита</w:t>
      </w:r>
      <w:proofErr w:type="gramStart"/>
      <w:r>
        <w:t xml:space="preserve">       Л</w:t>
      </w:r>
      <w:proofErr w:type="gramEnd"/>
      <w:r>
        <w:t>ично                      353 2002 00:15:55,0 00:</w:t>
      </w:r>
      <w:r>
        <w:t xml:space="preserve">32:36     </w:t>
      </w:r>
      <w:r>
        <w:rPr>
          <w:b/>
        </w:rPr>
        <w:t xml:space="preserve"> 3 </w:t>
      </w:r>
    </w:p>
    <w:p w:rsidR="00000000" w:rsidRDefault="00AB6E56">
      <w:pPr>
        <w:pStyle w:val="HTML"/>
        <w:divId w:val="1574193542"/>
      </w:pPr>
      <w:r>
        <w:t xml:space="preserve">   4 Коняхин Федор         Красногорск                352 2002 00:16:19,0 00:32:57     </w:t>
      </w:r>
      <w:r>
        <w:rPr>
          <w:b/>
        </w:rPr>
        <w:t xml:space="preserve"> 4 </w:t>
      </w:r>
    </w:p>
    <w:p w:rsidR="00000000" w:rsidRDefault="00AB6E56">
      <w:pPr>
        <w:pStyle w:val="HTML"/>
        <w:divId w:val="1574193542"/>
      </w:pPr>
      <w:r>
        <w:t xml:space="preserve">   5 Федоров Тимофей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346 2003 00:16:16,0 00:33:07     </w:t>
      </w:r>
      <w:r>
        <w:rPr>
          <w:b/>
        </w:rPr>
        <w:t xml:space="preserve"> 5 </w:t>
      </w:r>
    </w:p>
    <w:p w:rsidR="00000000" w:rsidRDefault="00AB6E56">
      <w:pPr>
        <w:pStyle w:val="HTML"/>
        <w:divId w:val="1574193542"/>
      </w:pPr>
      <w:r>
        <w:t xml:space="preserve">   6 </w:t>
      </w:r>
      <w:proofErr w:type="spellStart"/>
      <w:r>
        <w:t>Емильянов</w:t>
      </w:r>
      <w:proofErr w:type="spellEnd"/>
      <w:r>
        <w:t xml:space="preserve"> Ярослав     САМБО-70                   355 20</w:t>
      </w:r>
      <w:r>
        <w:t xml:space="preserve">02 00:16:21,0 00:33:56     </w:t>
      </w:r>
      <w:r>
        <w:rPr>
          <w:b/>
        </w:rPr>
        <w:t xml:space="preserve"> 6 </w:t>
      </w:r>
    </w:p>
    <w:p w:rsidR="00000000" w:rsidRDefault="00AB6E56">
      <w:pPr>
        <w:pStyle w:val="HTML"/>
        <w:divId w:val="1574193542"/>
      </w:pPr>
      <w:r>
        <w:t xml:space="preserve">   7 Левкович Егор         СШОР Брянск          КМС   357 2002 00:17:01,0 00:35:02     </w:t>
      </w:r>
      <w:r>
        <w:rPr>
          <w:b/>
        </w:rPr>
        <w:t xml:space="preserve"> 7 </w:t>
      </w:r>
    </w:p>
    <w:p w:rsidR="00000000" w:rsidRDefault="00AB6E56">
      <w:pPr>
        <w:pStyle w:val="HTML"/>
        <w:divId w:val="1574193542"/>
      </w:pPr>
      <w:r>
        <w:t xml:space="preserve">   8 Савин Максим          Красногорск                359 2002 00:16:25,0 00:35:05     </w:t>
      </w:r>
      <w:r>
        <w:rPr>
          <w:b/>
        </w:rPr>
        <w:t xml:space="preserve"> 8 </w:t>
      </w:r>
    </w:p>
    <w:p w:rsidR="00000000" w:rsidRDefault="00AB6E56">
      <w:pPr>
        <w:pStyle w:val="HTML"/>
        <w:divId w:val="1574193542"/>
      </w:pPr>
      <w:r>
        <w:t xml:space="preserve">   9 Петров Иван           СШОР Юность Моск</w:t>
      </w:r>
      <w:r>
        <w:t xml:space="preserve">вы         350 2003 00:16:58,0 00:35:06     </w:t>
      </w:r>
      <w:r>
        <w:rPr>
          <w:b/>
        </w:rPr>
        <w:t xml:space="preserve"> 9 </w:t>
      </w:r>
    </w:p>
    <w:p w:rsidR="00000000" w:rsidRDefault="00AB6E56">
      <w:pPr>
        <w:pStyle w:val="HTML"/>
        <w:divId w:val="1574193542"/>
      </w:pPr>
      <w:r>
        <w:t xml:space="preserve">  10 </w:t>
      </w:r>
      <w:proofErr w:type="spellStart"/>
      <w:r>
        <w:t>Гибадуллин</w:t>
      </w:r>
      <w:proofErr w:type="spellEnd"/>
      <w:r>
        <w:t xml:space="preserve"> </w:t>
      </w:r>
      <w:proofErr w:type="spellStart"/>
      <w:r>
        <w:t>Равиль</w:t>
      </w:r>
      <w:proofErr w:type="spellEnd"/>
      <w:r>
        <w:t xml:space="preserve">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342 2002 00:18:08,0 00:38:28     </w:t>
      </w:r>
      <w:r>
        <w:rPr>
          <w:b/>
        </w:rPr>
        <w:t xml:space="preserve">10 </w:t>
      </w:r>
    </w:p>
    <w:p w:rsidR="00000000" w:rsidRDefault="00AB6E56">
      <w:pPr>
        <w:pStyle w:val="HTML"/>
        <w:divId w:val="1574193542"/>
      </w:pPr>
      <w:r>
        <w:t xml:space="preserve">  11 </w:t>
      </w:r>
      <w:proofErr w:type="spellStart"/>
      <w:r>
        <w:t>Красниковский</w:t>
      </w:r>
      <w:proofErr w:type="spellEnd"/>
      <w:r>
        <w:t xml:space="preserve"> Руслан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 343 2002 00:18:53,0 00:38:55     </w:t>
      </w:r>
      <w:r>
        <w:rPr>
          <w:b/>
        </w:rPr>
        <w:t xml:space="preserve">11 </w:t>
      </w:r>
    </w:p>
    <w:p w:rsidR="00000000" w:rsidRDefault="00AB6E56">
      <w:pPr>
        <w:pStyle w:val="HTML"/>
        <w:divId w:val="1574193542"/>
      </w:pPr>
      <w:r>
        <w:t xml:space="preserve">  12 </w:t>
      </w:r>
      <w:proofErr w:type="spellStart"/>
      <w:r>
        <w:t>Помников</w:t>
      </w:r>
      <w:proofErr w:type="spellEnd"/>
      <w:r>
        <w:t xml:space="preserve"> Александр</w:t>
      </w:r>
      <w:proofErr w:type="gramStart"/>
      <w:r>
        <w:t xml:space="preserve">   </w:t>
      </w:r>
      <w:r>
        <w:t xml:space="preserve"> Л</w:t>
      </w:r>
      <w:proofErr w:type="gramEnd"/>
      <w:r>
        <w:t xml:space="preserve">ично                      351 2004 00:19:08,0 00:40:25     </w:t>
      </w:r>
      <w:r>
        <w:rPr>
          <w:b/>
        </w:rPr>
        <w:t xml:space="preserve">12 </w:t>
      </w:r>
    </w:p>
    <w:p w:rsidR="00000000" w:rsidRDefault="00AB6E56">
      <w:pPr>
        <w:pStyle w:val="HTML"/>
        <w:divId w:val="1574193542"/>
      </w:pPr>
      <w:r>
        <w:t xml:space="preserve">  13 Игнатов Павел         </w:t>
      </w:r>
      <w:proofErr w:type="spellStart"/>
      <w:r>
        <w:t>Ново-Переделкино</w:t>
      </w:r>
      <w:proofErr w:type="spellEnd"/>
      <w:r>
        <w:t xml:space="preserve">           361 2004 00:21:15,0 00:43:02     </w:t>
      </w:r>
      <w:r>
        <w:rPr>
          <w:b/>
        </w:rPr>
        <w:t xml:space="preserve">13 </w:t>
      </w:r>
    </w:p>
    <w:p w:rsidR="00000000" w:rsidRDefault="00AB6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74193542"/>
        <w:rPr>
          <w:rFonts w:eastAsia="Times New Roman"/>
        </w:rPr>
      </w:pPr>
      <w:r>
        <w:rPr>
          <w:rFonts w:eastAsia="Times New Roman"/>
        </w:rPr>
        <w:t>М19 1971-2001 г.р., 12 км</w:t>
      </w:r>
    </w:p>
    <w:p w:rsidR="00000000" w:rsidRDefault="00AB6E56">
      <w:pPr>
        <w:pStyle w:val="HTML"/>
        <w:divId w:val="157419354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Коллектив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 </w:t>
      </w:r>
      <w:r>
        <w:rPr>
          <w:b/>
          <w:bCs/>
          <w:u w:val="single"/>
        </w:rPr>
        <w:t xml:space="preserve">              Место  </w:t>
      </w:r>
    </w:p>
    <w:p w:rsidR="00000000" w:rsidRDefault="00AB6E56">
      <w:pPr>
        <w:pStyle w:val="HTML"/>
        <w:divId w:val="1574193542"/>
      </w:pPr>
      <w:r>
        <w:t xml:space="preserve">   1 Быков Антон           Зоркий </w:t>
      </w:r>
      <w:proofErr w:type="spellStart"/>
      <w:r>
        <w:t>КрасногорскМС</w:t>
      </w:r>
      <w:proofErr w:type="spellEnd"/>
      <w:r>
        <w:t xml:space="preserve">     30 1998 00:14:35,0 00:29:14,0 00:43</w:t>
      </w:r>
      <w:r>
        <w:rPr>
          <w:b/>
        </w:rPr>
        <w:t xml:space="preserve">:51  1 </w:t>
      </w:r>
    </w:p>
    <w:p w:rsidR="00000000" w:rsidRDefault="00AB6E56">
      <w:pPr>
        <w:pStyle w:val="HTML"/>
        <w:divId w:val="1574193542"/>
      </w:pPr>
      <w:r>
        <w:t xml:space="preserve">   2 Савельев Иван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16 1999 00:14:34,0 00:29:24,0 00:44</w:t>
      </w:r>
      <w:r>
        <w:rPr>
          <w:b/>
        </w:rPr>
        <w:t xml:space="preserve">:05  2 </w:t>
      </w:r>
    </w:p>
    <w:p w:rsidR="00000000" w:rsidRDefault="00AB6E56">
      <w:pPr>
        <w:pStyle w:val="HTML"/>
        <w:divId w:val="1574193542"/>
      </w:pPr>
      <w:r>
        <w:t xml:space="preserve">   3 Марченков Иван        </w:t>
      </w:r>
      <w:proofErr w:type="spellStart"/>
      <w:r>
        <w:t>Спортвектор</w:t>
      </w:r>
      <w:proofErr w:type="spellEnd"/>
      <w:r>
        <w:t xml:space="preserve">      </w:t>
      </w:r>
      <w:r>
        <w:t xml:space="preserve"> МСМК   28 1985 00:14:36,0 00:29:18,0 00:44</w:t>
      </w:r>
      <w:r>
        <w:rPr>
          <w:b/>
        </w:rPr>
        <w:t xml:space="preserve">:31  3 </w:t>
      </w:r>
    </w:p>
    <w:p w:rsidR="00000000" w:rsidRDefault="00AB6E56">
      <w:pPr>
        <w:pStyle w:val="HTML"/>
        <w:divId w:val="1574193542"/>
      </w:pPr>
      <w:r>
        <w:t xml:space="preserve">   4 Волков Сергей         Зоркий Красногорск       74 2001 00:14:36,0 00:29:47,0 00:45</w:t>
      </w:r>
      <w:r>
        <w:rPr>
          <w:b/>
        </w:rPr>
        <w:t xml:space="preserve">:15  4 </w:t>
      </w:r>
    </w:p>
    <w:p w:rsidR="00000000" w:rsidRDefault="00AB6E56">
      <w:pPr>
        <w:pStyle w:val="HTML"/>
        <w:divId w:val="1574193542"/>
      </w:pPr>
      <w:r>
        <w:t xml:space="preserve">   5 Шаршовых Илья         Зеленоград               63 1992 00:14:33,0 00:29:48,0 00:45</w:t>
      </w:r>
      <w:r>
        <w:rPr>
          <w:b/>
        </w:rPr>
        <w:t xml:space="preserve">:20  5 </w:t>
      </w:r>
    </w:p>
    <w:p w:rsidR="00000000" w:rsidRDefault="00AB6E56">
      <w:pPr>
        <w:pStyle w:val="HTML"/>
        <w:divId w:val="1574193542"/>
      </w:pPr>
      <w:r>
        <w:t xml:space="preserve">   6 Смирнов Ки</w:t>
      </w:r>
      <w:r>
        <w:t xml:space="preserve">рилл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17 1996 00:15:10,0 00:30:41,0 00:46</w:t>
      </w:r>
      <w:r>
        <w:rPr>
          <w:b/>
        </w:rPr>
        <w:t xml:space="preserve">:13  6 </w:t>
      </w:r>
    </w:p>
    <w:p w:rsidR="00000000" w:rsidRDefault="00AB6E56">
      <w:pPr>
        <w:pStyle w:val="HTML"/>
        <w:divId w:val="1574193542"/>
      </w:pPr>
      <w:r>
        <w:t xml:space="preserve">   7 Горшков Никита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4 1993 00:15:09,0 00:30:44,0 00:46</w:t>
      </w:r>
      <w:r>
        <w:rPr>
          <w:b/>
        </w:rPr>
        <w:t xml:space="preserve">:22  7 </w:t>
      </w:r>
    </w:p>
    <w:p w:rsidR="00000000" w:rsidRDefault="00AB6E56">
      <w:pPr>
        <w:pStyle w:val="HTML"/>
        <w:divId w:val="1574193542"/>
      </w:pPr>
      <w:r>
        <w:t xml:space="preserve">   8 Моисеев Тимофей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15 1996 00:15:10,0 00:30:55,0</w:t>
      </w:r>
      <w:r>
        <w:t xml:space="preserve"> 00:47</w:t>
      </w:r>
      <w:r>
        <w:rPr>
          <w:b/>
        </w:rPr>
        <w:t xml:space="preserve">:02  8 </w:t>
      </w:r>
    </w:p>
    <w:p w:rsidR="00000000" w:rsidRDefault="00AB6E56">
      <w:pPr>
        <w:pStyle w:val="HTML"/>
        <w:divId w:val="1574193542"/>
      </w:pPr>
      <w:r>
        <w:t xml:space="preserve">   9 Мащенко Александр     СК </w:t>
      </w:r>
      <w:proofErr w:type="spellStart"/>
      <w:r>
        <w:t>Ромашково</w:t>
      </w:r>
      <w:proofErr w:type="spellEnd"/>
      <w:r>
        <w:t xml:space="preserve">             57 1986 00:15:37,0 00:31:43,0 00:47</w:t>
      </w:r>
      <w:r>
        <w:rPr>
          <w:b/>
        </w:rPr>
        <w:t xml:space="preserve">:50  9 </w:t>
      </w:r>
    </w:p>
    <w:p w:rsidR="00000000" w:rsidRDefault="00AB6E56">
      <w:pPr>
        <w:pStyle w:val="HTML"/>
        <w:divId w:val="1574193542"/>
      </w:pPr>
      <w:r>
        <w:t xml:space="preserve">  10 Командный Иван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11 1984 00:15:51,0 00:32:01,0 00:48</w:t>
      </w:r>
      <w:r>
        <w:rPr>
          <w:b/>
        </w:rPr>
        <w:t xml:space="preserve">:16 10 </w:t>
      </w:r>
    </w:p>
    <w:p w:rsidR="00000000" w:rsidRDefault="00AB6E56">
      <w:pPr>
        <w:pStyle w:val="HTML"/>
        <w:divId w:val="1574193542"/>
      </w:pPr>
      <w:r>
        <w:t xml:space="preserve">  11 Зотов Максим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</w:t>
      </w:r>
      <w:r>
        <w:t xml:space="preserve"> 7 1976 00:15:51,0 00:32:03,0 00:48</w:t>
      </w:r>
      <w:r>
        <w:rPr>
          <w:b/>
        </w:rPr>
        <w:t xml:space="preserve">:17 11 </w:t>
      </w:r>
    </w:p>
    <w:p w:rsidR="00000000" w:rsidRDefault="00AB6E56">
      <w:pPr>
        <w:pStyle w:val="HTML"/>
        <w:divId w:val="1574193542"/>
      </w:pPr>
      <w:r>
        <w:t xml:space="preserve">  12 Шварц Юрий 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24 1994 00:15:20,0 00:31:53,0 00:48</w:t>
      </w:r>
      <w:r>
        <w:rPr>
          <w:b/>
        </w:rPr>
        <w:t xml:space="preserve">:36 12 </w:t>
      </w:r>
    </w:p>
    <w:p w:rsidR="00000000" w:rsidRDefault="00AB6E56">
      <w:pPr>
        <w:pStyle w:val="HTML"/>
        <w:divId w:val="1574193542"/>
      </w:pPr>
      <w:r>
        <w:t xml:space="preserve">  13 </w:t>
      </w:r>
      <w:proofErr w:type="spellStart"/>
      <w:r>
        <w:t>Пригодич</w:t>
      </w:r>
      <w:proofErr w:type="spellEnd"/>
      <w:r>
        <w:t xml:space="preserve"> Андрей       </w:t>
      </w:r>
      <w:proofErr w:type="spellStart"/>
      <w:r>
        <w:t>Спортвектор</w:t>
      </w:r>
      <w:proofErr w:type="spellEnd"/>
      <w:r>
        <w:t xml:space="preserve">              29 1981 00:15:38,0 00:32:07,0 00:48</w:t>
      </w:r>
      <w:r>
        <w:rPr>
          <w:b/>
        </w:rPr>
        <w:t xml:space="preserve">:43 13 </w:t>
      </w:r>
    </w:p>
    <w:p w:rsidR="00000000" w:rsidRDefault="00AB6E56">
      <w:pPr>
        <w:pStyle w:val="HTML"/>
        <w:divId w:val="1574193542"/>
      </w:pPr>
      <w:r>
        <w:t xml:space="preserve">  14 Маслов Вадим      </w:t>
      </w:r>
      <w:r>
        <w:t xml:space="preserve">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14 1984 00:16:00,0 00:32:23,0 00:49</w:t>
      </w:r>
      <w:r>
        <w:rPr>
          <w:b/>
        </w:rPr>
        <w:t xml:space="preserve">:12 14 </w:t>
      </w:r>
    </w:p>
    <w:p w:rsidR="00000000" w:rsidRDefault="00AB6E56">
      <w:pPr>
        <w:pStyle w:val="HTML"/>
        <w:divId w:val="1574193542"/>
      </w:pPr>
      <w:r>
        <w:t xml:space="preserve">  15 Иванов Сергей         </w:t>
      </w:r>
      <w:proofErr w:type="spellStart"/>
      <w:r>
        <w:t>Балашиха</w:t>
      </w:r>
      <w:proofErr w:type="spellEnd"/>
      <w:r>
        <w:t xml:space="preserve">          I      46 1979 00:16:02,0 00:32:56,0 00:49</w:t>
      </w:r>
      <w:r>
        <w:rPr>
          <w:b/>
        </w:rPr>
        <w:t xml:space="preserve">:14 15 </w:t>
      </w:r>
    </w:p>
    <w:p w:rsidR="00000000" w:rsidRDefault="00AB6E56">
      <w:pPr>
        <w:pStyle w:val="HTML"/>
        <w:divId w:val="1574193542"/>
      </w:pPr>
      <w:r>
        <w:t xml:space="preserve">  16 </w:t>
      </w:r>
      <w:proofErr w:type="spellStart"/>
      <w:r>
        <w:t>Тартынский</w:t>
      </w:r>
      <w:proofErr w:type="spellEnd"/>
      <w:r>
        <w:t xml:space="preserve"> Максим     Зоркий </w:t>
      </w:r>
      <w:proofErr w:type="spellStart"/>
      <w:r>
        <w:t>КрасногорскКМС</w:t>
      </w:r>
      <w:proofErr w:type="spellEnd"/>
      <w:r>
        <w:t xml:space="preserve">    72 1999 00:15:41,0 00:32:02,0 00:49</w:t>
      </w:r>
      <w:r>
        <w:rPr>
          <w:b/>
        </w:rPr>
        <w:t>:1</w:t>
      </w:r>
      <w:r>
        <w:rPr>
          <w:b/>
        </w:rPr>
        <w:t xml:space="preserve">5 16 </w:t>
      </w:r>
    </w:p>
    <w:p w:rsidR="00000000" w:rsidRDefault="00AB6E56">
      <w:pPr>
        <w:pStyle w:val="HTML"/>
        <w:divId w:val="1574193542"/>
      </w:pPr>
      <w:r>
        <w:t xml:space="preserve">  17 Клюквин Евгений       #</w:t>
      </w:r>
      <w:proofErr w:type="spellStart"/>
      <w:r>
        <w:t>SlimFitClub</w:t>
      </w:r>
      <w:proofErr w:type="spellEnd"/>
      <w:r>
        <w:t xml:space="preserve">      МС     59 1990 00:15:48,0 00:32:34,0 00:49</w:t>
      </w:r>
      <w:r>
        <w:rPr>
          <w:b/>
        </w:rPr>
        <w:t xml:space="preserve">:36 17 </w:t>
      </w:r>
    </w:p>
    <w:p w:rsidR="00000000" w:rsidRDefault="00AB6E56">
      <w:pPr>
        <w:pStyle w:val="HTML"/>
        <w:divId w:val="1574193542"/>
      </w:pPr>
      <w:r>
        <w:t xml:space="preserve">  18 Огурцов Александр     РГУ Нефти и Газа         50 1978 00:16:29,0 00:33:03,0 00:49</w:t>
      </w:r>
      <w:r>
        <w:rPr>
          <w:b/>
        </w:rPr>
        <w:t xml:space="preserve">:45 18 </w:t>
      </w:r>
    </w:p>
    <w:p w:rsidR="00000000" w:rsidRDefault="00AB6E56">
      <w:pPr>
        <w:pStyle w:val="HTML"/>
        <w:divId w:val="1574193542"/>
      </w:pPr>
      <w:r>
        <w:t xml:space="preserve">  19 Урюпин Александр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22 1987 </w:t>
      </w:r>
      <w:r>
        <w:t>00:16:02,0 00:32:50,0 00:49</w:t>
      </w:r>
      <w:r>
        <w:rPr>
          <w:b/>
        </w:rPr>
        <w:t xml:space="preserve">:49 19 </w:t>
      </w:r>
    </w:p>
    <w:p w:rsidR="00000000" w:rsidRDefault="00AB6E56">
      <w:pPr>
        <w:pStyle w:val="HTML"/>
        <w:divId w:val="1574193542"/>
      </w:pPr>
      <w:r>
        <w:t xml:space="preserve">  20 Зубарев Никита        </w:t>
      </w:r>
      <w:proofErr w:type="spellStart"/>
      <w:r>
        <w:t>Спортвектор</w:t>
      </w:r>
      <w:proofErr w:type="spellEnd"/>
      <w:r>
        <w:t xml:space="preserve">              26 1985 00:15:49,0 00:32:37,0 00:49</w:t>
      </w:r>
      <w:r>
        <w:rPr>
          <w:b/>
        </w:rPr>
        <w:t xml:space="preserve">:50 20 </w:t>
      </w:r>
    </w:p>
    <w:p w:rsidR="00000000" w:rsidRDefault="00AB6E56">
      <w:pPr>
        <w:pStyle w:val="HTML"/>
        <w:divId w:val="1574193542"/>
      </w:pPr>
      <w:r>
        <w:t xml:space="preserve">  21 Краснов Андрей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13 1984 00:16:01,0 00:32:52,0 00:50</w:t>
      </w:r>
      <w:r>
        <w:rPr>
          <w:b/>
        </w:rPr>
        <w:t xml:space="preserve">:27 21 </w:t>
      </w:r>
    </w:p>
    <w:p w:rsidR="00000000" w:rsidRDefault="00AB6E56">
      <w:pPr>
        <w:pStyle w:val="HTML"/>
        <w:divId w:val="1574193542"/>
      </w:pPr>
      <w:r>
        <w:t xml:space="preserve">  22 Зеленин Егор          </w:t>
      </w:r>
      <w:proofErr w:type="spellStart"/>
      <w:proofErr w:type="gramStart"/>
      <w:r>
        <w:t>МГУ-</w:t>
      </w:r>
      <w:r>
        <w:t>Лыжники</w:t>
      </w:r>
      <w:proofErr w:type="spellEnd"/>
      <w:proofErr w:type="gramEnd"/>
      <w:r>
        <w:t xml:space="preserve">               6 1990 00:16:21,0 00:33:36,0 00:50</w:t>
      </w:r>
      <w:r>
        <w:rPr>
          <w:b/>
        </w:rPr>
        <w:t xml:space="preserve">:43 22 </w:t>
      </w:r>
    </w:p>
    <w:p w:rsidR="00000000" w:rsidRDefault="00AB6E56">
      <w:pPr>
        <w:pStyle w:val="HTML"/>
        <w:divId w:val="1574193542"/>
      </w:pPr>
      <w:r>
        <w:t xml:space="preserve">  23 </w:t>
      </w:r>
      <w:proofErr w:type="spellStart"/>
      <w:r>
        <w:t>Средняков</w:t>
      </w:r>
      <w:proofErr w:type="spellEnd"/>
      <w:r>
        <w:t xml:space="preserve"> Александр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19 2000 00:16:15,0 00:33:37,0 00:50</w:t>
      </w:r>
      <w:r>
        <w:rPr>
          <w:b/>
        </w:rPr>
        <w:t xml:space="preserve">:46 23 </w:t>
      </w:r>
    </w:p>
    <w:p w:rsidR="00000000" w:rsidRDefault="00AB6E56">
      <w:pPr>
        <w:pStyle w:val="HTML"/>
        <w:divId w:val="1574193542"/>
      </w:pPr>
      <w:r>
        <w:t xml:space="preserve">  24 Высоцкий Иван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3 1979 00:16:37,0 00:34:02,0 00:51</w:t>
      </w:r>
      <w:r>
        <w:rPr>
          <w:b/>
        </w:rPr>
        <w:t xml:space="preserve">:20 24 </w:t>
      </w:r>
    </w:p>
    <w:p w:rsidR="00000000" w:rsidRDefault="00AB6E56">
      <w:pPr>
        <w:pStyle w:val="HTML"/>
        <w:divId w:val="1574193542"/>
      </w:pPr>
      <w:r>
        <w:t xml:space="preserve">  </w:t>
      </w:r>
      <w:r>
        <w:t xml:space="preserve">25 Сорокин Александр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18 1991 00:16:38,0 00:34:05,0 00:51</w:t>
      </w:r>
      <w:r>
        <w:rPr>
          <w:b/>
        </w:rPr>
        <w:t xml:space="preserve">:26 25 </w:t>
      </w:r>
    </w:p>
    <w:p w:rsidR="00000000" w:rsidRDefault="00AB6E56">
      <w:pPr>
        <w:pStyle w:val="HTML"/>
        <w:divId w:val="1574193542"/>
      </w:pPr>
      <w:r>
        <w:t xml:space="preserve">  26 </w:t>
      </w:r>
      <w:proofErr w:type="spellStart"/>
      <w:r>
        <w:t>Рузиев</w:t>
      </w:r>
      <w:proofErr w:type="spellEnd"/>
      <w:r>
        <w:t xml:space="preserve"> </w:t>
      </w:r>
      <w:proofErr w:type="spellStart"/>
      <w:r>
        <w:t>Рузибой</w:t>
      </w:r>
      <w:proofErr w:type="spellEnd"/>
      <w:r>
        <w:t xml:space="preserve">        КЛБ Факел                32 2000 00:16:54,0 00:34:25,0 00:51</w:t>
      </w:r>
      <w:r>
        <w:rPr>
          <w:b/>
        </w:rPr>
        <w:t xml:space="preserve">:33 26 </w:t>
      </w:r>
    </w:p>
    <w:p w:rsidR="00000000" w:rsidRDefault="00AB6E56">
      <w:pPr>
        <w:pStyle w:val="HTML"/>
        <w:divId w:val="1574193542"/>
      </w:pPr>
      <w:r>
        <w:t xml:space="preserve">  27 Малков Николай        Химки                    44 1983 00:17:06</w:t>
      </w:r>
      <w:r>
        <w:t>,0 00:34:26,0 00:51</w:t>
      </w:r>
      <w:r>
        <w:rPr>
          <w:b/>
        </w:rPr>
        <w:t xml:space="preserve">:39 27 </w:t>
      </w:r>
    </w:p>
    <w:p w:rsidR="00000000" w:rsidRDefault="00AB6E56">
      <w:pPr>
        <w:pStyle w:val="HTML"/>
        <w:divId w:val="1574193542"/>
      </w:pPr>
      <w:r>
        <w:t xml:space="preserve">  28 </w:t>
      </w:r>
      <w:proofErr w:type="spellStart"/>
      <w:r>
        <w:t>Артанин</w:t>
      </w:r>
      <w:proofErr w:type="spellEnd"/>
      <w:r>
        <w:t xml:space="preserve"> Николай       Москва                   56 1982 00:16:34,0 00:34:01,0 00:51</w:t>
      </w:r>
      <w:r>
        <w:rPr>
          <w:b/>
        </w:rPr>
        <w:t xml:space="preserve">:46 28 </w:t>
      </w:r>
    </w:p>
    <w:p w:rsidR="00000000" w:rsidRDefault="00AB6E56">
      <w:pPr>
        <w:pStyle w:val="HTML"/>
        <w:divId w:val="1574193542"/>
      </w:pPr>
      <w:r>
        <w:t xml:space="preserve">  29 </w:t>
      </w:r>
      <w:proofErr w:type="spellStart"/>
      <w:r>
        <w:t>Крупцов</w:t>
      </w:r>
      <w:proofErr w:type="spellEnd"/>
      <w:r>
        <w:t xml:space="preserve"> Алексей       MIPTSKI                  58 1981 00:16:10,0 00:33:54,0 00:51</w:t>
      </w:r>
      <w:r>
        <w:rPr>
          <w:b/>
        </w:rPr>
        <w:t xml:space="preserve">:54 29 </w:t>
      </w:r>
    </w:p>
    <w:p w:rsidR="00000000" w:rsidRDefault="00AB6E56">
      <w:pPr>
        <w:pStyle w:val="HTML"/>
        <w:divId w:val="1574193542"/>
      </w:pPr>
      <w:r>
        <w:t xml:space="preserve">  30 Беликов Сергей        СК </w:t>
      </w:r>
      <w:proofErr w:type="spellStart"/>
      <w:r>
        <w:t>Ромашково</w:t>
      </w:r>
      <w:proofErr w:type="spellEnd"/>
      <w:r>
        <w:t xml:space="preserve">             60 1985 00:17:04,0 00:34:38,0 00:52</w:t>
      </w:r>
      <w:r>
        <w:rPr>
          <w:b/>
        </w:rPr>
        <w:t xml:space="preserve">:18 30 </w:t>
      </w:r>
    </w:p>
    <w:p w:rsidR="00000000" w:rsidRDefault="00AB6E56">
      <w:pPr>
        <w:pStyle w:val="HTML"/>
        <w:divId w:val="1574193542"/>
      </w:pPr>
      <w:r>
        <w:t xml:space="preserve">  31 </w:t>
      </w:r>
      <w:proofErr w:type="spellStart"/>
      <w:r>
        <w:t>Шевенев-Фоменко</w:t>
      </w:r>
      <w:proofErr w:type="spellEnd"/>
      <w:r>
        <w:t xml:space="preserve"> </w:t>
      </w:r>
      <w:proofErr w:type="spellStart"/>
      <w:r>
        <w:t>ВасилиКЛБ</w:t>
      </w:r>
      <w:proofErr w:type="spellEnd"/>
      <w:r>
        <w:t xml:space="preserve"> Факел                31 1992 00:16:54,0 00:34:34,0 00:52</w:t>
      </w:r>
      <w:r>
        <w:rPr>
          <w:b/>
        </w:rPr>
        <w:t xml:space="preserve">:42 31 </w:t>
      </w:r>
    </w:p>
    <w:p w:rsidR="00000000" w:rsidRDefault="00AB6E56">
      <w:pPr>
        <w:pStyle w:val="HTML"/>
        <w:divId w:val="1574193542"/>
      </w:pPr>
      <w:r>
        <w:t xml:space="preserve">  32 Ковалев Андрей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10 1982 00:16:51,0 00:35:04,0 00:53</w:t>
      </w:r>
      <w:r>
        <w:rPr>
          <w:b/>
        </w:rPr>
        <w:t xml:space="preserve">:06 32 </w:t>
      </w:r>
    </w:p>
    <w:p w:rsidR="00000000" w:rsidRDefault="00AB6E56">
      <w:pPr>
        <w:pStyle w:val="HTML"/>
        <w:divId w:val="1574193542"/>
      </w:pPr>
      <w:r>
        <w:t xml:space="preserve">  33 Темки</w:t>
      </w:r>
      <w:r>
        <w:t xml:space="preserve">н Павел          СК </w:t>
      </w:r>
      <w:proofErr w:type="spellStart"/>
      <w:r>
        <w:t>Альфа-Битца</w:t>
      </w:r>
      <w:proofErr w:type="spellEnd"/>
      <w:r>
        <w:t xml:space="preserve">           55 1986 00:16:56,0 00:34:58,0 00:53</w:t>
      </w:r>
      <w:r>
        <w:rPr>
          <w:b/>
        </w:rPr>
        <w:t xml:space="preserve">:40 33 </w:t>
      </w:r>
    </w:p>
    <w:p w:rsidR="00000000" w:rsidRDefault="00AB6E56">
      <w:pPr>
        <w:pStyle w:val="HTML"/>
        <w:divId w:val="1574193542"/>
      </w:pPr>
      <w:r>
        <w:t xml:space="preserve">  34 Маликов Андрей        СК Луч                   69 1973 00:17:27,0 00:35:45,0 00:54</w:t>
      </w:r>
      <w:r>
        <w:rPr>
          <w:b/>
        </w:rPr>
        <w:t xml:space="preserve">:10 34 </w:t>
      </w:r>
    </w:p>
    <w:p w:rsidR="00000000" w:rsidRDefault="00AB6E56">
      <w:pPr>
        <w:pStyle w:val="HTML"/>
        <w:divId w:val="1574193542"/>
      </w:pPr>
      <w:r>
        <w:t xml:space="preserve">  35 </w:t>
      </w:r>
      <w:proofErr w:type="spellStart"/>
      <w:r>
        <w:t>Зимирев</w:t>
      </w:r>
      <w:proofErr w:type="spellEnd"/>
      <w:r>
        <w:t xml:space="preserve"> Николай       </w:t>
      </w:r>
      <w:proofErr w:type="spellStart"/>
      <w:r>
        <w:t>РГУФКСМиТ</w:t>
      </w:r>
      <w:proofErr w:type="spellEnd"/>
      <w:r>
        <w:t xml:space="preserve">         КМС    </w:t>
      </w:r>
      <w:r>
        <w:t>66 1984 00:17:39,0 00:36:17,0 00:54</w:t>
      </w:r>
      <w:r>
        <w:rPr>
          <w:b/>
        </w:rPr>
        <w:t xml:space="preserve">:38 35 </w:t>
      </w:r>
    </w:p>
    <w:p w:rsidR="00000000" w:rsidRDefault="00AB6E56">
      <w:pPr>
        <w:pStyle w:val="HTML"/>
        <w:divId w:val="1574193542"/>
      </w:pPr>
      <w:r>
        <w:t xml:space="preserve">  36 </w:t>
      </w:r>
      <w:proofErr w:type="spellStart"/>
      <w:r>
        <w:t>Петруня</w:t>
      </w:r>
      <w:proofErr w:type="spellEnd"/>
      <w:r>
        <w:t xml:space="preserve"> Валентин      </w:t>
      </w:r>
      <w:proofErr w:type="spellStart"/>
      <w:r>
        <w:t>Мульти-спорт</w:t>
      </w:r>
      <w:proofErr w:type="spellEnd"/>
      <w:r>
        <w:t xml:space="preserve">             51 1977 00:17:43,0 00:36:20,0 00:55</w:t>
      </w:r>
      <w:r>
        <w:rPr>
          <w:b/>
        </w:rPr>
        <w:t xml:space="preserve">:16 36 </w:t>
      </w:r>
    </w:p>
    <w:p w:rsidR="00000000" w:rsidRDefault="00AB6E56">
      <w:pPr>
        <w:pStyle w:val="HTML"/>
        <w:divId w:val="1574193542"/>
      </w:pPr>
      <w:r>
        <w:t xml:space="preserve">  37 Болотин Владимир</w:t>
      </w:r>
      <w:proofErr w:type="gramStart"/>
      <w:r>
        <w:t xml:space="preserve">      Л</w:t>
      </w:r>
      <w:proofErr w:type="gramEnd"/>
      <w:r>
        <w:t>ично                    45 1976 00:17:52,0 00:36:43,0 00:55</w:t>
      </w:r>
      <w:r>
        <w:rPr>
          <w:b/>
        </w:rPr>
        <w:t xml:space="preserve">:44 37 </w:t>
      </w:r>
    </w:p>
    <w:p w:rsidR="00000000" w:rsidRDefault="00AB6E56">
      <w:pPr>
        <w:pStyle w:val="HTML"/>
        <w:divId w:val="1574193542"/>
      </w:pPr>
      <w:r>
        <w:t xml:space="preserve">  38 Карелин Станислав </w:t>
      </w:r>
      <w:r>
        <w:t xml:space="preserve">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9 1988 00:17:54,0 00:36:44,0 00:55</w:t>
      </w:r>
      <w:r>
        <w:rPr>
          <w:b/>
        </w:rPr>
        <w:t xml:space="preserve">:46 38 </w:t>
      </w:r>
    </w:p>
    <w:p w:rsidR="00000000" w:rsidRDefault="00AB6E56">
      <w:pPr>
        <w:pStyle w:val="HTML"/>
        <w:divId w:val="1574193542"/>
      </w:pPr>
      <w:r>
        <w:t xml:space="preserve">  39 Деев Михаил   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 5 1967 00:18:27,0 00:37:18,0 00:56</w:t>
      </w:r>
      <w:r>
        <w:rPr>
          <w:b/>
        </w:rPr>
        <w:t xml:space="preserve">:17 39 </w:t>
      </w:r>
    </w:p>
    <w:p w:rsidR="00000000" w:rsidRDefault="00AB6E56">
      <w:pPr>
        <w:pStyle w:val="HTML"/>
        <w:divId w:val="1574193542"/>
      </w:pPr>
      <w:r>
        <w:t xml:space="preserve">  40 </w:t>
      </w:r>
      <w:proofErr w:type="spellStart"/>
      <w:r>
        <w:t>Ярош</w:t>
      </w:r>
      <w:proofErr w:type="spellEnd"/>
      <w:r>
        <w:t xml:space="preserve"> Алексей</w:t>
      </w:r>
      <w:proofErr w:type="gramStart"/>
      <w:r>
        <w:t xml:space="preserve">          Л</w:t>
      </w:r>
      <w:proofErr w:type="gramEnd"/>
      <w:r>
        <w:t>ично                    37 1986 00:18:12,0 00:37:26,0 00:56</w:t>
      </w:r>
      <w:r>
        <w:rPr>
          <w:b/>
        </w:rPr>
        <w:t>:3</w:t>
      </w:r>
      <w:r>
        <w:rPr>
          <w:b/>
        </w:rPr>
        <w:t xml:space="preserve">2 40 </w:t>
      </w:r>
    </w:p>
    <w:p w:rsidR="00000000" w:rsidRDefault="00AB6E56">
      <w:pPr>
        <w:pStyle w:val="HTML"/>
        <w:divId w:val="1574193542"/>
      </w:pPr>
      <w:r>
        <w:t xml:space="preserve">  41 Шварц  Дмитрий 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23 1988 00:17:59,0 00:37:43,0 00:56</w:t>
      </w:r>
      <w:r>
        <w:rPr>
          <w:b/>
        </w:rPr>
        <w:t xml:space="preserve">:43 41 </w:t>
      </w:r>
    </w:p>
    <w:p w:rsidR="00000000" w:rsidRDefault="00AB6E56">
      <w:pPr>
        <w:pStyle w:val="HTML"/>
        <w:divId w:val="1574193542"/>
      </w:pPr>
      <w:r>
        <w:t xml:space="preserve">  42 Волков Константин</w:t>
      </w:r>
      <w:proofErr w:type="gramStart"/>
      <w:r>
        <w:t xml:space="preserve">     Л</w:t>
      </w:r>
      <w:proofErr w:type="gramEnd"/>
      <w:r>
        <w:t>ично                    47 1976 00:18:28,0 00:37:43,0 00:56</w:t>
      </w:r>
      <w:r>
        <w:rPr>
          <w:b/>
        </w:rPr>
        <w:t xml:space="preserve">:54 42 </w:t>
      </w:r>
    </w:p>
    <w:p w:rsidR="00000000" w:rsidRDefault="00AB6E56">
      <w:pPr>
        <w:pStyle w:val="HTML"/>
        <w:divId w:val="1574193542"/>
      </w:pPr>
      <w:r>
        <w:t xml:space="preserve">  43 Кирьянов Никита       Зеленоград               64 1994 </w:t>
      </w:r>
      <w:r>
        <w:t>00:17:00,0 00:34:41,0 00:58</w:t>
      </w:r>
      <w:r>
        <w:rPr>
          <w:b/>
        </w:rPr>
        <w:t xml:space="preserve">:16 43 </w:t>
      </w:r>
    </w:p>
    <w:p w:rsidR="00000000" w:rsidRDefault="00AB6E56">
      <w:pPr>
        <w:pStyle w:val="HTML"/>
        <w:divId w:val="1574193542"/>
      </w:pPr>
      <w:r>
        <w:t xml:space="preserve">  44 </w:t>
      </w:r>
      <w:proofErr w:type="spellStart"/>
      <w:r>
        <w:t>Маланичев</w:t>
      </w:r>
      <w:proofErr w:type="spellEnd"/>
      <w:r>
        <w:t xml:space="preserve"> Александр</w:t>
      </w:r>
      <w:proofErr w:type="gramStart"/>
      <w:r>
        <w:t xml:space="preserve">   Л</w:t>
      </w:r>
      <w:proofErr w:type="gramEnd"/>
      <w:r>
        <w:t>ично                    36 1972 00:18:41,0 00:38:32,0 00:58</w:t>
      </w:r>
      <w:r>
        <w:rPr>
          <w:b/>
        </w:rPr>
        <w:t xml:space="preserve">:58 44 </w:t>
      </w:r>
    </w:p>
    <w:p w:rsidR="00000000" w:rsidRDefault="00AB6E56">
      <w:pPr>
        <w:pStyle w:val="HTML"/>
        <w:divId w:val="1574193542"/>
      </w:pPr>
      <w:r>
        <w:t xml:space="preserve">  45 Ноговицын Николай     СК </w:t>
      </w:r>
      <w:proofErr w:type="spellStart"/>
      <w:r>
        <w:t>Ромашково</w:t>
      </w:r>
      <w:proofErr w:type="spellEnd"/>
      <w:r>
        <w:t xml:space="preserve">             68 1981 00:19:20,0 00:39:12,0 00:59</w:t>
      </w:r>
      <w:r>
        <w:rPr>
          <w:b/>
        </w:rPr>
        <w:t xml:space="preserve">:11 45 </w:t>
      </w:r>
    </w:p>
    <w:p w:rsidR="00000000" w:rsidRDefault="00AB6E56">
      <w:pPr>
        <w:pStyle w:val="HTML"/>
        <w:divId w:val="1574193542"/>
      </w:pPr>
      <w:r>
        <w:t xml:space="preserve">  46 Виноградов Александр</w:t>
      </w:r>
      <w:proofErr w:type="gramStart"/>
      <w:r>
        <w:t xml:space="preserve">  Л</w:t>
      </w:r>
      <w:proofErr w:type="gramEnd"/>
      <w:r>
        <w:t>ичн</w:t>
      </w:r>
      <w:r>
        <w:t>о                    73 1980 00:19:36,0 00:39:39,0 00:59</w:t>
      </w:r>
      <w:r>
        <w:rPr>
          <w:b/>
        </w:rPr>
        <w:t xml:space="preserve">:16 46 </w:t>
      </w:r>
    </w:p>
    <w:p w:rsidR="00000000" w:rsidRDefault="00AB6E56">
      <w:pPr>
        <w:pStyle w:val="HTML"/>
        <w:divId w:val="1574193542"/>
      </w:pPr>
      <w:r>
        <w:t xml:space="preserve">  47 Порохов Вячеслав      </w:t>
      </w:r>
      <w:proofErr w:type="spellStart"/>
      <w:r>
        <w:t>msu</w:t>
      </w:r>
      <w:proofErr w:type="spellEnd"/>
      <w:r>
        <w:t xml:space="preserve"> </w:t>
      </w:r>
      <w:proofErr w:type="spellStart"/>
      <w:r>
        <w:t>ski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     I      61 1990 00:19:32,0 00:40:20,0 00:59</w:t>
      </w:r>
      <w:r>
        <w:rPr>
          <w:b/>
        </w:rPr>
        <w:t xml:space="preserve">:18 47 </w:t>
      </w:r>
    </w:p>
    <w:p w:rsidR="00000000" w:rsidRDefault="00AB6E56">
      <w:pPr>
        <w:pStyle w:val="HTML"/>
        <w:divId w:val="1574193542"/>
      </w:pPr>
      <w:r>
        <w:t xml:space="preserve">  48 Овсяников Егор        Москва                   43 2001 00:18:34,0 00:39:19,0 00:59</w:t>
      </w:r>
      <w:r>
        <w:rPr>
          <w:b/>
        </w:rPr>
        <w:t xml:space="preserve">:30 48 </w:t>
      </w:r>
    </w:p>
    <w:p w:rsidR="00000000" w:rsidRDefault="00AB6E56">
      <w:pPr>
        <w:pStyle w:val="HTML"/>
        <w:divId w:val="1574193542"/>
      </w:pPr>
      <w:r>
        <w:t xml:space="preserve">  </w:t>
      </w:r>
      <w:r>
        <w:t xml:space="preserve">49 </w:t>
      </w:r>
      <w:proofErr w:type="spellStart"/>
      <w:r>
        <w:t>Косенко</w:t>
      </w:r>
      <w:proofErr w:type="spellEnd"/>
      <w:r>
        <w:t xml:space="preserve"> Алексей       </w:t>
      </w:r>
      <w:proofErr w:type="spellStart"/>
      <w:proofErr w:type="gramStart"/>
      <w:r>
        <w:t>МГУ-Лыжники</w:t>
      </w:r>
      <w:proofErr w:type="spellEnd"/>
      <w:proofErr w:type="gramEnd"/>
      <w:r>
        <w:t xml:space="preserve">              12 1987 00:19:04,0 00:39:41,0 00:59</w:t>
      </w:r>
      <w:r>
        <w:rPr>
          <w:b/>
        </w:rPr>
        <w:t xml:space="preserve">:38 49 </w:t>
      </w:r>
    </w:p>
    <w:p w:rsidR="00000000" w:rsidRDefault="00AB6E56">
      <w:pPr>
        <w:pStyle w:val="HTML"/>
        <w:divId w:val="1574193542"/>
      </w:pPr>
      <w:r>
        <w:t xml:space="preserve">  50 Рыжов Артем           </w:t>
      </w:r>
      <w:proofErr w:type="spellStart"/>
      <w:r>
        <w:rPr>
          <w:lang w:val="en-US"/>
        </w:rPr>
        <w:t>Corsac</w:t>
      </w:r>
      <w:proofErr w:type="spellEnd"/>
      <w:r>
        <w:rPr>
          <w:lang w:val="en-US"/>
        </w:rPr>
        <w:t xml:space="preserve"> Sport Club</w:t>
      </w:r>
      <w:r>
        <w:t xml:space="preserve">        39 1993 00:19:03,0 00:39:24,0 01:00</w:t>
      </w:r>
      <w:r>
        <w:rPr>
          <w:b/>
        </w:rPr>
        <w:t xml:space="preserve">:22 50 </w:t>
      </w:r>
    </w:p>
    <w:p w:rsidR="00000000" w:rsidRDefault="00AB6E56">
      <w:pPr>
        <w:pStyle w:val="HTML"/>
        <w:divId w:val="1574193542"/>
      </w:pPr>
      <w:r>
        <w:t xml:space="preserve">  51 </w:t>
      </w:r>
      <w:proofErr w:type="spellStart"/>
      <w:r>
        <w:t>Наврузбеков</w:t>
      </w:r>
      <w:proofErr w:type="spellEnd"/>
      <w:r>
        <w:t xml:space="preserve"> Руслан    Люберцы                  34 1986 00:18:58</w:t>
      </w:r>
      <w:r>
        <w:t>,0 00:39:36,0 01:00</w:t>
      </w:r>
      <w:r>
        <w:rPr>
          <w:b/>
        </w:rPr>
        <w:t xml:space="preserve">:34 51 </w:t>
      </w:r>
    </w:p>
    <w:p w:rsidR="00000000" w:rsidRDefault="00AB6E56">
      <w:pPr>
        <w:pStyle w:val="HTML"/>
        <w:divId w:val="1574193542"/>
      </w:pPr>
      <w:r>
        <w:t xml:space="preserve">  52 Макаренко Павел       Красногорск              54 1972 00:19:06,0 00:39:40,0 01:01</w:t>
      </w:r>
      <w:r>
        <w:rPr>
          <w:b/>
        </w:rPr>
        <w:t xml:space="preserve">:26 52 </w:t>
      </w:r>
    </w:p>
    <w:p w:rsidR="00000000" w:rsidRDefault="00AB6E56">
      <w:pPr>
        <w:pStyle w:val="HTML"/>
        <w:divId w:val="1574193542"/>
      </w:pPr>
      <w:r>
        <w:t xml:space="preserve">  53 </w:t>
      </w:r>
      <w:proofErr w:type="spellStart"/>
      <w:r>
        <w:t>Кондратков</w:t>
      </w:r>
      <w:proofErr w:type="spellEnd"/>
      <w:r>
        <w:t xml:space="preserve"> Игорь      Зеленоград        КМС    67 1990 00:19:33,0 00:40:21,0 01:03</w:t>
      </w:r>
      <w:r>
        <w:rPr>
          <w:b/>
        </w:rPr>
        <w:t xml:space="preserve">:16 53 </w:t>
      </w:r>
    </w:p>
    <w:p w:rsidR="00000000" w:rsidRDefault="00AB6E56">
      <w:pPr>
        <w:pStyle w:val="HTML"/>
        <w:divId w:val="1574193542"/>
      </w:pPr>
      <w:r>
        <w:t xml:space="preserve">  54 Арсеньев Петр</w:t>
      </w:r>
      <w:proofErr w:type="gramStart"/>
      <w:r>
        <w:t xml:space="preserve">         Л</w:t>
      </w:r>
      <w:proofErr w:type="gramEnd"/>
      <w:r>
        <w:t xml:space="preserve">ично       </w:t>
      </w:r>
      <w:r>
        <w:t xml:space="preserve">             53 1974 00:20:49,0 00:42:12,0 01:03</w:t>
      </w:r>
      <w:r>
        <w:rPr>
          <w:b/>
        </w:rPr>
        <w:t xml:space="preserve">:24 54 </w:t>
      </w:r>
    </w:p>
    <w:p w:rsidR="00000000" w:rsidRDefault="00AB6E56">
      <w:pPr>
        <w:pStyle w:val="HTML"/>
        <w:divId w:val="1574193542"/>
      </w:pPr>
      <w:r>
        <w:t xml:space="preserve">  55 Терентьев Сергей      Красногорск              62 1981 00:20:16,0 00:41:48,0 01:03</w:t>
      </w:r>
      <w:r>
        <w:rPr>
          <w:b/>
        </w:rPr>
        <w:t xml:space="preserve">:58 55 </w:t>
      </w:r>
    </w:p>
    <w:p w:rsidR="00000000" w:rsidRDefault="00AB6E56">
      <w:pPr>
        <w:pStyle w:val="HTML"/>
        <w:divId w:val="1574193542"/>
      </w:pPr>
      <w:r>
        <w:t xml:space="preserve">  56 Цымбал Денис          СК Луч                   70 1971 00:20:38,0 00:42:16,0 01:04</w:t>
      </w:r>
      <w:r>
        <w:rPr>
          <w:b/>
        </w:rPr>
        <w:t xml:space="preserve">:00 56 </w:t>
      </w:r>
    </w:p>
    <w:p w:rsidR="00000000" w:rsidRDefault="00AB6E56">
      <w:pPr>
        <w:pStyle w:val="HTML"/>
        <w:divId w:val="1574193542"/>
      </w:pPr>
      <w:r>
        <w:t xml:space="preserve">  57 Тарас</w:t>
      </w:r>
      <w:r>
        <w:t>енко Даниил</w:t>
      </w:r>
      <w:proofErr w:type="gramStart"/>
      <w:r>
        <w:t xml:space="preserve">      Л</w:t>
      </w:r>
      <w:proofErr w:type="gramEnd"/>
      <w:r>
        <w:t>ично             I      65 1990 00:19:51,0 00:42:05,0 01:05</w:t>
      </w:r>
      <w:r>
        <w:rPr>
          <w:b/>
        </w:rPr>
        <w:t xml:space="preserve">:15 57 </w:t>
      </w:r>
    </w:p>
    <w:p w:rsidR="00000000" w:rsidRDefault="00AB6E56">
      <w:pPr>
        <w:pStyle w:val="HTML"/>
        <w:divId w:val="1574193542"/>
      </w:pPr>
      <w:r>
        <w:t xml:space="preserve">  58 Корнилов Андрей       Москва                   52 1972 00:21:46,0 00:43:54,0 01:06</w:t>
      </w:r>
      <w:r>
        <w:rPr>
          <w:b/>
        </w:rPr>
        <w:t xml:space="preserve">:19 58 </w:t>
      </w:r>
    </w:p>
    <w:p w:rsidR="00000000" w:rsidRDefault="00AB6E56">
      <w:pPr>
        <w:pStyle w:val="HTML"/>
        <w:divId w:val="1574193542"/>
      </w:pPr>
      <w:r>
        <w:t xml:space="preserve">  59 Мартьянов Артем       МГУ                      49 1992 00:22:20,0 00:44</w:t>
      </w:r>
      <w:r>
        <w:t>:33,0 01:06</w:t>
      </w:r>
      <w:r>
        <w:rPr>
          <w:b/>
        </w:rPr>
        <w:t xml:space="preserve">:45 59 </w:t>
      </w:r>
    </w:p>
    <w:p w:rsidR="00000000" w:rsidRDefault="00AB6E56">
      <w:pPr>
        <w:pStyle w:val="HTML"/>
        <w:divId w:val="1574193542"/>
      </w:pPr>
      <w:r>
        <w:t xml:space="preserve">  60 </w:t>
      </w:r>
      <w:proofErr w:type="spellStart"/>
      <w:r>
        <w:t>Пронькин</w:t>
      </w:r>
      <w:proofErr w:type="spellEnd"/>
      <w:r>
        <w:t xml:space="preserve"> Дмитрий</w:t>
      </w:r>
      <w:proofErr w:type="gramStart"/>
      <w:r>
        <w:t xml:space="preserve">      Л</w:t>
      </w:r>
      <w:proofErr w:type="gramEnd"/>
      <w:r>
        <w:t>ично                    40 1977 00:22:17,0 00:46:09,0 01:09</w:t>
      </w:r>
      <w:r>
        <w:rPr>
          <w:b/>
        </w:rPr>
        <w:t xml:space="preserve">:52 60 </w:t>
      </w:r>
    </w:p>
    <w:p w:rsidR="00000000" w:rsidRDefault="00AB6E56">
      <w:pPr>
        <w:pStyle w:val="HTML"/>
        <w:divId w:val="1574193542"/>
      </w:pPr>
      <w:r>
        <w:t xml:space="preserve">  61 Демин Дмитрий         ФГУП ВНИИА               41 1976 00:23:29,0 00:47:27,0 01:09</w:t>
      </w:r>
      <w:r>
        <w:rPr>
          <w:b/>
        </w:rPr>
        <w:t xml:space="preserve">:55 61 </w:t>
      </w:r>
    </w:p>
    <w:p w:rsidR="00000000" w:rsidRDefault="00AB6E56">
      <w:pPr>
        <w:pStyle w:val="HTML"/>
        <w:divId w:val="1574193542"/>
      </w:pPr>
      <w:r>
        <w:t xml:space="preserve">  62 Борисов Александр</w:t>
      </w:r>
      <w:proofErr w:type="gramStart"/>
      <w:r>
        <w:t xml:space="preserve">     Л</w:t>
      </w:r>
      <w:proofErr w:type="gramEnd"/>
      <w:r>
        <w:t xml:space="preserve">ично               </w:t>
      </w:r>
      <w:r>
        <w:t xml:space="preserve">     42 1979 00:22:43,0 00:46:26,0 01:10</w:t>
      </w:r>
      <w:r>
        <w:rPr>
          <w:b/>
        </w:rPr>
        <w:t xml:space="preserve">:00 62 </w:t>
      </w:r>
    </w:p>
    <w:p w:rsidR="00000000" w:rsidRDefault="00AB6E56">
      <w:pPr>
        <w:pStyle w:val="HTML"/>
        <w:divId w:val="1574193542"/>
      </w:pPr>
      <w:r>
        <w:t xml:space="preserve">  63 Титов Эдуард</w:t>
      </w:r>
      <w:proofErr w:type="gramStart"/>
      <w:r>
        <w:t xml:space="preserve">          Л</w:t>
      </w:r>
      <w:proofErr w:type="gramEnd"/>
      <w:r>
        <w:t>ично                    71 1972 00:19:59,0 00:41:15,0 Сошел</w:t>
      </w:r>
      <w:r>
        <w:rPr>
          <w:b/>
        </w:rPr>
        <w:t xml:space="preserve">      </w:t>
      </w:r>
    </w:p>
    <w:p w:rsidR="00000000" w:rsidRDefault="00AB6E56">
      <w:pPr>
        <w:pStyle w:val="HTML"/>
        <w:divId w:val="1574193542"/>
      </w:pPr>
      <w:r>
        <w:t xml:space="preserve">  64 Филатов Дмитрий       МГУ                      48 1988 00:27:27,0</w:t>
      </w:r>
      <w:proofErr w:type="gramStart"/>
      <w:r>
        <w:t xml:space="preserve"> С</w:t>
      </w:r>
      <w:proofErr w:type="gramEnd"/>
      <w:r>
        <w:t xml:space="preserve">ошел          </w:t>
      </w:r>
    </w:p>
    <w:p w:rsidR="00000000" w:rsidRDefault="00AB6E56">
      <w:pPr>
        <w:pStyle w:val="HTML"/>
        <w:divId w:val="1574193542"/>
      </w:pPr>
      <w:r>
        <w:t xml:space="preserve">  65 </w:t>
      </w:r>
      <w:proofErr w:type="spellStart"/>
      <w:r>
        <w:t>Башевой</w:t>
      </w:r>
      <w:proofErr w:type="spellEnd"/>
      <w:r>
        <w:t xml:space="preserve"> Константин    </w:t>
      </w:r>
      <w:r>
        <w:t>Клуб "Тахион"            35 1985</w:t>
      </w:r>
      <w:proofErr w:type="gramStart"/>
      <w:r>
        <w:t xml:space="preserve"> С</w:t>
      </w:r>
      <w:proofErr w:type="gramEnd"/>
      <w:r>
        <w:t xml:space="preserve">ошел          </w:t>
      </w:r>
    </w:p>
    <w:p w:rsidR="00000000" w:rsidRDefault="00AB6E56">
      <w:pPr>
        <w:pStyle w:val="HTML"/>
        <w:divId w:val="1574193542"/>
      </w:pPr>
      <w:r>
        <w:t xml:space="preserve">  66 </w:t>
      </w:r>
      <w:proofErr w:type="spellStart"/>
      <w:r>
        <w:t>Бахолдин</w:t>
      </w:r>
      <w:proofErr w:type="spellEnd"/>
      <w:r>
        <w:t xml:space="preserve"> Максим</w:t>
      </w:r>
      <w:proofErr w:type="gramStart"/>
      <w:r>
        <w:t xml:space="preserve">       Л</w:t>
      </w:r>
      <w:proofErr w:type="gramEnd"/>
      <w:r>
        <w:t xml:space="preserve">ично                    33 1981 Сошел          </w:t>
      </w:r>
    </w:p>
    <w:p w:rsidR="00000000" w:rsidRDefault="00AB6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74193542"/>
        <w:rPr>
          <w:rFonts w:eastAsia="Times New Roman"/>
        </w:rPr>
      </w:pPr>
      <w:r>
        <w:rPr>
          <w:rFonts w:eastAsia="Times New Roman"/>
        </w:rPr>
        <w:t>М50 1970 г.р. и старше, 8 км</w:t>
      </w:r>
    </w:p>
    <w:p w:rsidR="00000000" w:rsidRDefault="00AB6E56">
      <w:pPr>
        <w:pStyle w:val="HTML"/>
        <w:divId w:val="1574193542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Коллектив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           Место  </w:t>
      </w:r>
    </w:p>
    <w:p w:rsidR="00000000" w:rsidRDefault="00AB6E56">
      <w:pPr>
        <w:pStyle w:val="HTML"/>
        <w:divId w:val="1574193542"/>
      </w:pPr>
      <w:r>
        <w:t xml:space="preserve">   </w:t>
      </w:r>
      <w:r>
        <w:t xml:space="preserve">1 Кокорев Михаил        КЛБ Факел                  587 1965 00:16:50,0 00:34:20     </w:t>
      </w:r>
      <w:r>
        <w:rPr>
          <w:b/>
        </w:rPr>
        <w:t xml:space="preserve"> 1 </w:t>
      </w:r>
    </w:p>
    <w:p w:rsidR="00000000" w:rsidRDefault="00AB6E56">
      <w:pPr>
        <w:pStyle w:val="HTML"/>
        <w:divId w:val="1574193542"/>
      </w:pPr>
      <w:r>
        <w:t xml:space="preserve">   2 Игумнов Николай</w:t>
      </w:r>
      <w:proofErr w:type="gramStart"/>
      <w:r>
        <w:t xml:space="preserve">       Л</w:t>
      </w:r>
      <w:proofErr w:type="gramEnd"/>
      <w:r>
        <w:t xml:space="preserve">ично                      592 1964 00:16:52,0 00:36:10     </w:t>
      </w:r>
      <w:r>
        <w:rPr>
          <w:b/>
        </w:rPr>
        <w:t xml:space="preserve"> 2 </w:t>
      </w:r>
    </w:p>
    <w:p w:rsidR="00000000" w:rsidRDefault="00AB6E56">
      <w:pPr>
        <w:pStyle w:val="HTML"/>
        <w:divId w:val="1574193542"/>
      </w:pPr>
      <w:r>
        <w:t xml:space="preserve">   3 </w:t>
      </w:r>
      <w:proofErr w:type="spellStart"/>
      <w:r>
        <w:t>Песляков</w:t>
      </w:r>
      <w:proofErr w:type="spellEnd"/>
      <w:r>
        <w:t xml:space="preserve"> Андрей</w:t>
      </w:r>
      <w:proofErr w:type="gramStart"/>
      <w:r>
        <w:t xml:space="preserve">       Л</w:t>
      </w:r>
      <w:proofErr w:type="gramEnd"/>
      <w:r>
        <w:t>ично                      590 1962 00:18:05,0 00:</w:t>
      </w:r>
      <w:r>
        <w:t xml:space="preserve">37:20     </w:t>
      </w:r>
      <w:r>
        <w:rPr>
          <w:b/>
        </w:rPr>
        <w:t xml:space="preserve"> 3 </w:t>
      </w:r>
    </w:p>
    <w:p w:rsidR="00000000" w:rsidRDefault="00AB6E56">
      <w:pPr>
        <w:pStyle w:val="HTML"/>
        <w:divId w:val="1574193542"/>
      </w:pPr>
      <w:r>
        <w:t xml:space="preserve">   4 </w:t>
      </w:r>
      <w:proofErr w:type="spellStart"/>
      <w:r>
        <w:t>Кондратков</w:t>
      </w:r>
      <w:proofErr w:type="spellEnd"/>
      <w:r>
        <w:t xml:space="preserve"> Сергей     МГУ                        597 1960 00:19:12,0 00:39:16     </w:t>
      </w:r>
      <w:r>
        <w:rPr>
          <w:b/>
        </w:rPr>
        <w:t xml:space="preserve"> 4 </w:t>
      </w:r>
    </w:p>
    <w:p w:rsidR="00000000" w:rsidRDefault="00AB6E56">
      <w:pPr>
        <w:pStyle w:val="HTML"/>
        <w:divId w:val="1574193542"/>
      </w:pPr>
      <w:r>
        <w:t xml:space="preserve">   5 Кулаков Александр     мгу                  МС    584 1965 00:19:30,0 00:40:04     </w:t>
      </w:r>
      <w:r>
        <w:rPr>
          <w:b/>
        </w:rPr>
        <w:t xml:space="preserve"> 5 </w:t>
      </w:r>
    </w:p>
    <w:p w:rsidR="00000000" w:rsidRDefault="00AB6E56">
      <w:pPr>
        <w:pStyle w:val="HTML"/>
        <w:divId w:val="1574193542"/>
      </w:pPr>
      <w:r>
        <w:t xml:space="preserve">   6 Калачев Дмитрий       Красногорск                594 19</w:t>
      </w:r>
      <w:r>
        <w:t xml:space="preserve">67 00:20:47,0 00:42:08     </w:t>
      </w:r>
      <w:r>
        <w:rPr>
          <w:b/>
        </w:rPr>
        <w:t xml:space="preserve"> 6 </w:t>
      </w:r>
    </w:p>
    <w:p w:rsidR="00000000" w:rsidRDefault="00AB6E56">
      <w:pPr>
        <w:pStyle w:val="HTML"/>
        <w:divId w:val="1574193542"/>
      </w:pPr>
      <w:r>
        <w:t xml:space="preserve">   7 Сафин Ильдар          СК Луч                     596 1965 00:22:09,0 00:43:05     </w:t>
      </w:r>
      <w:r>
        <w:rPr>
          <w:b/>
        </w:rPr>
        <w:t xml:space="preserve"> 7 </w:t>
      </w:r>
    </w:p>
    <w:p w:rsidR="00000000" w:rsidRDefault="00AB6E56">
      <w:pPr>
        <w:pStyle w:val="HTML"/>
        <w:divId w:val="1574193542"/>
      </w:pPr>
      <w:r>
        <w:t xml:space="preserve">   8 Власов Александр      Электросталь               588 1967 00:21:16,0 00:43:20     </w:t>
      </w:r>
      <w:r>
        <w:rPr>
          <w:b/>
        </w:rPr>
        <w:t xml:space="preserve"> 8 </w:t>
      </w:r>
    </w:p>
    <w:p w:rsidR="00000000" w:rsidRDefault="00AB6E56">
      <w:pPr>
        <w:pStyle w:val="HTML"/>
        <w:divId w:val="1574193542"/>
      </w:pPr>
      <w:r>
        <w:t xml:space="preserve">   9 </w:t>
      </w:r>
      <w:proofErr w:type="spellStart"/>
      <w:r>
        <w:t>Вомпе</w:t>
      </w:r>
      <w:proofErr w:type="spellEnd"/>
      <w:r>
        <w:t xml:space="preserve"> Александр       МГУ             </w:t>
      </w:r>
      <w:r>
        <w:t xml:space="preserve">           595 1970 00:21:44,0 00:43:23     </w:t>
      </w:r>
      <w:r>
        <w:rPr>
          <w:b/>
        </w:rPr>
        <w:t xml:space="preserve"> 9 </w:t>
      </w:r>
    </w:p>
    <w:p w:rsidR="00000000" w:rsidRDefault="00AB6E56">
      <w:pPr>
        <w:pStyle w:val="HTML"/>
        <w:divId w:val="1574193542"/>
      </w:pPr>
      <w:r>
        <w:t xml:space="preserve">  10 Козлов Олег           Зеленоград                 591 1952 00:23:44,0 00:48:02     </w:t>
      </w:r>
      <w:r>
        <w:rPr>
          <w:b/>
        </w:rPr>
        <w:t xml:space="preserve">10 </w:t>
      </w:r>
    </w:p>
    <w:p w:rsidR="00000000" w:rsidRDefault="00AB6E56">
      <w:pPr>
        <w:pStyle w:val="HTML"/>
        <w:divId w:val="1574193542"/>
      </w:pPr>
      <w:r>
        <w:t xml:space="preserve">  11 </w:t>
      </w:r>
      <w:proofErr w:type="spellStart"/>
      <w:r>
        <w:t>Арзуманян</w:t>
      </w:r>
      <w:proofErr w:type="spellEnd"/>
      <w:r>
        <w:t xml:space="preserve"> </w:t>
      </w:r>
      <w:proofErr w:type="spellStart"/>
      <w:r>
        <w:t>Петрос</w:t>
      </w:r>
      <w:proofErr w:type="spellEnd"/>
      <w:proofErr w:type="gramStart"/>
      <w:r>
        <w:t xml:space="preserve">      Л</w:t>
      </w:r>
      <w:proofErr w:type="gramEnd"/>
      <w:r>
        <w:t xml:space="preserve">ично                      581 1961 00:24:22,0 00:50:54     </w:t>
      </w:r>
      <w:r>
        <w:rPr>
          <w:b/>
        </w:rPr>
        <w:t xml:space="preserve">11 </w:t>
      </w:r>
    </w:p>
    <w:p w:rsidR="00000000" w:rsidRDefault="00AB6E56">
      <w:pPr>
        <w:pStyle w:val="HTML"/>
        <w:divId w:val="1574193542"/>
      </w:pPr>
      <w:r>
        <w:t xml:space="preserve">  12 Ашурков Владимир     </w:t>
      </w:r>
      <w:r>
        <w:t xml:space="preserve"> Тушино                     585 1964 00:25:52,0 00:55:13     </w:t>
      </w:r>
      <w:r>
        <w:rPr>
          <w:b/>
        </w:rPr>
        <w:t xml:space="preserve">12 </w:t>
      </w:r>
    </w:p>
    <w:p w:rsidR="00000000" w:rsidRDefault="00AB6E56">
      <w:pPr>
        <w:pStyle w:val="HTML"/>
        <w:divId w:val="1574193542"/>
      </w:pPr>
      <w:r>
        <w:t xml:space="preserve">  13 </w:t>
      </w:r>
      <w:proofErr w:type="spellStart"/>
      <w:r>
        <w:t>Раднаев</w:t>
      </w:r>
      <w:proofErr w:type="spellEnd"/>
      <w:r>
        <w:t xml:space="preserve"> Владимир      </w:t>
      </w:r>
      <w:proofErr w:type="spellStart"/>
      <w:r>
        <w:t>Трудовеы</w:t>
      </w:r>
      <w:proofErr w:type="spellEnd"/>
      <w:r>
        <w:t xml:space="preserve"> резервы           582 1955 00:28:46,0 00:58:34     </w:t>
      </w:r>
      <w:r>
        <w:rPr>
          <w:b/>
        </w:rPr>
        <w:t xml:space="preserve">13 </w:t>
      </w:r>
    </w:p>
    <w:p w:rsidR="00000000" w:rsidRDefault="00AB6E56">
      <w:pPr>
        <w:pStyle w:val="HTML"/>
        <w:divId w:val="1574193542"/>
      </w:pPr>
      <w:r>
        <w:t xml:space="preserve">  14 Изюмов Игорь</w:t>
      </w:r>
      <w:proofErr w:type="gramStart"/>
      <w:r>
        <w:t xml:space="preserve">          Л</w:t>
      </w:r>
      <w:proofErr w:type="gramEnd"/>
      <w:r>
        <w:t xml:space="preserve">ично                      583 1965 Сошел  </w:t>
      </w:r>
    </w:p>
    <w:p w:rsidR="00000000" w:rsidRDefault="00AB6E56">
      <w:pPr>
        <w:pStyle w:val="HTML"/>
        <w:divId w:val="1574193542"/>
      </w:pPr>
    </w:p>
    <w:p w:rsidR="00000000" w:rsidRDefault="00AB6E56">
      <w:pPr>
        <w:pStyle w:val="HTML"/>
        <w:divId w:val="1574193542"/>
      </w:pPr>
      <w:r>
        <w:t xml:space="preserve">        </w:t>
      </w:r>
    </w:p>
    <w:p w:rsidR="00000000" w:rsidRDefault="00AB6E56">
      <w:pPr>
        <w:pStyle w:val="HTML"/>
        <w:divId w:val="1574193542"/>
      </w:pPr>
      <w:r>
        <w:t xml:space="preserve">       Главный судь</w:t>
      </w:r>
      <w:r>
        <w:t>я                                   Куницын Ю. Н. , с1к</w:t>
      </w:r>
    </w:p>
    <w:p w:rsidR="00000000" w:rsidRDefault="00AB6E56">
      <w:pPr>
        <w:pStyle w:val="HTML"/>
        <w:divId w:val="1574193542"/>
      </w:pPr>
    </w:p>
    <w:p w:rsidR="00AB6E56" w:rsidRDefault="00AB6E56">
      <w:pPr>
        <w:pStyle w:val="HTML"/>
        <w:divId w:val="1574193542"/>
      </w:pPr>
      <w:r>
        <w:t xml:space="preserve">       Главный секретарь                               Кузнецова Ю.Н.,с1к</w:t>
      </w:r>
    </w:p>
    <w:sectPr w:rsidR="00AB6E56">
      <w:pgSz w:w="11906" w:h="16838"/>
      <w:pgMar w:top="113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08"/>
  <w:noPunctuationKerning/>
  <w:characterSpacingControl w:val="doNotCompress"/>
  <w:compat/>
  <w:rsids>
    <w:rsidRoot w:val="008A07B2"/>
    <w:rsid w:val="008A07B2"/>
    <w:rsid w:val="00AB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"/>
    <w:uiPriority w:val="99"/>
    <w:semiHidden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93542">
      <w:bodyDiv w:val="1"/>
      <w:marLeft w:val="12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1390</Words>
  <Characters>7924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Андрей</cp:lastModifiedBy>
  <cp:revision>2</cp:revision>
  <cp:lastPrinted>2020-10-18T00:03:00Z</cp:lastPrinted>
  <dcterms:created xsi:type="dcterms:W3CDTF">2020-10-19T10:31:00Z</dcterms:created>
  <dcterms:modified xsi:type="dcterms:W3CDTF">2020-10-19T10:31:00Z</dcterms:modified>
</cp:coreProperties>
</file>