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i/>
          <w:sz w:val="72"/>
          <w:szCs w:val="72"/>
          <w:lang w:eastAsia="ru-RU"/>
        </w:rPr>
      </w:pPr>
      <w:r w:rsidRPr="00682814">
        <w:rPr>
          <w:rFonts w:ascii="Times New Roman" w:hAnsi="Times New Roman"/>
          <w:b/>
          <w:i/>
          <w:sz w:val="72"/>
          <w:szCs w:val="72"/>
          <w:lang w:eastAsia="ru-RU"/>
        </w:rPr>
        <w:t>Соревнования</w:t>
      </w: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i/>
          <w:sz w:val="60"/>
          <w:szCs w:val="60"/>
          <w:lang w:eastAsia="ru-RU"/>
        </w:rPr>
      </w:pPr>
      <w:r w:rsidRPr="00682814">
        <w:rPr>
          <w:rFonts w:ascii="Times New Roman" w:hAnsi="Times New Roman"/>
          <w:b/>
          <w:i/>
          <w:sz w:val="60"/>
          <w:szCs w:val="60"/>
          <w:lang w:eastAsia="ru-RU"/>
        </w:rPr>
        <w:t>«Тульский Новогодний марафон»</w:t>
      </w: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i/>
          <w:sz w:val="60"/>
          <w:szCs w:val="60"/>
          <w:lang w:eastAsia="ru-RU"/>
        </w:rPr>
      </w:pPr>
      <w:r w:rsidRPr="00682814">
        <w:rPr>
          <w:rFonts w:ascii="Times New Roman" w:hAnsi="Times New Roman"/>
          <w:b/>
          <w:i/>
          <w:sz w:val="60"/>
          <w:szCs w:val="60"/>
          <w:lang w:eastAsia="ru-RU"/>
        </w:rPr>
        <w:t xml:space="preserve">в честь разгрома </w:t>
      </w: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i/>
          <w:sz w:val="60"/>
          <w:szCs w:val="60"/>
          <w:lang w:eastAsia="ru-RU"/>
        </w:rPr>
      </w:pPr>
      <w:r w:rsidRPr="00682814">
        <w:rPr>
          <w:rFonts w:ascii="Times New Roman" w:hAnsi="Times New Roman"/>
          <w:b/>
          <w:i/>
          <w:sz w:val="60"/>
          <w:szCs w:val="60"/>
          <w:lang w:eastAsia="ru-RU"/>
        </w:rPr>
        <w:t>немецко-фашистских войск</w:t>
      </w: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i/>
          <w:sz w:val="60"/>
          <w:szCs w:val="60"/>
          <w:lang w:eastAsia="ru-RU"/>
        </w:rPr>
      </w:pPr>
      <w:r w:rsidRPr="00682814">
        <w:rPr>
          <w:rFonts w:ascii="Times New Roman" w:hAnsi="Times New Roman"/>
          <w:b/>
          <w:i/>
          <w:sz w:val="60"/>
          <w:szCs w:val="60"/>
          <w:lang w:eastAsia="ru-RU"/>
        </w:rPr>
        <w:t xml:space="preserve"> под Москвой и Тулой</w:t>
      </w: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DD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0DD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0DD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0DD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0DD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0DD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0DD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0DD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0DD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0DD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0DD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0DD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0DD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0DD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82814">
        <w:rPr>
          <w:rFonts w:ascii="Times New Roman" w:hAnsi="Times New Roman"/>
          <w:b/>
          <w:sz w:val="28"/>
          <w:szCs w:val="28"/>
          <w:lang w:eastAsia="ru-RU"/>
        </w:rPr>
        <w:t>Протокол результатов</w:t>
      </w: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82814">
        <w:rPr>
          <w:rFonts w:ascii="Times New Roman" w:hAnsi="Times New Roman"/>
          <w:b/>
          <w:sz w:val="28"/>
          <w:szCs w:val="28"/>
          <w:lang w:eastAsia="ru-RU"/>
        </w:rPr>
        <w:t>соревнований «Тульский Новогодний марафон»</w:t>
      </w: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82814">
        <w:rPr>
          <w:rFonts w:ascii="Times New Roman" w:hAnsi="Times New Roman"/>
          <w:b/>
          <w:sz w:val="28"/>
          <w:szCs w:val="28"/>
          <w:lang w:eastAsia="ru-RU"/>
        </w:rPr>
        <w:t>в честь разгрома немецко-фашистских войск</w:t>
      </w: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82814">
        <w:rPr>
          <w:rFonts w:ascii="Times New Roman" w:hAnsi="Times New Roman"/>
          <w:b/>
          <w:sz w:val="28"/>
          <w:szCs w:val="28"/>
          <w:lang w:eastAsia="ru-RU"/>
        </w:rPr>
        <w:t>под Москвой и Тулой</w:t>
      </w:r>
    </w:p>
    <w:p w:rsidR="00200DD4" w:rsidRPr="00682814" w:rsidRDefault="00200DD4" w:rsidP="006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0DD4" w:rsidRPr="00682814" w:rsidRDefault="00200DD4" w:rsidP="00682814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682814">
        <w:rPr>
          <w:rFonts w:ascii="Times New Roman" w:hAnsi="Times New Roman"/>
          <w:b/>
          <w:sz w:val="28"/>
          <w:szCs w:val="28"/>
          <w:lang w:eastAsia="ru-RU"/>
        </w:rPr>
        <w:t>Дата проведения: 3 января 2014 г.</w:t>
      </w:r>
    </w:p>
    <w:p w:rsidR="00200DD4" w:rsidRPr="00682814" w:rsidRDefault="00200DD4" w:rsidP="00682814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682814">
        <w:rPr>
          <w:rFonts w:ascii="Times New Roman" w:hAnsi="Times New Roman"/>
          <w:b/>
          <w:sz w:val="28"/>
          <w:szCs w:val="28"/>
          <w:lang w:eastAsia="ru-RU"/>
        </w:rPr>
        <w:t>Место проведения: п. Косая гора,  л/б «Ветеран»</w:t>
      </w:r>
    </w:p>
    <w:p w:rsidR="00200DD4" w:rsidRPr="00682814" w:rsidRDefault="00200DD4" w:rsidP="00682814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200DD4" w:rsidRPr="00682814" w:rsidRDefault="00200DD4" w:rsidP="00682814">
      <w:pPr>
        <w:rPr>
          <w:lang w:eastAsia="ru-RU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3089"/>
        <w:gridCol w:w="1779"/>
        <w:gridCol w:w="3495"/>
      </w:tblGrid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Организация</w:t>
            </w:r>
          </w:p>
        </w:tc>
      </w:tr>
      <w:tr w:rsidR="00200DD4" w:rsidRPr="00637929" w:rsidTr="00E20B28">
        <w:tc>
          <w:tcPr>
            <w:tcW w:w="9464" w:type="dxa"/>
            <w:gridSpan w:val="4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        1993-1984 г.г.р., 60 км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Ильин Григорий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2.33.50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Тула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Фетисов Владимир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2.34.17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Губкин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Андрейкин Алексей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2.39.17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Перевозчиков Максим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Сошел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Тула, Машзавод, «Восток»</w:t>
            </w:r>
          </w:p>
        </w:tc>
      </w:tr>
      <w:tr w:rsidR="00200DD4" w:rsidRPr="00637929" w:rsidTr="00E20B28">
        <w:tc>
          <w:tcPr>
            <w:tcW w:w="9464" w:type="dxa"/>
            <w:gridSpan w:val="4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МВ1        1983-1975 г.г.р., 60 км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Алексеенков Вячеслав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2.32.15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Богородицк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Филин Сергей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2.36.09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Рязань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Брсоян Армен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2.49.02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Красногорск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Добротворский Сергей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3.25.16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Нижний Новгород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Лукашин Денис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Сошел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Теплое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Филин Эдуард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Сошел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Рязань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Игроков Павел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Сошел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Курск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Самсонов Александр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Сошел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Тула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Антонов Алексей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Сошел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Алексин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Гвоздев Сергей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Сошел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Алексин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Чесноков Игорь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Сошел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Алексин</w:t>
            </w:r>
          </w:p>
        </w:tc>
      </w:tr>
      <w:tr w:rsidR="00200DD4" w:rsidRPr="00637929" w:rsidTr="00E20B28">
        <w:tc>
          <w:tcPr>
            <w:tcW w:w="9464" w:type="dxa"/>
            <w:gridSpan w:val="4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МВ2     1974-1965 г.г.р., 60 км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Черников Сергей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2.35.37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Курск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Лебедев Евгений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2.40.12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Тула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Нестеров Анатолий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2.51.17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Подольск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Мотуз Владимир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2.56.12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Богородицк</w:t>
            </w:r>
          </w:p>
        </w:tc>
      </w:tr>
      <w:tr w:rsidR="00200DD4" w:rsidRPr="00637929" w:rsidTr="00E20B28">
        <w:trPr>
          <w:trHeight w:val="253"/>
        </w:trPr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Будаев Виктор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2.58.48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Тула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Середин Дмитрий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3.20.14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Советск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Ефимов Алексей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Сошел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Белев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Конторский Сергей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Сошел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Щекино</w:t>
            </w:r>
          </w:p>
        </w:tc>
      </w:tr>
      <w:tr w:rsidR="00200DD4" w:rsidRPr="00637929" w:rsidTr="00E20B28">
        <w:tc>
          <w:tcPr>
            <w:tcW w:w="9464" w:type="dxa"/>
            <w:gridSpan w:val="4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МВ3      1964-1955 г.г.р., 60 км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Шварц Михаил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2.48.17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Москва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Рыгалин Алексей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2.55.56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Богородицк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Рябов Вячеслав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2.55.58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Косая гора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Корешков Евгений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Сошел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Тамбов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Белов Игорь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Сошел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Тула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Бурмага Михаил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Сошел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Тула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Васин Анатолий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Сошел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Тула</w:t>
            </w:r>
          </w:p>
        </w:tc>
      </w:tr>
      <w:tr w:rsidR="00200DD4" w:rsidRPr="00637929" w:rsidTr="00E20B28">
        <w:tc>
          <w:tcPr>
            <w:tcW w:w="9464" w:type="dxa"/>
            <w:gridSpan w:val="4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МВ4      1954 г.р. и старше, 60 км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Менжак Олег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2.41.59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Москва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Комов Валерий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2.58.42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Тула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Колосов Юрий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2.58.52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Щекино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Гераськин Василий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3.58.50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Щекино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Бугров Виктор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Сошел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Щекино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Мишин Василий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Сошел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Белев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Лукашин Сергей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Сошел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Теплое</w:t>
            </w:r>
          </w:p>
        </w:tc>
      </w:tr>
      <w:tr w:rsidR="00200DD4" w:rsidRPr="00637929" w:rsidTr="00E20B28">
        <w:tc>
          <w:tcPr>
            <w:tcW w:w="1101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9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Корниенко Василий</w:t>
            </w:r>
          </w:p>
        </w:tc>
        <w:tc>
          <w:tcPr>
            <w:tcW w:w="1779" w:type="dxa"/>
          </w:tcPr>
          <w:p w:rsidR="00200DD4" w:rsidRPr="00682814" w:rsidRDefault="00200DD4" w:rsidP="006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Сошел</w:t>
            </w:r>
          </w:p>
        </w:tc>
        <w:tc>
          <w:tcPr>
            <w:tcW w:w="3495" w:type="dxa"/>
          </w:tcPr>
          <w:p w:rsidR="00200DD4" w:rsidRPr="00682814" w:rsidRDefault="00200DD4" w:rsidP="0068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814">
              <w:rPr>
                <w:rFonts w:ascii="Times New Roman" w:hAnsi="Times New Roman"/>
                <w:sz w:val="24"/>
                <w:szCs w:val="24"/>
                <w:lang w:eastAsia="ru-RU"/>
              </w:rPr>
              <w:t>Тула</w:t>
            </w:r>
          </w:p>
        </w:tc>
      </w:tr>
    </w:tbl>
    <w:p w:rsidR="00200DD4" w:rsidRPr="00682814" w:rsidRDefault="00200DD4" w:rsidP="00682814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00DD4" w:rsidRPr="00682814" w:rsidRDefault="00200DD4" w:rsidP="00682814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00DD4" w:rsidRPr="00682814" w:rsidRDefault="00200DD4" w:rsidP="00682814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82814">
        <w:rPr>
          <w:rFonts w:ascii="Times New Roman" w:hAnsi="Times New Roman"/>
          <w:sz w:val="24"/>
          <w:szCs w:val="24"/>
          <w:lang w:eastAsia="ru-RU"/>
        </w:rPr>
        <w:br w:type="textWrapping" w:clear="all"/>
      </w:r>
    </w:p>
    <w:p w:rsidR="00200DD4" w:rsidRPr="00682814" w:rsidRDefault="00200DD4" w:rsidP="00682814">
      <w:pPr>
        <w:rPr>
          <w:lang w:eastAsia="ru-RU"/>
        </w:rPr>
      </w:pPr>
    </w:p>
    <w:p w:rsidR="00200DD4" w:rsidRPr="00682814" w:rsidRDefault="00200DD4" w:rsidP="00682814">
      <w:pPr>
        <w:rPr>
          <w:lang w:eastAsia="ru-RU"/>
        </w:rPr>
      </w:pPr>
    </w:p>
    <w:p w:rsidR="00200DD4" w:rsidRPr="00682814" w:rsidRDefault="00200DD4" w:rsidP="00682814">
      <w:pPr>
        <w:rPr>
          <w:lang w:eastAsia="ru-RU"/>
        </w:rPr>
      </w:pPr>
    </w:p>
    <w:p w:rsidR="00200DD4" w:rsidRDefault="00200DD4"/>
    <w:sectPr w:rsidR="00200DD4" w:rsidSect="00C55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2814"/>
    <w:rsid w:val="00027003"/>
    <w:rsid w:val="00200DD4"/>
    <w:rsid w:val="00313926"/>
    <w:rsid w:val="0034296F"/>
    <w:rsid w:val="00433F4C"/>
    <w:rsid w:val="004E7A26"/>
    <w:rsid w:val="00637929"/>
    <w:rsid w:val="0066302A"/>
    <w:rsid w:val="00682814"/>
    <w:rsid w:val="00A862C6"/>
    <w:rsid w:val="00AC65AA"/>
    <w:rsid w:val="00B3527B"/>
    <w:rsid w:val="00B41043"/>
    <w:rsid w:val="00C36106"/>
    <w:rsid w:val="00C5538C"/>
    <w:rsid w:val="00D6287A"/>
    <w:rsid w:val="00E20B28"/>
    <w:rsid w:val="00EC6955"/>
    <w:rsid w:val="00F01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C36106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36106"/>
    <w:pPr>
      <w:spacing w:before="480" w:after="0"/>
      <w:contextualSpacing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36106"/>
    <w:pPr>
      <w:spacing w:before="200" w:after="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36106"/>
    <w:pPr>
      <w:spacing w:before="200" w:after="0" w:line="271" w:lineRule="auto"/>
      <w:outlineLvl w:val="2"/>
    </w:pPr>
    <w:rPr>
      <w:rFonts w:ascii="Cambria" w:eastAsia="Times New Roman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36106"/>
    <w:pPr>
      <w:spacing w:before="200" w:after="0"/>
      <w:outlineLvl w:val="3"/>
    </w:pPr>
    <w:rPr>
      <w:rFonts w:ascii="Cambria" w:eastAsia="Times New Roman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36106"/>
    <w:pPr>
      <w:spacing w:before="200" w:after="0"/>
      <w:outlineLvl w:val="4"/>
    </w:pPr>
    <w:rPr>
      <w:rFonts w:ascii="Cambria" w:eastAsia="Times New Roman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36106"/>
    <w:pPr>
      <w:spacing w:after="0" w:line="271" w:lineRule="auto"/>
      <w:outlineLvl w:val="5"/>
    </w:pPr>
    <w:rPr>
      <w:rFonts w:ascii="Cambria" w:eastAsia="Times New Roman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36106"/>
    <w:pPr>
      <w:spacing w:after="0"/>
      <w:outlineLvl w:val="6"/>
    </w:pPr>
    <w:rPr>
      <w:rFonts w:ascii="Cambria" w:eastAsia="Times New Roman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C36106"/>
    <w:pPr>
      <w:spacing w:after="0"/>
      <w:outlineLvl w:val="7"/>
    </w:pPr>
    <w:rPr>
      <w:rFonts w:ascii="Cambria" w:eastAsia="Times New Roman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36106"/>
    <w:pPr>
      <w:spacing w:after="0"/>
      <w:outlineLvl w:val="8"/>
    </w:pPr>
    <w:rPr>
      <w:rFonts w:ascii="Cambria" w:eastAsia="Times New Roman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36106"/>
    <w:rPr>
      <w:rFonts w:ascii="Cambria" w:hAnsi="Cambria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36106"/>
    <w:rPr>
      <w:rFonts w:ascii="Cambria" w:hAnsi="Cambria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36106"/>
    <w:rPr>
      <w:rFonts w:ascii="Cambria" w:hAnsi="Cambria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36106"/>
    <w:rPr>
      <w:rFonts w:ascii="Cambria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36106"/>
    <w:rPr>
      <w:rFonts w:ascii="Cambria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36106"/>
    <w:rPr>
      <w:rFonts w:ascii="Cambria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36106"/>
    <w:rPr>
      <w:rFonts w:ascii="Cambria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36106"/>
    <w:rPr>
      <w:rFonts w:ascii="Cambria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36106"/>
    <w:rPr>
      <w:rFonts w:ascii="Cambria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C36106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C36106"/>
    <w:rPr>
      <w:rFonts w:ascii="Cambria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C36106"/>
    <w:pPr>
      <w:spacing w:after="600"/>
    </w:pPr>
    <w:rPr>
      <w:rFonts w:ascii="Cambria" w:eastAsia="Times New Roman" w:hAnsi="Cambria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36106"/>
    <w:rPr>
      <w:rFonts w:ascii="Cambria" w:hAnsi="Cambria" w:cs="Times New Roman"/>
      <w:i/>
      <w:iCs/>
      <w:spacing w:val="13"/>
      <w:sz w:val="24"/>
      <w:szCs w:val="24"/>
    </w:rPr>
  </w:style>
  <w:style w:type="character" w:styleId="Strong">
    <w:name w:val="Strong"/>
    <w:basedOn w:val="DefaultParagraphFont"/>
    <w:uiPriority w:val="99"/>
    <w:qFormat/>
    <w:rsid w:val="00C36106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C36106"/>
    <w:rPr>
      <w:rFonts w:cs="Times New Roman"/>
      <w:b/>
      <w:i/>
      <w:spacing w:val="10"/>
      <w:shd w:val="clear" w:color="auto" w:fill="auto"/>
    </w:rPr>
  </w:style>
  <w:style w:type="paragraph" w:styleId="NoSpacing">
    <w:name w:val="No Spacing"/>
    <w:basedOn w:val="Normal"/>
    <w:uiPriority w:val="99"/>
    <w:qFormat/>
    <w:rsid w:val="00C36106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C3610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C3610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C36106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3610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36106"/>
    <w:rPr>
      <w:rFonts w:cs="Times New Roman"/>
      <w:b/>
      <w:bCs/>
      <w:i/>
      <w:iCs/>
    </w:rPr>
  </w:style>
  <w:style w:type="character" w:styleId="SubtleEmphasis">
    <w:name w:val="Subtle Emphasis"/>
    <w:basedOn w:val="DefaultParagraphFont"/>
    <w:uiPriority w:val="99"/>
    <w:qFormat/>
    <w:rsid w:val="00C36106"/>
    <w:rPr>
      <w:i/>
    </w:rPr>
  </w:style>
  <w:style w:type="character" w:styleId="IntenseEmphasis">
    <w:name w:val="Intense Emphasis"/>
    <w:basedOn w:val="DefaultParagraphFont"/>
    <w:uiPriority w:val="99"/>
    <w:qFormat/>
    <w:rsid w:val="00C36106"/>
    <w:rPr>
      <w:b/>
    </w:rPr>
  </w:style>
  <w:style w:type="character" w:styleId="SubtleReference">
    <w:name w:val="Subtle Reference"/>
    <w:basedOn w:val="DefaultParagraphFont"/>
    <w:uiPriority w:val="99"/>
    <w:qFormat/>
    <w:rsid w:val="00C36106"/>
    <w:rPr>
      <w:smallCaps/>
    </w:rPr>
  </w:style>
  <w:style w:type="character" w:styleId="IntenseReference">
    <w:name w:val="Intense Reference"/>
    <w:basedOn w:val="DefaultParagraphFont"/>
    <w:uiPriority w:val="99"/>
    <w:qFormat/>
    <w:rsid w:val="00C36106"/>
    <w:rPr>
      <w:smallCaps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C36106"/>
    <w:rPr>
      <w:i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C3610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3</Pages>
  <Words>278</Words>
  <Characters>1587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Соревнования</dc:title>
  <dc:subject/>
  <dc:creator>Пользователь Windows</dc:creator>
  <cp:keywords/>
  <dc:description/>
  <cp:lastModifiedBy>Евгений</cp:lastModifiedBy>
  <cp:revision>2</cp:revision>
  <dcterms:created xsi:type="dcterms:W3CDTF">2014-01-06T11:22:00Z</dcterms:created>
  <dcterms:modified xsi:type="dcterms:W3CDTF">2014-01-06T11:22:00Z</dcterms:modified>
</cp:coreProperties>
</file>