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92" w:rsidRPr="00784925" w:rsidRDefault="00392992" w:rsidP="00784925">
      <w:pPr>
        <w:jc w:val="center"/>
        <w:rPr>
          <w:rFonts w:ascii="Times New Roman" w:hAnsi="Times New Roman"/>
          <w:sz w:val="28"/>
          <w:szCs w:val="28"/>
        </w:rPr>
      </w:pPr>
      <w:r w:rsidRPr="00784925">
        <w:rPr>
          <w:rFonts w:ascii="Times New Roman" w:hAnsi="Times New Roman"/>
          <w:sz w:val="28"/>
          <w:szCs w:val="28"/>
        </w:rPr>
        <w:t>Протокол результатов</w:t>
      </w:r>
    </w:p>
    <w:p w:rsidR="00392992" w:rsidRDefault="00392992" w:rsidP="00C27CDF">
      <w:pPr>
        <w:jc w:val="center"/>
        <w:rPr>
          <w:rFonts w:ascii="Times New Roman" w:hAnsi="Times New Roman"/>
          <w:b/>
          <w:sz w:val="28"/>
          <w:szCs w:val="28"/>
        </w:rPr>
      </w:pPr>
      <w:r w:rsidRPr="00C27CDF">
        <w:rPr>
          <w:rFonts w:ascii="Times New Roman" w:hAnsi="Times New Roman"/>
          <w:b/>
          <w:sz w:val="28"/>
          <w:szCs w:val="28"/>
        </w:rPr>
        <w:t xml:space="preserve">Закрытие сезона по лыжным гонкам, открытое первенство </w:t>
      </w:r>
      <w:r>
        <w:rPr>
          <w:rFonts w:ascii="Times New Roman" w:hAnsi="Times New Roman"/>
          <w:b/>
          <w:sz w:val="28"/>
          <w:szCs w:val="28"/>
        </w:rPr>
        <w:t>«</w:t>
      </w:r>
      <w:r w:rsidRPr="00C27CDF">
        <w:rPr>
          <w:rFonts w:ascii="Times New Roman" w:hAnsi="Times New Roman"/>
          <w:b/>
          <w:sz w:val="28"/>
          <w:szCs w:val="28"/>
        </w:rPr>
        <w:t>ДЮСШ</w:t>
      </w:r>
      <w:r>
        <w:rPr>
          <w:rFonts w:ascii="Times New Roman" w:hAnsi="Times New Roman"/>
          <w:b/>
          <w:sz w:val="28"/>
          <w:szCs w:val="28"/>
        </w:rPr>
        <w:t>» Мытищинского муниципального района</w:t>
      </w:r>
    </w:p>
    <w:p w:rsidR="00392992" w:rsidRDefault="00392992" w:rsidP="00C27C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2992" w:rsidRDefault="00392992" w:rsidP="00C27CD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</w:t>
      </w:r>
      <w:r>
        <w:rPr>
          <w:rFonts w:ascii="Times New Roman" w:hAnsi="Times New Roman"/>
          <w:b/>
          <w:sz w:val="24"/>
          <w:szCs w:val="24"/>
        </w:rPr>
        <w:t>3</w:t>
      </w:r>
      <w:r w:rsidRPr="00C27CD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Pr="00C27CDF" w:rsidRDefault="00392992" w:rsidP="00C27CD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 w:rsidRPr="00C27CDF">
        <w:rPr>
          <w:rFonts w:ascii="Times New Roman" w:hAnsi="Times New Roman"/>
          <w:b/>
          <w:sz w:val="24"/>
          <w:szCs w:val="24"/>
        </w:rPr>
        <w:t>девушки 2002</w:t>
      </w:r>
      <w:r>
        <w:rPr>
          <w:rFonts w:ascii="Times New Roman" w:hAnsi="Times New Roman"/>
          <w:b/>
          <w:sz w:val="24"/>
          <w:szCs w:val="24"/>
        </w:rPr>
        <w:t xml:space="preserve"> г.р.</w:t>
      </w:r>
      <w:r w:rsidRPr="00C27CDF">
        <w:rPr>
          <w:rFonts w:ascii="Times New Roman" w:hAnsi="Times New Roman"/>
          <w:b/>
          <w:sz w:val="24"/>
          <w:szCs w:val="24"/>
        </w:rPr>
        <w:t xml:space="preserve"> и мол.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1800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7849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9"/>
        <w:gridCol w:w="619"/>
        <w:gridCol w:w="2523"/>
        <w:gridCol w:w="1620"/>
        <w:gridCol w:w="1080"/>
        <w:gridCol w:w="1440"/>
        <w:gridCol w:w="1980"/>
      </w:tblGrid>
      <w:tr w:rsidR="00392992" w:rsidRPr="00BD4872" w:rsidTr="004124E4">
        <w:trPr>
          <w:trHeight w:val="546"/>
        </w:trPr>
        <w:tc>
          <w:tcPr>
            <w:tcW w:w="58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61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23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4124E4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D4872">
              <w:rPr>
                <w:rFonts w:ascii="Times New Roman" w:hAnsi="Times New Roman"/>
                <w:sz w:val="24"/>
                <w:szCs w:val="24"/>
              </w:rPr>
              <w:t>ожд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rPr>
          <w:trHeight w:val="273"/>
        </w:trPr>
        <w:tc>
          <w:tcPr>
            <w:tcW w:w="58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3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Кащ</w:t>
            </w:r>
            <w:r w:rsidRPr="00BD4872">
              <w:rPr>
                <w:rFonts w:ascii="Times New Roman" w:hAnsi="Times New Roman"/>
                <w:sz w:val="24"/>
                <w:szCs w:val="24"/>
              </w:rPr>
              <w:t>еева Виталина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07:52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30"/>
        </w:trPr>
        <w:tc>
          <w:tcPr>
            <w:tcW w:w="58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Попова Екатерина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08:31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00:39</w:t>
            </w:r>
          </w:p>
        </w:tc>
      </w:tr>
      <w:tr w:rsidR="00392992" w:rsidRPr="00BD4872" w:rsidTr="004124E4">
        <w:trPr>
          <w:trHeight w:val="212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Кащ</w:t>
            </w:r>
            <w:r w:rsidRPr="00BD4872">
              <w:rPr>
                <w:rFonts w:ascii="Times New Roman" w:hAnsi="Times New Roman"/>
                <w:sz w:val="24"/>
                <w:szCs w:val="24"/>
              </w:rPr>
              <w:t>еева Дарья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09:34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01:42</w:t>
            </w:r>
          </w:p>
        </w:tc>
      </w:tr>
      <w:tr w:rsidR="00392992" w:rsidRPr="00BD4872" w:rsidTr="004124E4">
        <w:trPr>
          <w:trHeight w:val="19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Новикова Елена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09:43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01:51</w:t>
            </w:r>
          </w:p>
        </w:tc>
      </w:tr>
      <w:tr w:rsidR="00392992" w:rsidRPr="00BD4872" w:rsidTr="004124E4">
        <w:trPr>
          <w:trHeight w:val="182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Новикова Ольга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10:58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03:06</w:t>
            </w:r>
          </w:p>
        </w:tc>
      </w:tr>
      <w:tr w:rsidR="00392992" w:rsidRPr="00BD4872" w:rsidTr="004124E4">
        <w:trPr>
          <w:trHeight w:val="152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Потапова Мария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11:50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03:58</w:t>
            </w:r>
          </w:p>
        </w:tc>
      </w:tr>
      <w:tr w:rsidR="00392992" w:rsidRPr="00BD4872" w:rsidTr="004124E4">
        <w:trPr>
          <w:trHeight w:val="16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Горбачева Арина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04:30</w:t>
            </w:r>
          </w:p>
        </w:tc>
      </w:tr>
      <w:tr w:rsidR="00392992" w:rsidRPr="00BD4872" w:rsidTr="004124E4">
        <w:trPr>
          <w:trHeight w:val="19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Гущина Татьяна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12:54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05:02</w:t>
            </w:r>
          </w:p>
        </w:tc>
      </w:tr>
      <w:tr w:rsidR="00392992" w:rsidRPr="00BD4872" w:rsidTr="004124E4">
        <w:trPr>
          <w:trHeight w:val="12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Рогачкова Лиза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16:19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08:27</w:t>
            </w:r>
          </w:p>
        </w:tc>
      </w:tr>
      <w:tr w:rsidR="00392992" w:rsidRPr="00BD4872" w:rsidTr="004124E4">
        <w:trPr>
          <w:trHeight w:val="137"/>
        </w:trPr>
        <w:tc>
          <w:tcPr>
            <w:tcW w:w="58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Горбачева Варвара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18:04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10:12</w:t>
            </w:r>
          </w:p>
        </w:tc>
      </w:tr>
    </w:tbl>
    <w:p w:rsidR="00392992" w:rsidRDefault="00392992" w:rsidP="00A02A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2992" w:rsidRDefault="00392992" w:rsidP="008303E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8303E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8303E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</w:t>
      </w:r>
      <w:r>
        <w:rPr>
          <w:rFonts w:ascii="Times New Roman" w:hAnsi="Times New Roman"/>
          <w:b/>
          <w:sz w:val="24"/>
          <w:szCs w:val="24"/>
        </w:rPr>
        <w:t>3</w:t>
      </w:r>
      <w:r w:rsidRPr="00C27CD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Pr="00C27CDF" w:rsidRDefault="00392992" w:rsidP="008303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юноши</w:t>
      </w:r>
      <w:r w:rsidRPr="00C27CDF">
        <w:rPr>
          <w:rFonts w:ascii="Times New Roman" w:hAnsi="Times New Roman"/>
          <w:b/>
          <w:sz w:val="24"/>
          <w:szCs w:val="24"/>
        </w:rPr>
        <w:t xml:space="preserve"> 2002</w:t>
      </w:r>
      <w:r>
        <w:rPr>
          <w:rFonts w:ascii="Times New Roman" w:hAnsi="Times New Roman"/>
          <w:b/>
          <w:sz w:val="24"/>
          <w:szCs w:val="24"/>
        </w:rPr>
        <w:t xml:space="preserve"> г.р.</w:t>
      </w:r>
      <w:r w:rsidRPr="00C27CDF">
        <w:rPr>
          <w:rFonts w:ascii="Times New Roman" w:hAnsi="Times New Roman"/>
          <w:b/>
          <w:sz w:val="24"/>
          <w:szCs w:val="24"/>
        </w:rPr>
        <w:t xml:space="preserve"> и мол.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CD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Ениватов Макар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07:57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Джолос Александр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08:01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00:04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Митронов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08:26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00:29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Юкляев Андрей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08:36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00:49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Боков Анатолий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08:55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00:58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Гинц Евгений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01:22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Логинов Никита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09:42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01:45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Садчиков Кирилл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09:57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02:00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Спиридонов Сергей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02:25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Дельцов Александр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11:21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03:24</w:t>
            </w:r>
          </w:p>
        </w:tc>
      </w:tr>
    </w:tbl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</w:t>
      </w:r>
      <w:r>
        <w:rPr>
          <w:rFonts w:ascii="Times New Roman" w:hAnsi="Times New Roman"/>
          <w:b/>
          <w:sz w:val="24"/>
          <w:szCs w:val="24"/>
        </w:rPr>
        <w:t>3</w:t>
      </w:r>
      <w:r w:rsidRPr="00C27CD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Pr="00C27CDF" w:rsidRDefault="00392992" w:rsidP="00033E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девушки</w:t>
      </w:r>
      <w:r w:rsidRPr="00C27CDF">
        <w:rPr>
          <w:rFonts w:ascii="Times New Roman" w:hAnsi="Times New Roman"/>
          <w:b/>
          <w:sz w:val="24"/>
          <w:szCs w:val="24"/>
        </w:rPr>
        <w:t xml:space="preserve"> 200</w:t>
      </w:r>
      <w:r>
        <w:rPr>
          <w:rFonts w:ascii="Times New Roman" w:hAnsi="Times New Roman"/>
          <w:b/>
          <w:sz w:val="24"/>
          <w:szCs w:val="24"/>
        </w:rPr>
        <w:t>0-2001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CD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300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Герасимова Полина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Пушкино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08:32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Хашутогова Татьяна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Буревестник 743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09:04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00:32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Косач Александр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09:39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01:07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Голубева Дарья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09:42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01:10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Вовк Мария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10:01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01:29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Моисеева Анна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10:25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01:53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Шубина Екатерина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11:26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02:54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Будникова Яна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11:29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02:57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Снеткова Анна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12:34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04:02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Гущина Полина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12:39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04:07</w:t>
            </w:r>
          </w:p>
        </w:tc>
      </w:tr>
    </w:tbl>
    <w:p w:rsidR="00392992" w:rsidRDefault="00392992" w:rsidP="00033E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</w:t>
      </w:r>
      <w:r>
        <w:rPr>
          <w:rFonts w:ascii="Times New Roman" w:hAnsi="Times New Roman"/>
          <w:b/>
          <w:sz w:val="24"/>
          <w:szCs w:val="24"/>
        </w:rPr>
        <w:t>3</w:t>
      </w:r>
      <w:r w:rsidRPr="00C27CD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Pr="00C27CDF" w:rsidRDefault="00392992" w:rsidP="001E5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юноши</w:t>
      </w:r>
      <w:r w:rsidRPr="00C27CDF">
        <w:rPr>
          <w:rFonts w:ascii="Times New Roman" w:hAnsi="Times New Roman"/>
          <w:b/>
          <w:sz w:val="24"/>
          <w:szCs w:val="24"/>
        </w:rPr>
        <w:t xml:space="preserve"> 200</w:t>
      </w:r>
      <w:r>
        <w:rPr>
          <w:rFonts w:ascii="Times New Roman" w:hAnsi="Times New Roman"/>
          <w:b/>
          <w:sz w:val="24"/>
          <w:szCs w:val="24"/>
        </w:rPr>
        <w:t>0-2001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3300м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Калашников Григорий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Буревестник 743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10:18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Замаруев Сергей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00:42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Смирнов Никита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11:12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00:54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Гребенник Геннадий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01:42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Рогов Артем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12:32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02:14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Савченко Михаил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12:57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02:39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Кушнаренко Артем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Балашиха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02:42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Яковлев Роман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13:10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02:52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Новиков Александр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02:58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Медвецкий Артем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13:52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03:34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Папура Андрей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14:22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04:04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Шмелев Сергей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14:37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04:19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Гурьев Павел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Зеленоград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15:05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04:47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Мягков Константин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15:49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05:31</w:t>
            </w:r>
          </w:p>
        </w:tc>
      </w:tr>
    </w:tbl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1E543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 марта 2013</w:t>
      </w:r>
      <w:r w:rsidRPr="00C27CDF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 </w:t>
      </w:r>
      <w:r>
        <w:rPr>
          <w:rFonts w:ascii="Times New Roman" w:hAnsi="Times New Roman"/>
          <w:b/>
          <w:sz w:val="24"/>
          <w:szCs w:val="24"/>
        </w:rPr>
        <w:t>девушки 1998-1999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3300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Смирнова Василиса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ЛЦ «Истина»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11:05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Дельцова Екатерина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11:09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00:04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Васильева Александра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СДЮСШОР 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00:17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Инкичева Ирина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СДЮСШОР 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11:44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00:39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Павленко Екатерина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11:48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00:43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Гончарова Ульяна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12:32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01:27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Катышева Евгения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02:11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Козлова Дарья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13:52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02:47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Баскакова Дарья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14:52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03:47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Макухина Анастасия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15:02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03:57</w:t>
            </w:r>
          </w:p>
        </w:tc>
      </w:tr>
    </w:tbl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2012г.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юноши 1998-1999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3300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Pr="00C27CDF" w:rsidRDefault="00392992" w:rsidP="00D217B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Михалев Евгений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16:25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Адрианов Егор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Карабаново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16:59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00:24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Таразанов Никита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17:01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00:26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Адрианов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Карабарово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17:08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00:33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Горбунов Даниил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17:37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01:12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Реутин Александр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17:58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01:33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Корнейко Сергей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Балашиха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01:35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Боровков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18:16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01:51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Трофимов Сергей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18:50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02:25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Дюженко Евгений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19:02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02:37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Цветков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19:45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03:20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Ипполитов Дмитрий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20:05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03:40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Саттаров Назар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20:27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04:02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Хархан Михаил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22:00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05:35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Жуков Иван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24:23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07:58</w:t>
            </w:r>
          </w:p>
        </w:tc>
      </w:tr>
      <w:tr w:rsidR="00392992" w:rsidRPr="00BD4872" w:rsidTr="004124E4">
        <w:trPr>
          <w:trHeight w:val="135"/>
        </w:trPr>
        <w:tc>
          <w:tcPr>
            <w:tcW w:w="675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Жданюк Алексей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24:52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08:27</w:t>
            </w:r>
          </w:p>
        </w:tc>
      </w:tr>
    </w:tbl>
    <w:p w:rsidR="00392992" w:rsidRDefault="00392992" w:rsidP="00D21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63366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2012г.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девушки 1996-1997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5к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Борткевич Карина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17:35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Комиссарова Наталья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18:58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01:13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Соколова Анна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19:16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01:31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Ульмасова Айгуль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СДЮСШОР 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20:42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03:07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Аленина Валерия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20:42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03:07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Митронова Екатерина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Балашиха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23:17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06:28</w:t>
            </w:r>
          </w:p>
        </w:tc>
      </w:tr>
    </w:tbl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C06DE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2012г.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C06DE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юноши 1996-1997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7300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Яковлев Ярослав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18"/>
                <w:szCs w:val="18"/>
              </w:rPr>
              <w:t>СДЮШОР Бабушкино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23:20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Чернов Александр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Королев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26:52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03:32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Носач Артемий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30:39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07:19</w:t>
            </w:r>
          </w:p>
        </w:tc>
      </w:tr>
    </w:tbl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C06DE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2012г.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C06DE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мужчины 1995-1974 г.р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10к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Волотов Дмитрий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31:28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Сошников Никита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31:40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00:12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Рябов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ДЮСШ 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32:00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00:32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Дубровинский Сергей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Химки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33:11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01:43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Гусев Андрей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36:11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04:43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Жаворонков Анатолий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37:06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05:38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Шорохов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38:05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06:37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Артамонов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38:41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07:13</w:t>
            </w:r>
          </w:p>
        </w:tc>
      </w:tr>
      <w:tr w:rsidR="00392992" w:rsidRPr="00BD4872" w:rsidTr="004124E4">
        <w:trPr>
          <w:trHeight w:val="1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Агапкин Алексей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39:16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07:48</w:t>
            </w:r>
          </w:p>
        </w:tc>
      </w:tr>
    </w:tbl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2992" w:rsidRDefault="00392992" w:rsidP="00E5690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C27CDF">
        <w:rPr>
          <w:rFonts w:ascii="Times New Roman" w:hAnsi="Times New Roman"/>
          <w:b/>
          <w:sz w:val="24"/>
          <w:szCs w:val="24"/>
        </w:rPr>
        <w:t xml:space="preserve"> марта 2012г.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C27CDF">
        <w:rPr>
          <w:rFonts w:ascii="Times New Roman" w:hAnsi="Times New Roman"/>
          <w:sz w:val="24"/>
          <w:szCs w:val="24"/>
        </w:rPr>
        <w:t>Место проведения:</w:t>
      </w:r>
      <w:r>
        <w:rPr>
          <w:rFonts w:ascii="Times New Roman" w:hAnsi="Times New Roman"/>
          <w:b/>
          <w:sz w:val="24"/>
          <w:szCs w:val="24"/>
        </w:rPr>
        <w:t xml:space="preserve"> ПГТ Пироговский</w:t>
      </w:r>
    </w:p>
    <w:p w:rsidR="00392992" w:rsidRDefault="00392992" w:rsidP="00E5690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участников: </w:t>
      </w:r>
      <w:r>
        <w:rPr>
          <w:rFonts w:ascii="Times New Roman" w:hAnsi="Times New Roman"/>
          <w:b/>
          <w:sz w:val="24"/>
          <w:szCs w:val="24"/>
        </w:rPr>
        <w:t>мужчины 1973 и старше</w:t>
      </w:r>
      <w:r w:rsidRPr="00C27CD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27CDF">
        <w:rPr>
          <w:rFonts w:ascii="Times New Roman" w:hAnsi="Times New Roman"/>
          <w:sz w:val="24"/>
          <w:szCs w:val="24"/>
        </w:rPr>
        <w:t>Дистанция: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10к</w:t>
      </w:r>
      <w:r w:rsidRPr="00C27CD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4925">
        <w:rPr>
          <w:rFonts w:ascii="Times New Roman" w:hAnsi="Times New Roman"/>
          <w:sz w:val="24"/>
          <w:szCs w:val="24"/>
        </w:rPr>
        <w:t>Стиль:</w:t>
      </w:r>
      <w:r>
        <w:rPr>
          <w:rFonts w:ascii="Times New Roman" w:hAnsi="Times New Roman"/>
          <w:b/>
          <w:sz w:val="24"/>
          <w:szCs w:val="24"/>
        </w:rPr>
        <w:t xml:space="preserve"> Свободный</w:t>
      </w:r>
    </w:p>
    <w:p w:rsidR="00392992" w:rsidRDefault="00392992" w:rsidP="00E5690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8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2444"/>
        <w:gridCol w:w="1843"/>
        <w:gridCol w:w="850"/>
        <w:gridCol w:w="1350"/>
        <w:gridCol w:w="1980"/>
      </w:tblGrid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Мес</w:t>
            </w:r>
          </w:p>
          <w:p w:rsidR="00392992" w:rsidRPr="00BD4872" w:rsidRDefault="00392992" w:rsidP="00BD48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Старт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рожд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Проигрыш</w:t>
            </w:r>
          </w:p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победителю</w:t>
            </w:r>
          </w:p>
        </w:tc>
      </w:tr>
      <w:tr w:rsidR="00392992" w:rsidRPr="00BD4872" w:rsidTr="004124E4">
        <w:tc>
          <w:tcPr>
            <w:tcW w:w="675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44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Иванов Сергей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D4872">
              <w:rPr>
                <w:rFonts w:ascii="Times New Roman" w:hAnsi="Times New Roman"/>
                <w:sz w:val="18"/>
                <w:szCs w:val="18"/>
                <w:lang w:val="en-US"/>
              </w:rPr>
              <w:t>Noname Racing Team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4872">
              <w:rPr>
                <w:rFonts w:ascii="Times New Roman" w:hAnsi="Times New Roman"/>
                <w:sz w:val="24"/>
                <w:szCs w:val="24"/>
                <w:lang w:val="en-US"/>
              </w:rPr>
              <w:t>1960</w:t>
            </w:r>
          </w:p>
        </w:tc>
        <w:tc>
          <w:tcPr>
            <w:tcW w:w="135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4872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 w:rsidRPr="00BD4872">
              <w:rPr>
                <w:rFonts w:ascii="Times New Roman" w:hAnsi="Times New Roman"/>
                <w:sz w:val="24"/>
                <w:szCs w:val="24"/>
              </w:rPr>
              <w:t>:</w:t>
            </w:r>
            <w:r w:rsidRPr="00BD4872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980" w:type="dxa"/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</w:tr>
      <w:tr w:rsidR="00392992" w:rsidRPr="00BD4872" w:rsidTr="004124E4">
        <w:trPr>
          <w:trHeight w:val="227"/>
        </w:trPr>
        <w:tc>
          <w:tcPr>
            <w:tcW w:w="675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Адрианов Дмитрий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Карабаново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33:38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00:09</w:t>
            </w:r>
          </w:p>
        </w:tc>
      </w:tr>
      <w:tr w:rsidR="00392992" w:rsidRPr="00BD4872" w:rsidTr="004124E4">
        <w:trPr>
          <w:trHeight w:val="2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 xml:space="preserve">Прокофьев Игорь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34:57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01:28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Смирнов Дмитрий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Ивантеевка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35:02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01:33</w:t>
            </w:r>
          </w:p>
        </w:tc>
      </w:tr>
      <w:tr w:rsidR="00392992" w:rsidRPr="00BD4872" w:rsidTr="004124E4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Таразанов Игорь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37:24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03:55</w:t>
            </w:r>
          </w:p>
        </w:tc>
      </w:tr>
      <w:tr w:rsidR="00392992" w:rsidRPr="00BD4872" w:rsidTr="004124E4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Руденко Владимир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37:31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04:02</w:t>
            </w:r>
          </w:p>
        </w:tc>
      </w:tr>
      <w:tr w:rsidR="00392992" w:rsidRPr="00BD4872" w:rsidTr="004124E4">
        <w:trPr>
          <w:trHeight w:val="1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Федотов Вячеслав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41:36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08:07</w:t>
            </w:r>
          </w:p>
        </w:tc>
      </w:tr>
      <w:tr w:rsidR="00392992" w:rsidRPr="00BD4872" w:rsidTr="004124E4">
        <w:trPr>
          <w:trHeight w:val="1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Агеенко Денис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Мытищи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44:19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992" w:rsidRPr="00BD4872" w:rsidRDefault="00392992" w:rsidP="00BD4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872">
              <w:rPr>
                <w:rFonts w:ascii="Times New Roman" w:hAnsi="Times New Roman"/>
                <w:sz w:val="24"/>
                <w:szCs w:val="24"/>
              </w:rPr>
              <w:t>10:50</w:t>
            </w:r>
          </w:p>
        </w:tc>
      </w:tr>
    </w:tbl>
    <w:p w:rsidR="00392992" w:rsidRDefault="00392992" w:rsidP="00380A22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392992" w:rsidSect="00120D5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992" w:rsidRDefault="00392992" w:rsidP="00725C47">
      <w:pPr>
        <w:spacing w:after="0" w:line="240" w:lineRule="auto"/>
      </w:pPr>
      <w:r>
        <w:separator/>
      </w:r>
    </w:p>
  </w:endnote>
  <w:endnote w:type="continuationSeparator" w:id="0">
    <w:p w:rsidR="00392992" w:rsidRDefault="00392992" w:rsidP="0072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992" w:rsidRDefault="00392992" w:rsidP="00725C47">
      <w:pPr>
        <w:spacing w:after="0" w:line="240" w:lineRule="auto"/>
      </w:pPr>
      <w:r>
        <w:separator/>
      </w:r>
    </w:p>
  </w:footnote>
  <w:footnote w:type="continuationSeparator" w:id="0">
    <w:p w:rsidR="00392992" w:rsidRDefault="00392992" w:rsidP="00725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CDF"/>
    <w:rsid w:val="00033EE3"/>
    <w:rsid w:val="0003427E"/>
    <w:rsid w:val="00077F2C"/>
    <w:rsid w:val="00120D5F"/>
    <w:rsid w:val="001C7092"/>
    <w:rsid w:val="001D579B"/>
    <w:rsid w:val="001D5DF5"/>
    <w:rsid w:val="001E543F"/>
    <w:rsid w:val="00380A22"/>
    <w:rsid w:val="00392992"/>
    <w:rsid w:val="003B2BFC"/>
    <w:rsid w:val="004124E4"/>
    <w:rsid w:val="0047422D"/>
    <w:rsid w:val="005010D2"/>
    <w:rsid w:val="00633662"/>
    <w:rsid w:val="00725C47"/>
    <w:rsid w:val="00784925"/>
    <w:rsid w:val="008303E5"/>
    <w:rsid w:val="00847FC7"/>
    <w:rsid w:val="00A02AD2"/>
    <w:rsid w:val="00AA59B2"/>
    <w:rsid w:val="00B1334A"/>
    <w:rsid w:val="00B9057C"/>
    <w:rsid w:val="00BD4872"/>
    <w:rsid w:val="00C06DED"/>
    <w:rsid w:val="00C27CDF"/>
    <w:rsid w:val="00D217BB"/>
    <w:rsid w:val="00D42D5C"/>
    <w:rsid w:val="00D63C27"/>
    <w:rsid w:val="00D70ED4"/>
    <w:rsid w:val="00DE68C7"/>
    <w:rsid w:val="00E56907"/>
    <w:rsid w:val="00FE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9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2AD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2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5C4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2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5C4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1165</Words>
  <Characters>6644</Characters>
  <Application>Microsoft Office Outlook</Application>
  <DocSecurity>0</DocSecurity>
  <Lines>0</Lines>
  <Paragraphs>0</Paragraphs>
  <ScaleCrop>false</ScaleCrop>
  <Company>USN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Жилина</cp:lastModifiedBy>
  <cp:revision>3</cp:revision>
  <cp:lastPrinted>2012-03-17T16:36:00Z</cp:lastPrinted>
  <dcterms:created xsi:type="dcterms:W3CDTF">2013-03-30T17:58:00Z</dcterms:created>
  <dcterms:modified xsi:type="dcterms:W3CDTF">2013-03-30T17:12:00Z</dcterms:modified>
</cp:coreProperties>
</file>