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49" w:rsidRPr="00D77C54" w:rsidRDefault="002F3949" w:rsidP="00BC2F88">
      <w:pPr>
        <w:jc w:val="both"/>
        <w:rPr>
          <w:color w:val="000000"/>
          <w:sz w:val="28"/>
          <w:szCs w:val="28"/>
        </w:rPr>
      </w:pPr>
    </w:p>
    <w:p w:rsidR="002F3949" w:rsidRPr="005F4132" w:rsidRDefault="002F3949" w:rsidP="00D77C54">
      <w:pPr>
        <w:jc w:val="center"/>
        <w:rPr>
          <w:b/>
          <w:bCs/>
          <w:color w:val="000000"/>
          <w:sz w:val="28"/>
          <w:szCs w:val="28"/>
        </w:rPr>
      </w:pPr>
      <w:r w:rsidRPr="005F4132">
        <w:rPr>
          <w:b/>
          <w:bCs/>
          <w:color w:val="000000"/>
          <w:sz w:val="28"/>
          <w:szCs w:val="28"/>
        </w:rPr>
        <w:t>Открытое первенство города Москвы по лыжероллерам</w:t>
      </w:r>
      <w:r w:rsidRPr="005F4132">
        <w:rPr>
          <w:b/>
          <w:color w:val="000000"/>
          <w:sz w:val="28"/>
          <w:szCs w:val="28"/>
        </w:rPr>
        <w:t xml:space="preserve"> «Крылатская разделка»</w:t>
      </w:r>
      <w:r>
        <w:rPr>
          <w:b/>
          <w:color w:val="000000"/>
          <w:sz w:val="28"/>
          <w:szCs w:val="28"/>
        </w:rPr>
        <w:t xml:space="preserve">. </w:t>
      </w:r>
      <w:r w:rsidRPr="005F4132">
        <w:rPr>
          <w:b/>
          <w:bCs/>
          <w:color w:val="000000"/>
          <w:sz w:val="28"/>
          <w:szCs w:val="28"/>
        </w:rPr>
        <w:t>Финал Фестиваля лыжероллерных дисциплин</w:t>
      </w:r>
    </w:p>
    <w:p w:rsidR="002F3949" w:rsidRPr="00D77C54" w:rsidRDefault="002F3949" w:rsidP="00BC2F88">
      <w:pPr>
        <w:jc w:val="center"/>
        <w:rPr>
          <w:b/>
          <w:color w:val="000000"/>
          <w:sz w:val="28"/>
          <w:szCs w:val="28"/>
        </w:rPr>
      </w:pPr>
    </w:p>
    <w:p w:rsidR="002F3949" w:rsidRPr="00D77C54" w:rsidRDefault="002F3949" w:rsidP="00BC2F88">
      <w:pPr>
        <w:jc w:val="center"/>
        <w:rPr>
          <w:b/>
          <w:color w:val="000000"/>
          <w:sz w:val="28"/>
          <w:szCs w:val="28"/>
        </w:rPr>
      </w:pPr>
      <w:r w:rsidRPr="00D77C54">
        <w:rPr>
          <w:b/>
          <w:color w:val="000000"/>
          <w:sz w:val="28"/>
          <w:szCs w:val="28"/>
        </w:rPr>
        <w:t>ПОЛОЖЕНИЕ</w:t>
      </w:r>
    </w:p>
    <w:p w:rsidR="002F3949" w:rsidRPr="00D77C54" w:rsidRDefault="002F3949" w:rsidP="00A627D7">
      <w:pPr>
        <w:pStyle w:val="ListParagraph"/>
        <w:numPr>
          <w:ilvl w:val="0"/>
          <w:numId w:val="2"/>
        </w:numPr>
        <w:rPr>
          <w:b/>
          <w:color w:val="000000"/>
          <w:sz w:val="28"/>
          <w:szCs w:val="28"/>
        </w:rPr>
      </w:pPr>
      <w:r w:rsidRPr="00D77C54">
        <w:rPr>
          <w:b/>
          <w:color w:val="000000"/>
          <w:sz w:val="28"/>
          <w:szCs w:val="28"/>
        </w:rPr>
        <w:t>Цели и задачи</w:t>
      </w:r>
    </w:p>
    <w:p w:rsidR="002F3949" w:rsidRPr="00D77C54" w:rsidRDefault="002F3949" w:rsidP="00A627D7">
      <w:pPr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 xml:space="preserve">организация досуга населения города Москвы; </w:t>
      </w:r>
    </w:p>
    <w:p w:rsidR="002F3949" w:rsidRPr="00D77C54" w:rsidRDefault="002F3949" w:rsidP="00A627D7">
      <w:pPr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>укрепление здоровья и пропаганда здорового образа жизни;</w:t>
      </w:r>
    </w:p>
    <w:p w:rsidR="002F3949" w:rsidRPr="00D77C54" w:rsidRDefault="002F3949" w:rsidP="00A627D7">
      <w:pPr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>привлечение молодежи к регу</w:t>
      </w:r>
      <w:r>
        <w:rPr>
          <w:color w:val="000000"/>
          <w:sz w:val="28"/>
          <w:szCs w:val="28"/>
        </w:rPr>
        <w:t>лярным занятиям лыжными гонками;</w:t>
      </w:r>
    </w:p>
    <w:p w:rsidR="002F3949" w:rsidRPr="00D77C54" w:rsidRDefault="002F3949" w:rsidP="00A627D7">
      <w:pPr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>организация работы с подростками и людьми старшего поколения;</w:t>
      </w:r>
    </w:p>
    <w:p w:rsidR="002F3949" w:rsidRPr="00D77C54" w:rsidRDefault="002F3949" w:rsidP="00A627D7">
      <w:pPr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>определение сильнейших лыжеролистов города Москвы</w:t>
      </w:r>
    </w:p>
    <w:p w:rsidR="002F3949" w:rsidRPr="00D77C54" w:rsidRDefault="002F3949" w:rsidP="00D1638C">
      <w:pPr>
        <w:ind w:firstLine="708"/>
        <w:jc w:val="both"/>
        <w:rPr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>Соревнования являются личнымии проводятся по действующим правилам соревнований по лыжным гонкам.</w:t>
      </w:r>
    </w:p>
    <w:p w:rsidR="002F3949" w:rsidRPr="00D77C54" w:rsidRDefault="002F3949" w:rsidP="00A627D7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D77C54">
        <w:rPr>
          <w:b/>
          <w:sz w:val="28"/>
          <w:szCs w:val="28"/>
        </w:rPr>
        <w:t>Руководство организацией и проведением соревнований</w:t>
      </w:r>
    </w:p>
    <w:p w:rsidR="002F3949" w:rsidRPr="00D77C54" w:rsidRDefault="002F3949" w:rsidP="00580E2D">
      <w:pPr>
        <w:ind w:firstLine="708"/>
        <w:jc w:val="both"/>
        <w:rPr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>Общее руководство подготовкой и проведением соревнований осуществляется ДФКиС города Москвы,ФЛГМ.</w:t>
      </w:r>
    </w:p>
    <w:p w:rsidR="002F3949" w:rsidRPr="00D77C54" w:rsidRDefault="002F3949" w:rsidP="00734C22">
      <w:pPr>
        <w:jc w:val="both"/>
        <w:rPr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ab/>
        <w:t>Непосредственное руководство проведением соревнований возлагается наглавную судейскую коллегию.</w:t>
      </w:r>
    </w:p>
    <w:p w:rsidR="002F3949" w:rsidRPr="00A01400" w:rsidRDefault="002F3949" w:rsidP="00A627D7">
      <w:pPr>
        <w:pStyle w:val="ListParagraph"/>
        <w:numPr>
          <w:ilvl w:val="0"/>
          <w:numId w:val="2"/>
        </w:numPr>
        <w:rPr>
          <w:b/>
          <w:color w:val="000000"/>
          <w:sz w:val="28"/>
          <w:szCs w:val="28"/>
        </w:rPr>
      </w:pPr>
      <w:r w:rsidRPr="00D77C54">
        <w:rPr>
          <w:b/>
          <w:color w:val="000000"/>
          <w:sz w:val="28"/>
          <w:szCs w:val="28"/>
        </w:rPr>
        <w:t>Сроки и место проведения соревнований</w:t>
      </w:r>
    </w:p>
    <w:tbl>
      <w:tblPr>
        <w:tblW w:w="106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4"/>
        <w:gridCol w:w="2380"/>
        <w:gridCol w:w="1842"/>
        <w:gridCol w:w="3260"/>
        <w:gridCol w:w="2693"/>
      </w:tblGrid>
      <w:tr w:rsidR="002F3949" w:rsidRPr="00D77C54" w:rsidTr="00D77C54">
        <w:tc>
          <w:tcPr>
            <w:tcW w:w="494" w:type="dxa"/>
            <w:vAlign w:val="center"/>
          </w:tcPr>
          <w:p w:rsidR="002F3949" w:rsidRPr="00D77C54" w:rsidRDefault="002F3949" w:rsidP="00580E2D">
            <w:pPr>
              <w:jc w:val="center"/>
              <w:rPr>
                <w:sz w:val="24"/>
                <w:szCs w:val="24"/>
              </w:rPr>
            </w:pPr>
            <w:r w:rsidRPr="00D77C54">
              <w:rPr>
                <w:sz w:val="24"/>
                <w:szCs w:val="24"/>
              </w:rPr>
              <w:t>№</w:t>
            </w:r>
          </w:p>
        </w:tc>
        <w:tc>
          <w:tcPr>
            <w:tcW w:w="2380" w:type="dxa"/>
            <w:vAlign w:val="center"/>
          </w:tcPr>
          <w:p w:rsidR="002F3949" w:rsidRPr="00D77C54" w:rsidRDefault="002F3949" w:rsidP="00580E2D">
            <w:pPr>
              <w:jc w:val="center"/>
              <w:rPr>
                <w:sz w:val="24"/>
                <w:szCs w:val="24"/>
              </w:rPr>
            </w:pPr>
            <w:r w:rsidRPr="00D77C54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42" w:type="dxa"/>
            <w:vAlign w:val="center"/>
          </w:tcPr>
          <w:p w:rsidR="002F3949" w:rsidRPr="00D77C54" w:rsidRDefault="002F3949" w:rsidP="00580E2D">
            <w:pPr>
              <w:jc w:val="center"/>
              <w:rPr>
                <w:sz w:val="24"/>
                <w:szCs w:val="24"/>
              </w:rPr>
            </w:pPr>
            <w:r w:rsidRPr="00D77C54">
              <w:rPr>
                <w:sz w:val="24"/>
                <w:szCs w:val="24"/>
              </w:rPr>
              <w:t>Сроки</w:t>
            </w:r>
          </w:p>
          <w:p w:rsidR="002F3949" w:rsidRPr="00D77C54" w:rsidRDefault="002F3949" w:rsidP="00580E2D">
            <w:pPr>
              <w:jc w:val="center"/>
              <w:rPr>
                <w:sz w:val="24"/>
                <w:szCs w:val="24"/>
              </w:rPr>
            </w:pPr>
            <w:r w:rsidRPr="00D77C54">
              <w:rPr>
                <w:sz w:val="24"/>
                <w:szCs w:val="24"/>
              </w:rPr>
              <w:t>проведения</w:t>
            </w:r>
          </w:p>
        </w:tc>
        <w:tc>
          <w:tcPr>
            <w:tcW w:w="3260" w:type="dxa"/>
            <w:vAlign w:val="center"/>
          </w:tcPr>
          <w:p w:rsidR="002F3949" w:rsidRPr="00D77C54" w:rsidRDefault="002F3949" w:rsidP="00580E2D">
            <w:pPr>
              <w:jc w:val="center"/>
              <w:rPr>
                <w:sz w:val="24"/>
                <w:szCs w:val="24"/>
              </w:rPr>
            </w:pPr>
            <w:r w:rsidRPr="00D77C54">
              <w:rPr>
                <w:sz w:val="24"/>
                <w:szCs w:val="24"/>
              </w:rPr>
              <w:t>Место</w:t>
            </w:r>
          </w:p>
          <w:p w:rsidR="002F3949" w:rsidRPr="00D77C54" w:rsidRDefault="002F3949" w:rsidP="00580E2D">
            <w:pPr>
              <w:jc w:val="center"/>
              <w:rPr>
                <w:sz w:val="24"/>
                <w:szCs w:val="24"/>
              </w:rPr>
            </w:pPr>
            <w:r w:rsidRPr="00D77C54">
              <w:rPr>
                <w:sz w:val="24"/>
                <w:szCs w:val="24"/>
              </w:rPr>
              <w:t>проведения</w:t>
            </w:r>
          </w:p>
        </w:tc>
        <w:tc>
          <w:tcPr>
            <w:tcW w:w="2693" w:type="dxa"/>
            <w:vAlign w:val="center"/>
          </w:tcPr>
          <w:p w:rsidR="002F3949" w:rsidRPr="00D77C54" w:rsidRDefault="002F3949" w:rsidP="00580E2D">
            <w:pPr>
              <w:jc w:val="center"/>
              <w:rPr>
                <w:sz w:val="24"/>
                <w:szCs w:val="24"/>
              </w:rPr>
            </w:pPr>
            <w:r w:rsidRPr="00D77C54">
              <w:rPr>
                <w:sz w:val="24"/>
                <w:szCs w:val="24"/>
              </w:rPr>
              <w:t>Проводящая</w:t>
            </w:r>
          </w:p>
          <w:p w:rsidR="002F3949" w:rsidRPr="00D77C54" w:rsidRDefault="002F3949" w:rsidP="00580E2D">
            <w:pPr>
              <w:jc w:val="center"/>
              <w:rPr>
                <w:sz w:val="24"/>
                <w:szCs w:val="24"/>
              </w:rPr>
            </w:pPr>
            <w:r w:rsidRPr="00D77C54">
              <w:rPr>
                <w:sz w:val="24"/>
                <w:szCs w:val="24"/>
              </w:rPr>
              <w:t>организация</w:t>
            </w:r>
          </w:p>
        </w:tc>
      </w:tr>
      <w:tr w:rsidR="002F3949" w:rsidRPr="00D77C54" w:rsidTr="00D77C54">
        <w:trPr>
          <w:trHeight w:val="867"/>
        </w:trPr>
        <w:tc>
          <w:tcPr>
            <w:tcW w:w="494" w:type="dxa"/>
            <w:vAlign w:val="center"/>
          </w:tcPr>
          <w:p w:rsidR="002F3949" w:rsidRPr="00D77C54" w:rsidRDefault="002F3949" w:rsidP="00580E2D">
            <w:pPr>
              <w:jc w:val="center"/>
              <w:rPr>
                <w:sz w:val="24"/>
                <w:szCs w:val="24"/>
                <w:lang w:val="en-US"/>
              </w:rPr>
            </w:pPr>
            <w:r w:rsidRPr="00D77C5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80" w:type="dxa"/>
            <w:vAlign w:val="center"/>
          </w:tcPr>
          <w:p w:rsidR="002F3949" w:rsidRPr="00D77C54" w:rsidRDefault="002F3949" w:rsidP="004A0675">
            <w:pPr>
              <w:rPr>
                <w:bCs/>
                <w:sz w:val="24"/>
                <w:szCs w:val="24"/>
              </w:rPr>
            </w:pPr>
            <w:r w:rsidRPr="00D77C54">
              <w:rPr>
                <w:bCs/>
                <w:sz w:val="24"/>
                <w:szCs w:val="24"/>
              </w:rPr>
              <w:t>Открытое первенство города Москвы по лыжероллерам</w:t>
            </w:r>
          </w:p>
          <w:p w:rsidR="002F3949" w:rsidRPr="00D77C54" w:rsidRDefault="002F3949" w:rsidP="004A0675">
            <w:pPr>
              <w:rPr>
                <w:bCs/>
                <w:sz w:val="24"/>
                <w:szCs w:val="24"/>
              </w:rPr>
            </w:pPr>
            <w:r w:rsidRPr="00D77C54">
              <w:rPr>
                <w:bCs/>
                <w:sz w:val="24"/>
                <w:szCs w:val="24"/>
              </w:rPr>
              <w:t>«Крылатская разделка»</w:t>
            </w:r>
          </w:p>
        </w:tc>
        <w:tc>
          <w:tcPr>
            <w:tcW w:w="1842" w:type="dxa"/>
            <w:vAlign w:val="center"/>
          </w:tcPr>
          <w:p w:rsidR="002F3949" w:rsidRPr="00D77C54" w:rsidRDefault="002F3949" w:rsidP="004A0675">
            <w:pPr>
              <w:jc w:val="center"/>
              <w:rPr>
                <w:sz w:val="24"/>
                <w:szCs w:val="24"/>
              </w:rPr>
            </w:pPr>
            <w:r w:rsidRPr="00D77C54">
              <w:rPr>
                <w:sz w:val="24"/>
                <w:szCs w:val="24"/>
              </w:rPr>
              <w:t xml:space="preserve">27 сентября    </w:t>
            </w:r>
          </w:p>
          <w:p w:rsidR="002F3949" w:rsidRPr="00D77C54" w:rsidRDefault="002F3949" w:rsidP="004A0675">
            <w:pPr>
              <w:jc w:val="center"/>
              <w:rPr>
                <w:sz w:val="24"/>
                <w:szCs w:val="24"/>
              </w:rPr>
            </w:pPr>
            <w:r w:rsidRPr="00D77C54">
              <w:rPr>
                <w:sz w:val="24"/>
                <w:szCs w:val="24"/>
              </w:rPr>
              <w:t>2014 года</w:t>
            </w:r>
          </w:p>
        </w:tc>
        <w:tc>
          <w:tcPr>
            <w:tcW w:w="3260" w:type="dxa"/>
          </w:tcPr>
          <w:p w:rsidR="002F3949" w:rsidRPr="00D77C54" w:rsidRDefault="002F3949" w:rsidP="00A5576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F3949" w:rsidRPr="00D77C54" w:rsidRDefault="002F3949" w:rsidP="00A5576E">
            <w:pPr>
              <w:jc w:val="center"/>
              <w:rPr>
                <w:color w:val="000000"/>
                <w:sz w:val="24"/>
                <w:szCs w:val="24"/>
              </w:rPr>
            </w:pPr>
            <w:r w:rsidRPr="00D77C54">
              <w:rPr>
                <w:color w:val="000000"/>
                <w:sz w:val="24"/>
                <w:szCs w:val="24"/>
              </w:rPr>
              <w:t xml:space="preserve">ЗАО г. Москвы, Крылатское, </w:t>
            </w:r>
          </w:p>
          <w:p w:rsidR="002F3949" w:rsidRPr="00D77C54" w:rsidRDefault="002F3949" w:rsidP="00ED13C3">
            <w:pPr>
              <w:rPr>
                <w:color w:val="000000"/>
                <w:sz w:val="24"/>
                <w:szCs w:val="24"/>
              </w:rPr>
            </w:pPr>
            <w:r w:rsidRPr="00D77C54">
              <w:rPr>
                <w:color w:val="000000"/>
                <w:sz w:val="24"/>
                <w:szCs w:val="24"/>
              </w:rPr>
              <w:t>Малое велокольцо</w:t>
            </w:r>
          </w:p>
          <w:p w:rsidR="002F3949" w:rsidRPr="00D77C54" w:rsidRDefault="002F3949" w:rsidP="00ED13C3">
            <w:pPr>
              <w:rPr>
                <w:color w:val="000000"/>
                <w:sz w:val="24"/>
                <w:szCs w:val="24"/>
              </w:rPr>
            </w:pPr>
            <w:r w:rsidRPr="00D77C54">
              <w:rPr>
                <w:color w:val="000000"/>
                <w:sz w:val="24"/>
                <w:szCs w:val="24"/>
              </w:rPr>
              <w:t>(4,2 км)</w:t>
            </w:r>
          </w:p>
          <w:p w:rsidR="002F3949" w:rsidRPr="00D77C54" w:rsidRDefault="002F3949" w:rsidP="00BC2F88">
            <w:pPr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D77C54">
              <w:rPr>
                <w:b/>
                <w:i/>
                <w:color w:val="000000"/>
                <w:sz w:val="24"/>
                <w:szCs w:val="24"/>
              </w:rPr>
              <w:t>Крылатские холмы д. 28.</w:t>
            </w:r>
          </w:p>
          <w:p w:rsidR="002F3949" w:rsidRPr="00D77C54" w:rsidRDefault="002F3949" w:rsidP="00A5576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F3949" w:rsidRPr="00D77C54" w:rsidRDefault="002F3949" w:rsidP="00D77C54">
            <w:pPr>
              <w:jc w:val="center"/>
              <w:rPr>
                <w:sz w:val="24"/>
                <w:szCs w:val="24"/>
              </w:rPr>
            </w:pPr>
            <w:r w:rsidRPr="00D77C54">
              <w:rPr>
                <w:color w:val="000000"/>
                <w:sz w:val="24"/>
                <w:szCs w:val="24"/>
              </w:rPr>
              <w:t xml:space="preserve">ДФКиС г. Москвы, </w:t>
            </w:r>
            <w:r w:rsidRPr="00D77C54">
              <w:rPr>
                <w:sz w:val="24"/>
                <w:szCs w:val="24"/>
              </w:rPr>
              <w:t xml:space="preserve">ФЛГМ, </w:t>
            </w:r>
          </w:p>
          <w:p w:rsidR="002F3949" w:rsidRPr="00D77C54" w:rsidRDefault="002F3949" w:rsidP="00D77C54">
            <w:pPr>
              <w:jc w:val="center"/>
              <w:rPr>
                <w:sz w:val="24"/>
                <w:szCs w:val="24"/>
              </w:rPr>
            </w:pPr>
            <w:r w:rsidRPr="00D77C54">
              <w:rPr>
                <w:sz w:val="24"/>
                <w:szCs w:val="24"/>
              </w:rPr>
              <w:t>АНО ДЮСШ СПОРТ-ЗАПАД</w:t>
            </w:r>
          </w:p>
        </w:tc>
      </w:tr>
    </w:tbl>
    <w:p w:rsidR="002F3949" w:rsidRPr="00D77C54" w:rsidRDefault="002F3949" w:rsidP="00580E2D">
      <w:pPr>
        <w:ind w:firstLine="708"/>
        <w:rPr>
          <w:b/>
          <w:color w:val="000000"/>
          <w:sz w:val="28"/>
          <w:szCs w:val="28"/>
        </w:rPr>
      </w:pPr>
    </w:p>
    <w:p w:rsidR="002F3949" w:rsidRPr="00D77C54" w:rsidRDefault="002F3949" w:rsidP="00A0389D">
      <w:pPr>
        <w:ind w:firstLine="708"/>
        <w:jc w:val="both"/>
        <w:rPr>
          <w:b/>
          <w:color w:val="000000"/>
          <w:sz w:val="28"/>
          <w:szCs w:val="28"/>
        </w:rPr>
      </w:pPr>
      <w:r w:rsidRPr="00D77C54">
        <w:rPr>
          <w:b/>
          <w:color w:val="000000"/>
          <w:sz w:val="28"/>
          <w:szCs w:val="28"/>
        </w:rPr>
        <w:t>4. Требования к участникам соревнований и условия их допуска:</w:t>
      </w:r>
    </w:p>
    <w:p w:rsidR="002F3949" w:rsidRPr="00D77C54" w:rsidRDefault="002F3949" w:rsidP="00A0389D">
      <w:pPr>
        <w:ind w:left="720"/>
        <w:rPr>
          <w:bCs/>
          <w:sz w:val="28"/>
          <w:szCs w:val="28"/>
        </w:rPr>
      </w:pPr>
      <w:r w:rsidRPr="00D77C54">
        <w:rPr>
          <w:bCs/>
          <w:sz w:val="28"/>
          <w:szCs w:val="28"/>
        </w:rPr>
        <w:t xml:space="preserve">Средний возраст: юноши, девушки ЮСР, ДСР        1998-1999 г.р.;               </w:t>
      </w:r>
    </w:p>
    <w:p w:rsidR="002F3949" w:rsidRPr="00D77C54" w:rsidRDefault="002F3949" w:rsidP="00A0389D">
      <w:pPr>
        <w:ind w:left="720"/>
        <w:rPr>
          <w:bCs/>
          <w:sz w:val="28"/>
          <w:szCs w:val="28"/>
        </w:rPr>
      </w:pPr>
      <w:r w:rsidRPr="00D77C54">
        <w:rPr>
          <w:bCs/>
          <w:sz w:val="28"/>
          <w:szCs w:val="28"/>
        </w:rPr>
        <w:t xml:space="preserve">Старший возраст: юноши, девушки ЮСТ, ДСТ       1996-1997 г.р.;  </w:t>
      </w:r>
    </w:p>
    <w:p w:rsidR="002F3949" w:rsidRPr="00D77C54" w:rsidRDefault="002F3949" w:rsidP="00A0389D">
      <w:pPr>
        <w:ind w:left="709"/>
        <w:rPr>
          <w:bCs/>
          <w:sz w:val="28"/>
          <w:szCs w:val="28"/>
        </w:rPr>
      </w:pPr>
      <w:r w:rsidRPr="00D77C54">
        <w:rPr>
          <w:bCs/>
          <w:sz w:val="28"/>
          <w:szCs w:val="28"/>
        </w:rPr>
        <w:t>Юниоры, юниорки   МЮ, ЖЮ                                   1994-1995 г.р.;</w:t>
      </w:r>
    </w:p>
    <w:p w:rsidR="002F3949" w:rsidRPr="00D77C54" w:rsidRDefault="002F3949" w:rsidP="00A0389D">
      <w:pPr>
        <w:ind w:left="709"/>
        <w:rPr>
          <w:bCs/>
          <w:sz w:val="28"/>
          <w:szCs w:val="28"/>
        </w:rPr>
      </w:pPr>
      <w:r w:rsidRPr="00D77C54">
        <w:rPr>
          <w:bCs/>
          <w:sz w:val="28"/>
          <w:szCs w:val="28"/>
        </w:rPr>
        <w:t>Мужчины М                                                                  1993-1974 г.р.;</w:t>
      </w:r>
    </w:p>
    <w:p w:rsidR="002F3949" w:rsidRPr="00D77C54" w:rsidRDefault="002F3949" w:rsidP="00A0389D">
      <w:pPr>
        <w:ind w:left="709"/>
        <w:rPr>
          <w:bCs/>
          <w:sz w:val="28"/>
          <w:szCs w:val="28"/>
        </w:rPr>
      </w:pPr>
      <w:r w:rsidRPr="00D77C54">
        <w:rPr>
          <w:bCs/>
          <w:sz w:val="28"/>
          <w:szCs w:val="28"/>
        </w:rPr>
        <w:t>Женщины Ж                                                                  1993 – 1964 г.р.</w:t>
      </w:r>
    </w:p>
    <w:p w:rsidR="002F3949" w:rsidRPr="00D77C54" w:rsidRDefault="002F3949" w:rsidP="00A0389D">
      <w:pPr>
        <w:ind w:left="709"/>
        <w:rPr>
          <w:bCs/>
          <w:sz w:val="28"/>
          <w:szCs w:val="28"/>
        </w:rPr>
      </w:pPr>
      <w:r w:rsidRPr="00D77C54">
        <w:rPr>
          <w:bCs/>
          <w:sz w:val="28"/>
          <w:szCs w:val="28"/>
        </w:rPr>
        <w:t>Мужчины  М1                                                               1933-1964 г.р.;</w:t>
      </w:r>
    </w:p>
    <w:p w:rsidR="002F3949" w:rsidRPr="00D77C54" w:rsidRDefault="002F3949" w:rsidP="00A0389D">
      <w:pPr>
        <w:ind w:left="709"/>
        <w:rPr>
          <w:bCs/>
          <w:sz w:val="28"/>
          <w:szCs w:val="28"/>
        </w:rPr>
      </w:pPr>
      <w:r w:rsidRPr="00D77C54">
        <w:rPr>
          <w:bCs/>
          <w:sz w:val="28"/>
          <w:szCs w:val="28"/>
        </w:rPr>
        <w:t>Женщины Ж1                                                                1963г.р. и старше</w:t>
      </w:r>
    </w:p>
    <w:p w:rsidR="002F3949" w:rsidRPr="00D77C54" w:rsidRDefault="002F3949" w:rsidP="00A0389D">
      <w:pPr>
        <w:ind w:left="709"/>
        <w:rPr>
          <w:bCs/>
          <w:sz w:val="28"/>
          <w:szCs w:val="28"/>
        </w:rPr>
      </w:pPr>
      <w:r w:rsidRPr="00D77C54">
        <w:rPr>
          <w:bCs/>
          <w:sz w:val="28"/>
          <w:szCs w:val="28"/>
        </w:rPr>
        <w:t>Мужчины М2                                                                1963-1954 г.р.;</w:t>
      </w:r>
    </w:p>
    <w:p w:rsidR="002F3949" w:rsidRPr="00D77C54" w:rsidRDefault="002F3949" w:rsidP="00A0389D">
      <w:pPr>
        <w:ind w:left="709"/>
        <w:rPr>
          <w:bCs/>
          <w:sz w:val="28"/>
          <w:szCs w:val="28"/>
        </w:rPr>
      </w:pPr>
      <w:r w:rsidRPr="00D77C54">
        <w:rPr>
          <w:bCs/>
          <w:sz w:val="28"/>
          <w:szCs w:val="28"/>
        </w:rPr>
        <w:t>Мужчины М3                                                                1953-1944 г.р.;</w:t>
      </w:r>
    </w:p>
    <w:p w:rsidR="002F3949" w:rsidRPr="00D77C54" w:rsidRDefault="002F3949" w:rsidP="00D77C54">
      <w:pPr>
        <w:ind w:left="709"/>
        <w:rPr>
          <w:bCs/>
          <w:sz w:val="28"/>
          <w:szCs w:val="28"/>
        </w:rPr>
      </w:pPr>
      <w:r w:rsidRPr="00D77C54">
        <w:rPr>
          <w:bCs/>
          <w:sz w:val="28"/>
          <w:szCs w:val="28"/>
        </w:rPr>
        <w:t>Мужчины М4                                                                1943г.р. и старше,</w:t>
      </w:r>
    </w:p>
    <w:p w:rsidR="002F3949" w:rsidRDefault="002F3949" w:rsidP="00D1638C">
      <w:pPr>
        <w:pStyle w:val="Heading2"/>
        <w:spacing w:line="270" w:lineRule="atLeast"/>
        <w:ind w:firstLine="0"/>
        <w:jc w:val="left"/>
        <w:rPr>
          <w:color w:val="000000"/>
          <w:sz w:val="28"/>
          <w:szCs w:val="28"/>
        </w:rPr>
      </w:pPr>
    </w:p>
    <w:p w:rsidR="002F3949" w:rsidRPr="00D77C54" w:rsidRDefault="002F3949" w:rsidP="00D1638C">
      <w:pPr>
        <w:pStyle w:val="Heading2"/>
        <w:spacing w:line="270" w:lineRule="atLeast"/>
        <w:ind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Участникам </w:t>
      </w:r>
      <w:r w:rsidRPr="00D77C54">
        <w:rPr>
          <w:color w:val="000000"/>
          <w:sz w:val="28"/>
          <w:szCs w:val="28"/>
        </w:rPr>
        <w:t xml:space="preserve">будут предложены классические лыжероллеры </w:t>
      </w:r>
      <w:r w:rsidRPr="00D77C54">
        <w:rPr>
          <w:b/>
          <w:color w:val="000000"/>
          <w:sz w:val="28"/>
          <w:szCs w:val="28"/>
          <w:lang w:val="en-US"/>
        </w:rPr>
        <w:t>SWIX PROSKI</w:t>
      </w:r>
      <w:r w:rsidRPr="00D77C54">
        <w:rPr>
          <w:color w:val="000000"/>
          <w:sz w:val="28"/>
          <w:szCs w:val="28"/>
        </w:rPr>
        <w:t xml:space="preserve"> с медленными колесами № 3</w:t>
      </w:r>
    </w:p>
    <w:p w:rsidR="002F3949" w:rsidRPr="00D1638C" w:rsidRDefault="002F3949" w:rsidP="00D1638C">
      <w:pPr>
        <w:jc w:val="both"/>
        <w:rPr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>Можно использовать личные классические лыжероллеры с медленными колесами № 3 следующих моделей</w:t>
      </w:r>
      <w:r w:rsidRPr="00D77C54">
        <w:rPr>
          <w:b/>
          <w:color w:val="000000"/>
          <w:sz w:val="28"/>
          <w:szCs w:val="28"/>
        </w:rPr>
        <w:t>:</w:t>
      </w:r>
      <w:r w:rsidRPr="00D77C54">
        <w:rPr>
          <w:b/>
          <w:color w:val="000000"/>
          <w:sz w:val="28"/>
          <w:szCs w:val="28"/>
          <w:lang w:val="en-US"/>
        </w:rPr>
        <w:t> SWIX PROSKI</w:t>
      </w:r>
      <w:r w:rsidRPr="00D77C54">
        <w:rPr>
          <w:b/>
          <w:color w:val="000000"/>
          <w:sz w:val="28"/>
          <w:szCs w:val="28"/>
        </w:rPr>
        <w:t xml:space="preserve">, </w:t>
      </w:r>
      <w:r w:rsidRPr="00D77C54">
        <w:rPr>
          <w:b/>
          <w:bCs/>
          <w:color w:val="000000"/>
          <w:sz w:val="28"/>
          <w:szCs w:val="28"/>
          <w:shd w:val="clear" w:color="auto" w:fill="FFFFFF"/>
          <w:lang w:val="en-US"/>
        </w:rPr>
        <w:t>ELPEX</w:t>
      </w:r>
      <w:r w:rsidRPr="00D77C54">
        <w:rPr>
          <w:rStyle w:val="apple-converted-space"/>
          <w:color w:val="000000"/>
          <w:sz w:val="28"/>
          <w:szCs w:val="28"/>
          <w:shd w:val="clear" w:color="auto" w:fill="FFFFFF"/>
          <w:lang w:val="en-US"/>
        </w:rPr>
        <w:t> </w:t>
      </w:r>
    </w:p>
    <w:p w:rsidR="002F3949" w:rsidRPr="00D1638C" w:rsidRDefault="002F3949" w:rsidP="00D1638C">
      <w:pPr>
        <w:jc w:val="both"/>
        <w:rPr>
          <w:bCs/>
          <w:sz w:val="28"/>
          <w:szCs w:val="28"/>
        </w:rPr>
      </w:pPr>
      <w:r w:rsidRPr="00D1638C">
        <w:rPr>
          <w:sz w:val="28"/>
          <w:szCs w:val="28"/>
        </w:rPr>
        <w:t xml:space="preserve">Стартовый взнос: 300 рублей для групп </w:t>
      </w:r>
      <w:r w:rsidRPr="00D1638C">
        <w:rPr>
          <w:bCs/>
          <w:sz w:val="28"/>
          <w:szCs w:val="28"/>
        </w:rPr>
        <w:t xml:space="preserve">МЮ, ЖЮ, М, Ж, М1, М2, М3.  </w:t>
      </w:r>
    </w:p>
    <w:p w:rsidR="002F3949" w:rsidRPr="00D77C54" w:rsidRDefault="002F3949" w:rsidP="00D1638C">
      <w:pPr>
        <w:ind w:firstLine="567"/>
        <w:rPr>
          <w:bCs/>
          <w:sz w:val="28"/>
          <w:szCs w:val="28"/>
        </w:rPr>
      </w:pPr>
      <w:r w:rsidRPr="00D1638C">
        <w:rPr>
          <w:bCs/>
          <w:sz w:val="28"/>
          <w:szCs w:val="28"/>
        </w:rPr>
        <w:t xml:space="preserve">                       100 рублей для групп Ж1, М4, ЮСТ, ДСТ, ЮСР, ДСР</w:t>
      </w:r>
    </w:p>
    <w:p w:rsidR="002F3949" w:rsidRDefault="002F3949" w:rsidP="00D1638C">
      <w:pPr>
        <w:ind w:firstLine="708"/>
        <w:rPr>
          <w:b/>
          <w:color w:val="000000"/>
          <w:sz w:val="36"/>
          <w:szCs w:val="36"/>
        </w:rPr>
      </w:pPr>
    </w:p>
    <w:p w:rsidR="002F3949" w:rsidRPr="000E25A2" w:rsidRDefault="002F3949" w:rsidP="00A627D7">
      <w:pPr>
        <w:pStyle w:val="ListParagraph"/>
        <w:numPr>
          <w:ilvl w:val="0"/>
          <w:numId w:val="3"/>
        </w:numPr>
        <w:jc w:val="center"/>
        <w:rPr>
          <w:b/>
          <w:color w:val="000000"/>
          <w:sz w:val="36"/>
          <w:szCs w:val="36"/>
        </w:rPr>
      </w:pPr>
      <w:r w:rsidRPr="000E25A2">
        <w:rPr>
          <w:b/>
          <w:color w:val="000000"/>
          <w:sz w:val="36"/>
          <w:szCs w:val="36"/>
        </w:rPr>
        <w:t>Программа соревнований</w:t>
      </w:r>
    </w:p>
    <w:p w:rsidR="002F3949" w:rsidRPr="00A01400" w:rsidRDefault="002F3949" w:rsidP="00A01400">
      <w:pPr>
        <w:pStyle w:val="ListParagraph"/>
        <w:ind w:left="1428"/>
        <w:rPr>
          <w:b/>
          <w:color w:val="000000"/>
          <w:sz w:val="36"/>
          <w:szCs w:val="36"/>
        </w:rPr>
      </w:pPr>
    </w:p>
    <w:p w:rsidR="002F3949" w:rsidRPr="00D77C54" w:rsidRDefault="002F3949" w:rsidP="00A0389D">
      <w:pPr>
        <w:jc w:val="both"/>
        <w:rPr>
          <w:b/>
          <w:i/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 xml:space="preserve">Старт на верху малого кольца 4,2 км, по адресу </w:t>
      </w:r>
      <w:r w:rsidRPr="00D77C54">
        <w:rPr>
          <w:b/>
          <w:i/>
          <w:color w:val="000000"/>
          <w:sz w:val="28"/>
          <w:szCs w:val="28"/>
        </w:rPr>
        <w:t>Крылатские холмы д. 28.</w:t>
      </w:r>
    </w:p>
    <w:p w:rsidR="002F3949" w:rsidRPr="00D77C54" w:rsidRDefault="002F3949" w:rsidP="00A0389D">
      <w:pPr>
        <w:jc w:val="both"/>
        <w:rPr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>Раздельный старт через 15 секунд. Стиль классический.</w:t>
      </w:r>
    </w:p>
    <w:p w:rsidR="002F3949" w:rsidRPr="00D77C54" w:rsidRDefault="002F3949" w:rsidP="00A0389D">
      <w:pPr>
        <w:ind w:firstLine="708"/>
        <w:jc w:val="both"/>
        <w:rPr>
          <w:color w:val="000000"/>
          <w:sz w:val="28"/>
          <w:szCs w:val="28"/>
        </w:rPr>
      </w:pPr>
      <w:r w:rsidRPr="00D77C54">
        <w:rPr>
          <w:b/>
          <w:color w:val="000000"/>
          <w:sz w:val="36"/>
          <w:szCs w:val="36"/>
        </w:rPr>
        <w:t>09.</w:t>
      </w:r>
      <w:r>
        <w:rPr>
          <w:b/>
          <w:color w:val="000000"/>
          <w:sz w:val="36"/>
          <w:szCs w:val="36"/>
        </w:rPr>
        <w:t>0</w:t>
      </w:r>
      <w:r w:rsidRPr="00D77C54">
        <w:rPr>
          <w:b/>
          <w:color w:val="000000"/>
          <w:sz w:val="36"/>
          <w:szCs w:val="36"/>
        </w:rPr>
        <w:t>0-1</w:t>
      </w:r>
      <w:r>
        <w:rPr>
          <w:b/>
          <w:color w:val="000000"/>
          <w:sz w:val="36"/>
          <w:szCs w:val="36"/>
        </w:rPr>
        <w:t>0</w:t>
      </w:r>
      <w:r w:rsidRPr="00D77C54">
        <w:rPr>
          <w:b/>
          <w:color w:val="000000"/>
          <w:sz w:val="36"/>
          <w:szCs w:val="36"/>
        </w:rPr>
        <w:t>.</w:t>
      </w:r>
      <w:r>
        <w:rPr>
          <w:b/>
          <w:color w:val="000000"/>
          <w:sz w:val="36"/>
          <w:szCs w:val="36"/>
        </w:rPr>
        <w:t>45</w:t>
      </w:r>
      <w:r>
        <w:rPr>
          <w:color w:val="000000"/>
          <w:sz w:val="28"/>
          <w:szCs w:val="28"/>
        </w:rPr>
        <w:t xml:space="preserve">- </w:t>
      </w:r>
      <w:r w:rsidRPr="00D77C54">
        <w:rPr>
          <w:color w:val="000000"/>
          <w:sz w:val="28"/>
          <w:szCs w:val="28"/>
        </w:rPr>
        <w:t>Регистрация и выдача но</w:t>
      </w:r>
      <w:r>
        <w:rPr>
          <w:color w:val="000000"/>
          <w:sz w:val="28"/>
          <w:szCs w:val="28"/>
        </w:rPr>
        <w:t>меров участникам детского блока</w:t>
      </w:r>
      <w:r w:rsidRPr="00D77C54">
        <w:rPr>
          <w:color w:val="000000"/>
          <w:sz w:val="28"/>
          <w:szCs w:val="28"/>
        </w:rPr>
        <w:t>.</w:t>
      </w:r>
    </w:p>
    <w:p w:rsidR="002F3949" w:rsidRPr="00D77C54" w:rsidRDefault="002F3949" w:rsidP="00A0389D">
      <w:pPr>
        <w:ind w:firstLine="708"/>
        <w:jc w:val="both"/>
        <w:rPr>
          <w:color w:val="000000"/>
          <w:sz w:val="28"/>
          <w:szCs w:val="28"/>
        </w:rPr>
      </w:pPr>
      <w:r w:rsidRPr="00D77C54">
        <w:rPr>
          <w:b/>
          <w:color w:val="000000"/>
          <w:sz w:val="36"/>
          <w:szCs w:val="36"/>
        </w:rPr>
        <w:t>11.00</w:t>
      </w:r>
      <w:r>
        <w:rPr>
          <w:color w:val="000000"/>
          <w:sz w:val="28"/>
          <w:szCs w:val="28"/>
        </w:rPr>
        <w:t xml:space="preserve">- </w:t>
      </w:r>
      <w:r w:rsidRPr="00D77C54">
        <w:rPr>
          <w:color w:val="000000"/>
          <w:sz w:val="28"/>
          <w:szCs w:val="28"/>
        </w:rPr>
        <w:t xml:space="preserve">Старт на дистанции </w:t>
      </w:r>
      <w:r w:rsidRPr="00D77C54">
        <w:rPr>
          <w:b/>
          <w:color w:val="000000"/>
          <w:sz w:val="28"/>
          <w:szCs w:val="28"/>
        </w:rPr>
        <w:t>4,2 км</w:t>
      </w:r>
      <w:r w:rsidRPr="00D77C54">
        <w:rPr>
          <w:color w:val="000000"/>
          <w:sz w:val="28"/>
          <w:szCs w:val="28"/>
        </w:rPr>
        <w:t xml:space="preserve"> - юноши среднего возраста, девушки старшего возраста, девушки среднего возраста </w:t>
      </w:r>
    </w:p>
    <w:p w:rsidR="002F3949" w:rsidRPr="00D77C54" w:rsidRDefault="002F3949" w:rsidP="00A0389D">
      <w:pPr>
        <w:ind w:firstLine="708"/>
        <w:jc w:val="both"/>
        <w:rPr>
          <w:color w:val="000000"/>
          <w:sz w:val="28"/>
          <w:szCs w:val="28"/>
        </w:rPr>
      </w:pPr>
      <w:r w:rsidRPr="00D77C54">
        <w:rPr>
          <w:color w:val="000000"/>
          <w:sz w:val="28"/>
          <w:szCs w:val="28"/>
        </w:rPr>
        <w:t xml:space="preserve">Старт на дистанцию </w:t>
      </w:r>
      <w:r w:rsidRPr="00D77C54">
        <w:rPr>
          <w:b/>
          <w:color w:val="000000"/>
          <w:sz w:val="28"/>
          <w:szCs w:val="28"/>
        </w:rPr>
        <w:t>8,4 км</w:t>
      </w:r>
      <w:r w:rsidRPr="00573589">
        <w:rPr>
          <w:color w:val="000000"/>
          <w:sz w:val="28"/>
          <w:szCs w:val="28"/>
        </w:rPr>
        <w:t>(2 круга)</w:t>
      </w:r>
      <w:r w:rsidRPr="00D77C54">
        <w:rPr>
          <w:color w:val="000000"/>
          <w:sz w:val="28"/>
          <w:szCs w:val="28"/>
        </w:rPr>
        <w:t xml:space="preserve"> -  юноши старшего возраста через 10 минут после старта последнего участника на дистанцию 4,2 км.</w:t>
      </w:r>
    </w:p>
    <w:p w:rsidR="002F3949" w:rsidRPr="00D77C54" w:rsidRDefault="002F3949" w:rsidP="00A0389D">
      <w:pPr>
        <w:ind w:firstLine="708"/>
        <w:jc w:val="both"/>
        <w:rPr>
          <w:color w:val="000000"/>
          <w:sz w:val="28"/>
          <w:szCs w:val="28"/>
        </w:rPr>
      </w:pPr>
      <w:r w:rsidRPr="00D77C54">
        <w:rPr>
          <w:b/>
          <w:color w:val="000000"/>
          <w:sz w:val="36"/>
          <w:szCs w:val="36"/>
        </w:rPr>
        <w:t>13.00</w:t>
      </w:r>
      <w:r>
        <w:rPr>
          <w:b/>
          <w:color w:val="000000"/>
          <w:sz w:val="36"/>
          <w:szCs w:val="36"/>
        </w:rPr>
        <w:t xml:space="preserve"> </w:t>
      </w:r>
      <w:r w:rsidRPr="00D77C54">
        <w:rPr>
          <w:b/>
          <w:color w:val="000000"/>
          <w:sz w:val="28"/>
          <w:szCs w:val="28"/>
        </w:rPr>
        <w:t>Награждение</w:t>
      </w:r>
      <w:r w:rsidRPr="00D77C54">
        <w:rPr>
          <w:color w:val="000000"/>
          <w:sz w:val="28"/>
          <w:szCs w:val="28"/>
        </w:rPr>
        <w:t xml:space="preserve"> призеров и победителей</w:t>
      </w:r>
      <w:r>
        <w:rPr>
          <w:color w:val="000000"/>
          <w:sz w:val="28"/>
          <w:szCs w:val="28"/>
        </w:rPr>
        <w:t xml:space="preserve"> детских соревнований, подведение итогов ФЕСТИВАЛЯ ЛЫЖЕРОЛЛЕРНЫХ ДИСЦИПЛИН у ЮСР, ДСР, ЮСТ, ДСТ.</w:t>
      </w:r>
    </w:p>
    <w:p w:rsidR="002F3949" w:rsidRPr="00D77C54" w:rsidRDefault="002F3949" w:rsidP="00A0389D">
      <w:pPr>
        <w:ind w:firstLine="708"/>
        <w:jc w:val="both"/>
        <w:rPr>
          <w:sz w:val="28"/>
          <w:szCs w:val="28"/>
        </w:rPr>
      </w:pPr>
      <w:r w:rsidRPr="004D598A">
        <w:rPr>
          <w:b/>
          <w:sz w:val="36"/>
          <w:szCs w:val="36"/>
        </w:rPr>
        <w:t>11.00-13.00</w:t>
      </w:r>
      <w:r>
        <w:rPr>
          <w:sz w:val="28"/>
          <w:szCs w:val="28"/>
        </w:rPr>
        <w:t xml:space="preserve"> -</w:t>
      </w:r>
      <w:r w:rsidRPr="00D77C54">
        <w:rPr>
          <w:sz w:val="28"/>
          <w:szCs w:val="28"/>
        </w:rPr>
        <w:t xml:space="preserve">Регистрация и выдача номеров  </w:t>
      </w:r>
      <w:r>
        <w:rPr>
          <w:color w:val="000000"/>
          <w:sz w:val="28"/>
          <w:szCs w:val="28"/>
        </w:rPr>
        <w:t>участникам взрослого блока</w:t>
      </w:r>
    </w:p>
    <w:p w:rsidR="002F3949" w:rsidRDefault="002F3949" w:rsidP="00A0389D">
      <w:pPr>
        <w:ind w:firstLine="708"/>
        <w:jc w:val="both"/>
        <w:rPr>
          <w:color w:val="000000"/>
          <w:sz w:val="28"/>
          <w:szCs w:val="28"/>
        </w:rPr>
      </w:pPr>
      <w:r w:rsidRPr="00573589">
        <w:rPr>
          <w:b/>
          <w:color w:val="000000"/>
          <w:sz w:val="36"/>
          <w:szCs w:val="36"/>
        </w:rPr>
        <w:t>13.15</w:t>
      </w:r>
      <w:r>
        <w:rPr>
          <w:color w:val="000000"/>
          <w:sz w:val="28"/>
          <w:szCs w:val="28"/>
        </w:rPr>
        <w:t>- Старт участников соревнований среди взрослых лыжеролистов в соответствии со стартовым номером:</w:t>
      </w:r>
    </w:p>
    <w:p w:rsidR="002F3949" w:rsidRDefault="002F3949" w:rsidP="00A0389D">
      <w:pPr>
        <w:ind w:firstLine="708"/>
        <w:jc w:val="both"/>
        <w:rPr>
          <w:color w:val="000000"/>
          <w:sz w:val="28"/>
          <w:szCs w:val="28"/>
        </w:rPr>
      </w:pPr>
    </w:p>
    <w:p w:rsidR="002F3949" w:rsidRDefault="002F3949" w:rsidP="00A0140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3589">
        <w:rPr>
          <w:b/>
          <w:color w:val="000000"/>
          <w:sz w:val="28"/>
          <w:szCs w:val="28"/>
        </w:rPr>
        <w:t>4,2 км</w:t>
      </w:r>
      <w:r>
        <w:rPr>
          <w:b/>
          <w:color w:val="000000"/>
          <w:sz w:val="28"/>
          <w:szCs w:val="28"/>
        </w:rPr>
        <w:t xml:space="preserve"> (1 круг)</w:t>
      </w:r>
      <w:r w:rsidRPr="00D77C54">
        <w:rPr>
          <w:color w:val="000000"/>
          <w:sz w:val="28"/>
          <w:szCs w:val="28"/>
        </w:rPr>
        <w:t xml:space="preserve"> - М4, Ж1 (</w:t>
      </w:r>
      <w:r>
        <w:rPr>
          <w:color w:val="000000"/>
          <w:sz w:val="28"/>
          <w:szCs w:val="28"/>
        </w:rPr>
        <w:t>с № 301 по 330)</w:t>
      </w:r>
    </w:p>
    <w:p w:rsidR="002F3949" w:rsidRDefault="002F3949" w:rsidP="00A0140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3589">
        <w:rPr>
          <w:b/>
          <w:color w:val="000000"/>
          <w:sz w:val="28"/>
          <w:szCs w:val="28"/>
        </w:rPr>
        <w:t>8,4 км (2 круга)</w:t>
      </w:r>
      <w:r>
        <w:rPr>
          <w:b/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Ж0, ЖЮ</w:t>
      </w:r>
      <w:r w:rsidRPr="00D77C5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М3 (с № 331 по 360)</w:t>
      </w:r>
    </w:p>
    <w:p w:rsidR="002F3949" w:rsidRDefault="002F3949" w:rsidP="00A0140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3589">
        <w:rPr>
          <w:b/>
          <w:color w:val="000000"/>
          <w:sz w:val="28"/>
          <w:szCs w:val="28"/>
        </w:rPr>
        <w:t>12,6 км</w:t>
      </w:r>
      <w:r>
        <w:rPr>
          <w:b/>
          <w:color w:val="000000"/>
          <w:sz w:val="28"/>
          <w:szCs w:val="28"/>
        </w:rPr>
        <w:t xml:space="preserve">(3 </w:t>
      </w:r>
      <w:r w:rsidRPr="00573589">
        <w:rPr>
          <w:b/>
          <w:color w:val="000000"/>
          <w:sz w:val="28"/>
          <w:szCs w:val="28"/>
        </w:rPr>
        <w:t>круга) -</w:t>
      </w:r>
      <w:r>
        <w:rPr>
          <w:color w:val="000000"/>
          <w:sz w:val="28"/>
          <w:szCs w:val="28"/>
        </w:rPr>
        <w:t>МЮ</w:t>
      </w:r>
      <w:r w:rsidRPr="00D77C54">
        <w:rPr>
          <w:color w:val="000000"/>
          <w:sz w:val="28"/>
          <w:szCs w:val="28"/>
        </w:rPr>
        <w:t>, М2</w:t>
      </w:r>
      <w:r>
        <w:rPr>
          <w:color w:val="000000"/>
          <w:sz w:val="28"/>
          <w:szCs w:val="28"/>
        </w:rPr>
        <w:t xml:space="preserve"> (с № 361 по 400)</w:t>
      </w:r>
    </w:p>
    <w:p w:rsidR="002F3949" w:rsidRPr="00573589" w:rsidRDefault="002F3949" w:rsidP="00A0140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01400">
        <w:rPr>
          <w:b/>
          <w:color w:val="000000"/>
          <w:sz w:val="28"/>
          <w:szCs w:val="28"/>
        </w:rPr>
        <w:t>17,4 км (4 круга)</w:t>
      </w:r>
      <w:r>
        <w:rPr>
          <w:color w:val="000000"/>
          <w:sz w:val="28"/>
          <w:szCs w:val="28"/>
        </w:rPr>
        <w:t xml:space="preserve"> -  М1, М0 (с № 401 по 450) </w:t>
      </w:r>
    </w:p>
    <w:p w:rsidR="002F3949" w:rsidRPr="00A01400" w:rsidRDefault="002F3949" w:rsidP="00A01400">
      <w:pPr>
        <w:pStyle w:val="BodyText"/>
        <w:ind w:firstLine="709"/>
        <w:jc w:val="left"/>
        <w:rPr>
          <w:color w:val="000000"/>
          <w:szCs w:val="28"/>
        </w:rPr>
      </w:pPr>
      <w:r w:rsidRPr="00A01400">
        <w:rPr>
          <w:b/>
          <w:color w:val="000000"/>
          <w:sz w:val="36"/>
          <w:szCs w:val="36"/>
        </w:rPr>
        <w:t>15.00</w:t>
      </w:r>
      <w:r>
        <w:rPr>
          <w:b/>
          <w:color w:val="000000"/>
          <w:szCs w:val="28"/>
        </w:rPr>
        <w:t xml:space="preserve"> - </w:t>
      </w:r>
      <w:r w:rsidRPr="00D77C54">
        <w:rPr>
          <w:b/>
          <w:color w:val="000000"/>
          <w:szCs w:val="28"/>
        </w:rPr>
        <w:t xml:space="preserve"> Награждение </w:t>
      </w:r>
      <w:r w:rsidRPr="00D77C54">
        <w:rPr>
          <w:color w:val="000000"/>
          <w:szCs w:val="28"/>
        </w:rPr>
        <w:t xml:space="preserve">призеров и победителей </w:t>
      </w:r>
      <w:r>
        <w:rPr>
          <w:color w:val="000000"/>
          <w:szCs w:val="28"/>
        </w:rPr>
        <w:t>соревнований среди взрослых спортсменов</w:t>
      </w:r>
      <w:r w:rsidRPr="00D77C54">
        <w:rPr>
          <w:color w:val="000000"/>
          <w:szCs w:val="28"/>
        </w:rPr>
        <w:t xml:space="preserve">, </w:t>
      </w:r>
      <w:r w:rsidRPr="00A01400">
        <w:rPr>
          <w:color w:val="000000"/>
          <w:szCs w:val="28"/>
        </w:rPr>
        <w:t>подведение итогов Ф</w:t>
      </w:r>
      <w:r>
        <w:rPr>
          <w:color w:val="000000"/>
          <w:szCs w:val="28"/>
        </w:rPr>
        <w:t>ЕСТИВАЛЯ ЛЫЖЕРОЛЛЕРНЫХ ДИСЦИПЛИН</w:t>
      </w:r>
    </w:p>
    <w:p w:rsidR="002F3949" w:rsidRPr="00D77C54" w:rsidRDefault="002F3949" w:rsidP="003B673A">
      <w:pPr>
        <w:pStyle w:val="BodyText"/>
        <w:jc w:val="left"/>
        <w:rPr>
          <w:color w:val="000000"/>
          <w:szCs w:val="28"/>
        </w:rPr>
      </w:pPr>
    </w:p>
    <w:p w:rsidR="002F3949" w:rsidRPr="000E25A2" w:rsidRDefault="002F3949" w:rsidP="000E25A2">
      <w:pPr>
        <w:autoSpaceDE w:val="0"/>
        <w:autoSpaceDN w:val="0"/>
        <w:adjustRightInd w:val="0"/>
        <w:ind w:firstLine="561"/>
        <w:rPr>
          <w:b/>
          <w:bCs/>
          <w:iCs/>
          <w:color w:val="231F20"/>
          <w:sz w:val="28"/>
          <w:szCs w:val="28"/>
        </w:rPr>
      </w:pPr>
      <w:r>
        <w:rPr>
          <w:b/>
          <w:bCs/>
          <w:iCs/>
          <w:color w:val="231F20"/>
          <w:sz w:val="28"/>
          <w:szCs w:val="28"/>
        </w:rPr>
        <w:t>6.</w:t>
      </w:r>
      <w:r w:rsidRPr="000E25A2">
        <w:rPr>
          <w:b/>
          <w:bCs/>
          <w:iCs/>
          <w:color w:val="231F20"/>
          <w:sz w:val="28"/>
          <w:szCs w:val="28"/>
        </w:rPr>
        <w:t xml:space="preserve"> Заявки на участие</w:t>
      </w:r>
    </w:p>
    <w:p w:rsidR="002F3949" w:rsidRPr="00B16D8E" w:rsidRDefault="002F3949" w:rsidP="00B16D8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Предварительные з</w:t>
      </w:r>
      <w:r w:rsidRPr="000E25A2">
        <w:rPr>
          <w:color w:val="000000"/>
          <w:sz w:val="28"/>
          <w:szCs w:val="28"/>
        </w:rPr>
        <w:t>аявки на участ</w:t>
      </w:r>
      <w:r>
        <w:rPr>
          <w:color w:val="000000"/>
          <w:sz w:val="28"/>
          <w:szCs w:val="28"/>
        </w:rPr>
        <w:t xml:space="preserve">ие в соревнованиях принимаются по </w:t>
      </w:r>
      <w:r>
        <w:rPr>
          <w:sz w:val="28"/>
          <w:szCs w:val="28"/>
        </w:rPr>
        <w:t>электронной почте</w:t>
      </w:r>
      <w:r w:rsidRPr="000E25A2">
        <w:rPr>
          <w:sz w:val="28"/>
          <w:szCs w:val="28"/>
        </w:rPr>
        <w:t>:</w:t>
      </w:r>
      <w:hyperlink r:id="rId7" w:history="1">
        <w:r w:rsidRPr="00577ACE">
          <w:rPr>
            <w:rStyle w:val="Hyperlink"/>
            <w:sz w:val="28"/>
            <w:szCs w:val="28"/>
          </w:rPr>
          <w:t>flgm@mail.ru</w:t>
        </w:r>
      </w:hyperlink>
      <w:r w:rsidRPr="000E25A2">
        <w:rPr>
          <w:color w:val="231F20"/>
          <w:sz w:val="28"/>
          <w:szCs w:val="28"/>
        </w:rPr>
        <w:t xml:space="preserve"> или</w:t>
      </w:r>
      <w:r>
        <w:rPr>
          <w:color w:val="231F20"/>
          <w:sz w:val="28"/>
          <w:szCs w:val="28"/>
        </w:rPr>
        <w:t xml:space="preserve"> </w:t>
      </w:r>
      <w:r w:rsidRPr="003B673A">
        <w:rPr>
          <w:color w:val="231F20"/>
          <w:sz w:val="28"/>
          <w:szCs w:val="28"/>
        </w:rPr>
        <w:t>на заседании ГСК</w:t>
      </w:r>
      <w:r>
        <w:rPr>
          <w:color w:val="231F20"/>
          <w:sz w:val="28"/>
          <w:szCs w:val="28"/>
        </w:rPr>
        <w:t xml:space="preserve">, которое пройдет во время тренерского совета </w:t>
      </w:r>
      <w:r w:rsidRPr="003B673A">
        <w:rPr>
          <w:color w:val="231F20"/>
          <w:sz w:val="28"/>
          <w:szCs w:val="28"/>
        </w:rPr>
        <w:t>25 сентября 2014</w:t>
      </w:r>
      <w:r>
        <w:rPr>
          <w:color w:val="231F20"/>
          <w:sz w:val="28"/>
          <w:szCs w:val="28"/>
        </w:rPr>
        <w:t xml:space="preserve"> г. в 11:00, по адресу: </w:t>
      </w:r>
      <w:r w:rsidRPr="003B673A">
        <w:rPr>
          <w:sz w:val="28"/>
          <w:szCs w:val="28"/>
        </w:rPr>
        <w:t>г.</w:t>
      </w:r>
      <w:r>
        <w:rPr>
          <w:sz w:val="28"/>
          <w:szCs w:val="28"/>
        </w:rPr>
        <w:t xml:space="preserve"> Москва, </w:t>
      </w:r>
      <w:r w:rsidRPr="003B673A">
        <w:rPr>
          <w:sz w:val="28"/>
          <w:szCs w:val="28"/>
        </w:rPr>
        <w:t>Спортивная школа олимпийского резерва №81 «Бабушкино»</w:t>
      </w:r>
      <w:r>
        <w:rPr>
          <w:sz w:val="28"/>
          <w:szCs w:val="28"/>
        </w:rPr>
        <w:t xml:space="preserve">, </w:t>
      </w:r>
      <w:r w:rsidRPr="003B673A">
        <w:rPr>
          <w:sz w:val="28"/>
          <w:szCs w:val="28"/>
        </w:rPr>
        <w:t>Ярославское шоссе д.65</w:t>
      </w:r>
      <w:r>
        <w:rPr>
          <w:color w:val="231F20"/>
          <w:sz w:val="28"/>
          <w:szCs w:val="28"/>
        </w:rPr>
        <w:t>.</w:t>
      </w:r>
    </w:p>
    <w:p w:rsidR="002F3949" w:rsidRPr="000E25A2" w:rsidRDefault="002F3949" w:rsidP="007E7616">
      <w:pPr>
        <w:ind w:firstLine="708"/>
        <w:jc w:val="both"/>
        <w:rPr>
          <w:b/>
          <w:color w:val="000000"/>
          <w:sz w:val="28"/>
          <w:szCs w:val="28"/>
        </w:rPr>
      </w:pPr>
    </w:p>
    <w:p w:rsidR="002F3949" w:rsidRDefault="002F3949" w:rsidP="00801093">
      <w:pPr>
        <w:pStyle w:val="BodyText"/>
        <w:numPr>
          <w:ilvl w:val="0"/>
          <w:numId w:val="4"/>
        </w:numPr>
        <w:ind w:left="0" w:firstLine="709"/>
        <w:jc w:val="left"/>
        <w:rPr>
          <w:b/>
          <w:color w:val="000000"/>
          <w:szCs w:val="28"/>
        </w:rPr>
      </w:pPr>
      <w:r w:rsidRPr="00B16D8E">
        <w:rPr>
          <w:b/>
          <w:color w:val="000000"/>
          <w:szCs w:val="28"/>
        </w:rPr>
        <w:t>Проезд</w:t>
      </w:r>
      <w:r w:rsidRPr="00FD4C0E">
        <w:rPr>
          <w:b/>
          <w:color w:val="000000"/>
          <w:szCs w:val="28"/>
        </w:rPr>
        <w:t xml:space="preserve"> к месту соревнований</w:t>
      </w:r>
    </w:p>
    <w:p w:rsidR="002F3949" w:rsidRPr="00801093" w:rsidRDefault="002F3949" w:rsidP="00801093">
      <w:pPr>
        <w:pStyle w:val="BodyText"/>
        <w:ind w:firstLine="851"/>
        <w:jc w:val="both"/>
        <w:rPr>
          <w:b/>
          <w:color w:val="000000"/>
          <w:szCs w:val="28"/>
        </w:rPr>
      </w:pPr>
      <w:r w:rsidRPr="00801093">
        <w:rPr>
          <w:color w:val="000000"/>
          <w:szCs w:val="28"/>
        </w:rPr>
        <w:t xml:space="preserve">Станция метро </w:t>
      </w:r>
      <w:r>
        <w:rPr>
          <w:color w:val="000000"/>
          <w:szCs w:val="28"/>
        </w:rPr>
        <w:t>«</w:t>
      </w:r>
      <w:r w:rsidRPr="00801093">
        <w:rPr>
          <w:color w:val="000000"/>
          <w:szCs w:val="28"/>
        </w:rPr>
        <w:t>Крылатское</w:t>
      </w:r>
      <w:r>
        <w:rPr>
          <w:color w:val="000000"/>
          <w:szCs w:val="28"/>
        </w:rPr>
        <w:t>»</w:t>
      </w:r>
      <w:r w:rsidRPr="00801093">
        <w:rPr>
          <w:color w:val="000000"/>
          <w:szCs w:val="28"/>
        </w:rPr>
        <w:t xml:space="preserve">, выход из первого вагона </w:t>
      </w:r>
      <w:r>
        <w:rPr>
          <w:color w:val="000000"/>
          <w:szCs w:val="28"/>
        </w:rPr>
        <w:t>(</w:t>
      </w:r>
      <w:r w:rsidRPr="00801093">
        <w:rPr>
          <w:color w:val="000000"/>
          <w:szCs w:val="28"/>
        </w:rPr>
        <w:t>из центра</w:t>
      </w:r>
      <w:r>
        <w:rPr>
          <w:color w:val="000000"/>
          <w:szCs w:val="28"/>
        </w:rPr>
        <w:t>)</w:t>
      </w:r>
      <w:r w:rsidRPr="00801093">
        <w:rPr>
          <w:color w:val="000000"/>
          <w:szCs w:val="28"/>
        </w:rPr>
        <w:t xml:space="preserve">, далее автобус </w:t>
      </w:r>
      <w:r>
        <w:rPr>
          <w:color w:val="000000"/>
          <w:szCs w:val="28"/>
        </w:rPr>
        <w:t xml:space="preserve">№ </w:t>
      </w:r>
      <w:r w:rsidRPr="00801093">
        <w:rPr>
          <w:color w:val="000000"/>
          <w:szCs w:val="28"/>
        </w:rPr>
        <w:t>229 до остановки «Крылатские холмы, дом 32»</w:t>
      </w:r>
      <w:r>
        <w:rPr>
          <w:color w:val="000000"/>
          <w:szCs w:val="28"/>
        </w:rPr>
        <w:t xml:space="preserve"> или пешком от метро «Крылатское» (примерно 900 метров).</w:t>
      </w:r>
    </w:p>
    <w:p w:rsidR="002F3949" w:rsidRDefault="002F3949" w:rsidP="00D1638C">
      <w:pPr>
        <w:pStyle w:val="BodyText"/>
        <w:ind w:firstLine="851"/>
        <w:jc w:val="left"/>
        <w:rPr>
          <w:color w:val="000000"/>
          <w:szCs w:val="28"/>
        </w:rPr>
      </w:pPr>
      <w:r w:rsidRPr="00D1638C">
        <w:rPr>
          <w:b/>
          <w:i/>
          <w:color w:val="000000"/>
          <w:szCs w:val="28"/>
        </w:rPr>
        <w:t>Старт и регистрация-</w:t>
      </w:r>
      <w:r w:rsidRPr="00801093">
        <w:rPr>
          <w:color w:val="000000"/>
          <w:szCs w:val="28"/>
        </w:rPr>
        <w:t>на верхней части «малого велокольца – 4,2 км»</w:t>
      </w:r>
      <w:r>
        <w:rPr>
          <w:color w:val="000000"/>
          <w:szCs w:val="28"/>
        </w:rPr>
        <w:t xml:space="preserve">, по </w:t>
      </w:r>
      <w:r w:rsidRPr="00801093">
        <w:rPr>
          <w:color w:val="000000"/>
          <w:szCs w:val="28"/>
        </w:rPr>
        <w:t>адресу: Крылатские холмы д. 28.</w:t>
      </w:r>
    </w:p>
    <w:p w:rsidR="002F3949" w:rsidRPr="00D1638C" w:rsidRDefault="002F3949" w:rsidP="00D1638C">
      <w:pPr>
        <w:pStyle w:val="BodyText"/>
        <w:numPr>
          <w:ilvl w:val="0"/>
          <w:numId w:val="4"/>
        </w:numPr>
        <w:ind w:hanging="11"/>
        <w:jc w:val="left"/>
        <w:rPr>
          <w:b/>
          <w:color w:val="000000"/>
          <w:szCs w:val="28"/>
        </w:rPr>
      </w:pPr>
      <w:r w:rsidRPr="00D1638C">
        <w:rPr>
          <w:b/>
          <w:color w:val="000000"/>
          <w:szCs w:val="28"/>
        </w:rPr>
        <w:t xml:space="preserve">Справки по телефонам: </w:t>
      </w:r>
      <w:bookmarkStart w:id="0" w:name="_GoBack"/>
      <w:bookmarkEnd w:id="0"/>
    </w:p>
    <w:p w:rsidR="002F3949" w:rsidRDefault="002F3949" w:rsidP="00D1638C">
      <w:pPr>
        <w:pStyle w:val="BodyText"/>
        <w:ind w:firstLine="709"/>
        <w:jc w:val="left"/>
        <w:rPr>
          <w:color w:val="000000"/>
          <w:szCs w:val="28"/>
        </w:rPr>
      </w:pPr>
      <w:r>
        <w:rPr>
          <w:color w:val="000000"/>
          <w:szCs w:val="28"/>
        </w:rPr>
        <w:t>8-916-636-37-10 Артамонова Ирина, 8-916-132-89-26 Соковиков Сергей</w:t>
      </w:r>
    </w:p>
    <w:p w:rsidR="002F3949" w:rsidRPr="00F5426A" w:rsidRDefault="002F3949" w:rsidP="00D1638C">
      <w:pPr>
        <w:ind w:firstLine="567"/>
        <w:rPr>
          <w:b/>
        </w:rPr>
      </w:pPr>
    </w:p>
    <w:p w:rsidR="002F3949" w:rsidRPr="00801093" w:rsidRDefault="002F3949" w:rsidP="00801093">
      <w:pPr>
        <w:pStyle w:val="BodyText"/>
        <w:ind w:firstLine="3686"/>
        <w:jc w:val="left"/>
        <w:rPr>
          <w:color w:val="000000"/>
          <w:szCs w:val="28"/>
        </w:rPr>
      </w:pPr>
    </w:p>
    <w:p w:rsidR="002F3949" w:rsidRPr="00801093" w:rsidRDefault="002F3949" w:rsidP="00D1638C">
      <w:pPr>
        <w:pStyle w:val="BodyText"/>
        <w:jc w:val="left"/>
        <w:rPr>
          <w:b/>
          <w:color w:val="000000"/>
          <w:szCs w:val="28"/>
        </w:rPr>
      </w:pPr>
    </w:p>
    <w:sectPr w:rsidR="002F3949" w:rsidRPr="00801093" w:rsidSect="00D1638C">
      <w:headerReference w:type="even" r:id="rId8"/>
      <w:headerReference w:type="default" r:id="rId9"/>
      <w:pgSz w:w="11906" w:h="16838"/>
      <w:pgMar w:top="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949" w:rsidRDefault="002F3949">
      <w:r>
        <w:separator/>
      </w:r>
    </w:p>
  </w:endnote>
  <w:endnote w:type="continuationSeparator" w:id="0">
    <w:p w:rsidR="002F3949" w:rsidRDefault="002F3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949" w:rsidRDefault="002F3949">
      <w:r>
        <w:separator/>
      </w:r>
    </w:p>
  </w:footnote>
  <w:footnote w:type="continuationSeparator" w:id="0">
    <w:p w:rsidR="002F3949" w:rsidRDefault="002F3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949" w:rsidRDefault="002F3949" w:rsidP="00A313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3949" w:rsidRDefault="002F39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949" w:rsidRDefault="002F3949" w:rsidP="00A313A9">
    <w:pPr>
      <w:pStyle w:val="Header"/>
      <w:framePr w:wrap="around" w:vAnchor="text" w:hAnchor="margin" w:xAlign="center" w:y="1"/>
      <w:rPr>
        <w:rStyle w:val="PageNumber"/>
      </w:rPr>
    </w:pPr>
  </w:p>
  <w:p w:rsidR="002F3949" w:rsidRDefault="002F39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11CA"/>
    <w:multiLevelType w:val="hybridMultilevel"/>
    <w:tmpl w:val="AFC8407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9D23AE"/>
    <w:multiLevelType w:val="hybridMultilevel"/>
    <w:tmpl w:val="FFB099D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4365293F"/>
    <w:multiLevelType w:val="hybridMultilevel"/>
    <w:tmpl w:val="4914E126"/>
    <w:lvl w:ilvl="0" w:tplc="6846A156">
      <w:start w:val="5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7EBC5782"/>
    <w:multiLevelType w:val="hybridMultilevel"/>
    <w:tmpl w:val="3E245A5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3A9"/>
    <w:rsid w:val="00003C97"/>
    <w:rsid w:val="000109B1"/>
    <w:rsid w:val="00012E3F"/>
    <w:rsid w:val="000146D3"/>
    <w:rsid w:val="00017E3D"/>
    <w:rsid w:val="0002781E"/>
    <w:rsid w:val="00030CDE"/>
    <w:rsid w:val="00031E51"/>
    <w:rsid w:val="0003686E"/>
    <w:rsid w:val="000460C1"/>
    <w:rsid w:val="00047C9E"/>
    <w:rsid w:val="00047EC3"/>
    <w:rsid w:val="00053077"/>
    <w:rsid w:val="0005640E"/>
    <w:rsid w:val="00060B2C"/>
    <w:rsid w:val="000631B9"/>
    <w:rsid w:val="00067763"/>
    <w:rsid w:val="00072FE4"/>
    <w:rsid w:val="0007438D"/>
    <w:rsid w:val="000755E6"/>
    <w:rsid w:val="000760A7"/>
    <w:rsid w:val="00082E6E"/>
    <w:rsid w:val="00085B23"/>
    <w:rsid w:val="0008625D"/>
    <w:rsid w:val="00091782"/>
    <w:rsid w:val="00093F5B"/>
    <w:rsid w:val="000A2D24"/>
    <w:rsid w:val="000A3346"/>
    <w:rsid w:val="000A40F9"/>
    <w:rsid w:val="000B50C8"/>
    <w:rsid w:val="000B5B3E"/>
    <w:rsid w:val="000B65F2"/>
    <w:rsid w:val="000B73AA"/>
    <w:rsid w:val="000B76B2"/>
    <w:rsid w:val="000C23CB"/>
    <w:rsid w:val="000C285C"/>
    <w:rsid w:val="000C29D1"/>
    <w:rsid w:val="000C458B"/>
    <w:rsid w:val="000D00D4"/>
    <w:rsid w:val="000D0733"/>
    <w:rsid w:val="000D08C0"/>
    <w:rsid w:val="000D1E64"/>
    <w:rsid w:val="000D5185"/>
    <w:rsid w:val="000D6848"/>
    <w:rsid w:val="000D7BA8"/>
    <w:rsid w:val="000E25A2"/>
    <w:rsid w:val="000E4608"/>
    <w:rsid w:val="000E4C6A"/>
    <w:rsid w:val="000E62B4"/>
    <w:rsid w:val="000E7AFB"/>
    <w:rsid w:val="000F0A50"/>
    <w:rsid w:val="000F0DD1"/>
    <w:rsid w:val="000F2866"/>
    <w:rsid w:val="000F2D7A"/>
    <w:rsid w:val="001001C8"/>
    <w:rsid w:val="001009FE"/>
    <w:rsid w:val="00100B95"/>
    <w:rsid w:val="00101001"/>
    <w:rsid w:val="00105D0A"/>
    <w:rsid w:val="00105F7E"/>
    <w:rsid w:val="0011755A"/>
    <w:rsid w:val="001177C4"/>
    <w:rsid w:val="001220B5"/>
    <w:rsid w:val="00123715"/>
    <w:rsid w:val="00130877"/>
    <w:rsid w:val="0013330A"/>
    <w:rsid w:val="001339B4"/>
    <w:rsid w:val="00134675"/>
    <w:rsid w:val="001354F3"/>
    <w:rsid w:val="001402A6"/>
    <w:rsid w:val="00144094"/>
    <w:rsid w:val="00145FAE"/>
    <w:rsid w:val="00160E97"/>
    <w:rsid w:val="00161516"/>
    <w:rsid w:val="00162B07"/>
    <w:rsid w:val="00163301"/>
    <w:rsid w:val="0016330F"/>
    <w:rsid w:val="001633AE"/>
    <w:rsid w:val="00164F0B"/>
    <w:rsid w:val="00166673"/>
    <w:rsid w:val="00166AA8"/>
    <w:rsid w:val="00167CE3"/>
    <w:rsid w:val="001702E2"/>
    <w:rsid w:val="0017291A"/>
    <w:rsid w:val="0017360B"/>
    <w:rsid w:val="001759D2"/>
    <w:rsid w:val="00175A6F"/>
    <w:rsid w:val="00177795"/>
    <w:rsid w:val="00181F63"/>
    <w:rsid w:val="00182C1C"/>
    <w:rsid w:val="00192A60"/>
    <w:rsid w:val="00196CBC"/>
    <w:rsid w:val="001972AD"/>
    <w:rsid w:val="001A0E74"/>
    <w:rsid w:val="001A1611"/>
    <w:rsid w:val="001A254C"/>
    <w:rsid w:val="001A3EFB"/>
    <w:rsid w:val="001B1D94"/>
    <w:rsid w:val="001B28D2"/>
    <w:rsid w:val="001B6849"/>
    <w:rsid w:val="001C130F"/>
    <w:rsid w:val="001D0691"/>
    <w:rsid w:val="001D0957"/>
    <w:rsid w:val="001D3FEA"/>
    <w:rsid w:val="001D5B80"/>
    <w:rsid w:val="001E4F52"/>
    <w:rsid w:val="001F6CAC"/>
    <w:rsid w:val="001F7CC1"/>
    <w:rsid w:val="00202AA3"/>
    <w:rsid w:val="002048E5"/>
    <w:rsid w:val="00204FAE"/>
    <w:rsid w:val="0021203E"/>
    <w:rsid w:val="0021231A"/>
    <w:rsid w:val="0021330D"/>
    <w:rsid w:val="00217005"/>
    <w:rsid w:val="002170CA"/>
    <w:rsid w:val="00220D47"/>
    <w:rsid w:val="00221A61"/>
    <w:rsid w:val="00223173"/>
    <w:rsid w:val="0023417F"/>
    <w:rsid w:val="002366C5"/>
    <w:rsid w:val="0024012A"/>
    <w:rsid w:val="002422FD"/>
    <w:rsid w:val="002426B8"/>
    <w:rsid w:val="002440F2"/>
    <w:rsid w:val="0024662D"/>
    <w:rsid w:val="002511A0"/>
    <w:rsid w:val="00253DB0"/>
    <w:rsid w:val="0025723C"/>
    <w:rsid w:val="00262589"/>
    <w:rsid w:val="00264F4C"/>
    <w:rsid w:val="00270CC7"/>
    <w:rsid w:val="0027291A"/>
    <w:rsid w:val="00274C83"/>
    <w:rsid w:val="002750A5"/>
    <w:rsid w:val="002821FB"/>
    <w:rsid w:val="00282964"/>
    <w:rsid w:val="00287002"/>
    <w:rsid w:val="00290A26"/>
    <w:rsid w:val="00294657"/>
    <w:rsid w:val="002965A8"/>
    <w:rsid w:val="002971EF"/>
    <w:rsid w:val="002A1504"/>
    <w:rsid w:val="002A305F"/>
    <w:rsid w:val="002A49AE"/>
    <w:rsid w:val="002B0D2D"/>
    <w:rsid w:val="002B1978"/>
    <w:rsid w:val="002B1BC2"/>
    <w:rsid w:val="002B2B2A"/>
    <w:rsid w:val="002B2BE5"/>
    <w:rsid w:val="002B3B93"/>
    <w:rsid w:val="002B4CAF"/>
    <w:rsid w:val="002B5AED"/>
    <w:rsid w:val="002C4B47"/>
    <w:rsid w:val="002C5960"/>
    <w:rsid w:val="002D0CA2"/>
    <w:rsid w:val="002D19D0"/>
    <w:rsid w:val="002D37C3"/>
    <w:rsid w:val="002D73FB"/>
    <w:rsid w:val="002E084A"/>
    <w:rsid w:val="002E40AC"/>
    <w:rsid w:val="002E42D6"/>
    <w:rsid w:val="002E72B3"/>
    <w:rsid w:val="002F00AC"/>
    <w:rsid w:val="002F3774"/>
    <w:rsid w:val="002F3949"/>
    <w:rsid w:val="002F5D82"/>
    <w:rsid w:val="00300E7D"/>
    <w:rsid w:val="00301372"/>
    <w:rsid w:val="003022FC"/>
    <w:rsid w:val="00302CDD"/>
    <w:rsid w:val="00305C0F"/>
    <w:rsid w:val="00307922"/>
    <w:rsid w:val="003108AE"/>
    <w:rsid w:val="00314872"/>
    <w:rsid w:val="00315816"/>
    <w:rsid w:val="00315D76"/>
    <w:rsid w:val="00323755"/>
    <w:rsid w:val="00324B04"/>
    <w:rsid w:val="003255AE"/>
    <w:rsid w:val="00327B8C"/>
    <w:rsid w:val="00327C5F"/>
    <w:rsid w:val="00331C45"/>
    <w:rsid w:val="003331A6"/>
    <w:rsid w:val="00333412"/>
    <w:rsid w:val="00333795"/>
    <w:rsid w:val="00334C20"/>
    <w:rsid w:val="00340769"/>
    <w:rsid w:val="0035356E"/>
    <w:rsid w:val="0035372E"/>
    <w:rsid w:val="0035375F"/>
    <w:rsid w:val="00355C20"/>
    <w:rsid w:val="00356AC0"/>
    <w:rsid w:val="003627E9"/>
    <w:rsid w:val="003642D9"/>
    <w:rsid w:val="00364FA7"/>
    <w:rsid w:val="00364FCE"/>
    <w:rsid w:val="0036695F"/>
    <w:rsid w:val="00374A39"/>
    <w:rsid w:val="00374BA7"/>
    <w:rsid w:val="00374E6C"/>
    <w:rsid w:val="003752EB"/>
    <w:rsid w:val="003761C8"/>
    <w:rsid w:val="003764FD"/>
    <w:rsid w:val="003808E7"/>
    <w:rsid w:val="00384FE4"/>
    <w:rsid w:val="0039001A"/>
    <w:rsid w:val="003A2E34"/>
    <w:rsid w:val="003B5A86"/>
    <w:rsid w:val="003B6539"/>
    <w:rsid w:val="003B673A"/>
    <w:rsid w:val="003C2642"/>
    <w:rsid w:val="003C7771"/>
    <w:rsid w:val="003D1086"/>
    <w:rsid w:val="003E1697"/>
    <w:rsid w:val="003E3476"/>
    <w:rsid w:val="003E3DE7"/>
    <w:rsid w:val="003F07A4"/>
    <w:rsid w:val="003F2801"/>
    <w:rsid w:val="003F7721"/>
    <w:rsid w:val="0040088D"/>
    <w:rsid w:val="00400F08"/>
    <w:rsid w:val="004020C5"/>
    <w:rsid w:val="00402B29"/>
    <w:rsid w:val="00402F43"/>
    <w:rsid w:val="004037F9"/>
    <w:rsid w:val="00405B85"/>
    <w:rsid w:val="00406A06"/>
    <w:rsid w:val="0040739F"/>
    <w:rsid w:val="0041446E"/>
    <w:rsid w:val="00417AF1"/>
    <w:rsid w:val="00417B88"/>
    <w:rsid w:val="00420143"/>
    <w:rsid w:val="00421059"/>
    <w:rsid w:val="0042360C"/>
    <w:rsid w:val="00424AF4"/>
    <w:rsid w:val="004274CD"/>
    <w:rsid w:val="00432548"/>
    <w:rsid w:val="004355C8"/>
    <w:rsid w:val="004416DA"/>
    <w:rsid w:val="004472DB"/>
    <w:rsid w:val="004506EF"/>
    <w:rsid w:val="00453F50"/>
    <w:rsid w:val="0045744D"/>
    <w:rsid w:val="00463498"/>
    <w:rsid w:val="00466D10"/>
    <w:rsid w:val="00466ED1"/>
    <w:rsid w:val="00473155"/>
    <w:rsid w:val="00473866"/>
    <w:rsid w:val="004821CC"/>
    <w:rsid w:val="004841D1"/>
    <w:rsid w:val="0048433C"/>
    <w:rsid w:val="00485B06"/>
    <w:rsid w:val="0049448D"/>
    <w:rsid w:val="00496E3D"/>
    <w:rsid w:val="004A0675"/>
    <w:rsid w:val="004A2532"/>
    <w:rsid w:val="004A751D"/>
    <w:rsid w:val="004B510E"/>
    <w:rsid w:val="004B520A"/>
    <w:rsid w:val="004B6A8F"/>
    <w:rsid w:val="004B6EC7"/>
    <w:rsid w:val="004C25D3"/>
    <w:rsid w:val="004C3BA3"/>
    <w:rsid w:val="004C4ECF"/>
    <w:rsid w:val="004C67AA"/>
    <w:rsid w:val="004D0088"/>
    <w:rsid w:val="004D2C39"/>
    <w:rsid w:val="004D2C9D"/>
    <w:rsid w:val="004D598A"/>
    <w:rsid w:val="004F6D9E"/>
    <w:rsid w:val="00501BD4"/>
    <w:rsid w:val="00502524"/>
    <w:rsid w:val="0050325E"/>
    <w:rsid w:val="00504BE4"/>
    <w:rsid w:val="00506F72"/>
    <w:rsid w:val="00510737"/>
    <w:rsid w:val="00514582"/>
    <w:rsid w:val="00514E6F"/>
    <w:rsid w:val="0051529E"/>
    <w:rsid w:val="00517D37"/>
    <w:rsid w:val="005202A4"/>
    <w:rsid w:val="00520E23"/>
    <w:rsid w:val="00521893"/>
    <w:rsid w:val="005228D2"/>
    <w:rsid w:val="005276CA"/>
    <w:rsid w:val="00536757"/>
    <w:rsid w:val="00536B6E"/>
    <w:rsid w:val="00537791"/>
    <w:rsid w:val="00543D86"/>
    <w:rsid w:val="005465D4"/>
    <w:rsid w:val="0054740E"/>
    <w:rsid w:val="005545A2"/>
    <w:rsid w:val="00556108"/>
    <w:rsid w:val="00556DC3"/>
    <w:rsid w:val="005620BF"/>
    <w:rsid w:val="00562AEF"/>
    <w:rsid w:val="00562C07"/>
    <w:rsid w:val="005636FE"/>
    <w:rsid w:val="00564744"/>
    <w:rsid w:val="00573589"/>
    <w:rsid w:val="005750AC"/>
    <w:rsid w:val="00576301"/>
    <w:rsid w:val="00577ACE"/>
    <w:rsid w:val="00580E2D"/>
    <w:rsid w:val="005820F4"/>
    <w:rsid w:val="00582C1A"/>
    <w:rsid w:val="00584460"/>
    <w:rsid w:val="00585BD6"/>
    <w:rsid w:val="00586015"/>
    <w:rsid w:val="00590B3F"/>
    <w:rsid w:val="005910B6"/>
    <w:rsid w:val="0059208F"/>
    <w:rsid w:val="0059320D"/>
    <w:rsid w:val="0059459D"/>
    <w:rsid w:val="00595F09"/>
    <w:rsid w:val="005A0DC9"/>
    <w:rsid w:val="005A1D31"/>
    <w:rsid w:val="005A46A4"/>
    <w:rsid w:val="005A5867"/>
    <w:rsid w:val="005A67DA"/>
    <w:rsid w:val="005A73E7"/>
    <w:rsid w:val="005B0CD5"/>
    <w:rsid w:val="005B39AA"/>
    <w:rsid w:val="005B5094"/>
    <w:rsid w:val="005B7575"/>
    <w:rsid w:val="005C443E"/>
    <w:rsid w:val="005C4D1F"/>
    <w:rsid w:val="005C578E"/>
    <w:rsid w:val="005C5DB6"/>
    <w:rsid w:val="005D0B78"/>
    <w:rsid w:val="005D0D7B"/>
    <w:rsid w:val="005D472C"/>
    <w:rsid w:val="005D5F7E"/>
    <w:rsid w:val="005D60D3"/>
    <w:rsid w:val="005D73BE"/>
    <w:rsid w:val="005E3C73"/>
    <w:rsid w:val="005E5D9F"/>
    <w:rsid w:val="005E6A10"/>
    <w:rsid w:val="005F4132"/>
    <w:rsid w:val="00600DCE"/>
    <w:rsid w:val="00601B49"/>
    <w:rsid w:val="0060535E"/>
    <w:rsid w:val="00605E07"/>
    <w:rsid w:val="00607E30"/>
    <w:rsid w:val="00611A18"/>
    <w:rsid w:val="00614A06"/>
    <w:rsid w:val="00620B18"/>
    <w:rsid w:val="00622948"/>
    <w:rsid w:val="00622C5C"/>
    <w:rsid w:val="00627241"/>
    <w:rsid w:val="00630536"/>
    <w:rsid w:val="006359FB"/>
    <w:rsid w:val="00636789"/>
    <w:rsid w:val="00641591"/>
    <w:rsid w:val="00644DF6"/>
    <w:rsid w:val="0065027D"/>
    <w:rsid w:val="00651003"/>
    <w:rsid w:val="00652236"/>
    <w:rsid w:val="00663151"/>
    <w:rsid w:val="00665392"/>
    <w:rsid w:val="00665B45"/>
    <w:rsid w:val="00665FD5"/>
    <w:rsid w:val="00667EFE"/>
    <w:rsid w:val="00671328"/>
    <w:rsid w:val="00672004"/>
    <w:rsid w:val="0067367C"/>
    <w:rsid w:val="006736F9"/>
    <w:rsid w:val="006759C6"/>
    <w:rsid w:val="00677E48"/>
    <w:rsid w:val="0068019B"/>
    <w:rsid w:val="00681815"/>
    <w:rsid w:val="00683386"/>
    <w:rsid w:val="00685E5B"/>
    <w:rsid w:val="006862C9"/>
    <w:rsid w:val="0069057B"/>
    <w:rsid w:val="00691041"/>
    <w:rsid w:val="006939A8"/>
    <w:rsid w:val="006A140D"/>
    <w:rsid w:val="006A6B40"/>
    <w:rsid w:val="006A7A37"/>
    <w:rsid w:val="006B692E"/>
    <w:rsid w:val="006C0E41"/>
    <w:rsid w:val="006C5E7C"/>
    <w:rsid w:val="006D577D"/>
    <w:rsid w:val="006D7D04"/>
    <w:rsid w:val="006E1EE1"/>
    <w:rsid w:val="006E2906"/>
    <w:rsid w:val="006E35FE"/>
    <w:rsid w:val="006E3BE6"/>
    <w:rsid w:val="006E5430"/>
    <w:rsid w:val="006E5DC3"/>
    <w:rsid w:val="006F0FDD"/>
    <w:rsid w:val="006F1021"/>
    <w:rsid w:val="006F232B"/>
    <w:rsid w:val="006F71EF"/>
    <w:rsid w:val="0070043F"/>
    <w:rsid w:val="00707313"/>
    <w:rsid w:val="0071288A"/>
    <w:rsid w:val="007171DD"/>
    <w:rsid w:val="00723CC9"/>
    <w:rsid w:val="00724E4D"/>
    <w:rsid w:val="00726D93"/>
    <w:rsid w:val="007276D4"/>
    <w:rsid w:val="00734AC4"/>
    <w:rsid w:val="00734C22"/>
    <w:rsid w:val="00735E72"/>
    <w:rsid w:val="00737984"/>
    <w:rsid w:val="00740EC5"/>
    <w:rsid w:val="007420FB"/>
    <w:rsid w:val="00750395"/>
    <w:rsid w:val="00751470"/>
    <w:rsid w:val="00753B10"/>
    <w:rsid w:val="007551D2"/>
    <w:rsid w:val="00763EE8"/>
    <w:rsid w:val="007707BE"/>
    <w:rsid w:val="00771EAA"/>
    <w:rsid w:val="00780519"/>
    <w:rsid w:val="007869D5"/>
    <w:rsid w:val="00786BE0"/>
    <w:rsid w:val="00787086"/>
    <w:rsid w:val="007912C0"/>
    <w:rsid w:val="00794B9A"/>
    <w:rsid w:val="007956F3"/>
    <w:rsid w:val="007A2A4E"/>
    <w:rsid w:val="007B3AAE"/>
    <w:rsid w:val="007B5CE3"/>
    <w:rsid w:val="007B5F69"/>
    <w:rsid w:val="007B6EBC"/>
    <w:rsid w:val="007C1528"/>
    <w:rsid w:val="007C36E7"/>
    <w:rsid w:val="007C4CFE"/>
    <w:rsid w:val="007C5605"/>
    <w:rsid w:val="007D7A2A"/>
    <w:rsid w:val="007E7616"/>
    <w:rsid w:val="007E7A19"/>
    <w:rsid w:val="007F22BD"/>
    <w:rsid w:val="007F5052"/>
    <w:rsid w:val="007F7661"/>
    <w:rsid w:val="00801093"/>
    <w:rsid w:val="008013DA"/>
    <w:rsid w:val="008051EC"/>
    <w:rsid w:val="0081098C"/>
    <w:rsid w:val="0081283A"/>
    <w:rsid w:val="008147C7"/>
    <w:rsid w:val="00822992"/>
    <w:rsid w:val="0082479A"/>
    <w:rsid w:val="00827DD8"/>
    <w:rsid w:val="00832C61"/>
    <w:rsid w:val="00832DF1"/>
    <w:rsid w:val="00834764"/>
    <w:rsid w:val="00841804"/>
    <w:rsid w:val="00853896"/>
    <w:rsid w:val="00853EFD"/>
    <w:rsid w:val="008577B1"/>
    <w:rsid w:val="00861779"/>
    <w:rsid w:val="00861B69"/>
    <w:rsid w:val="00861E29"/>
    <w:rsid w:val="00864604"/>
    <w:rsid w:val="00865308"/>
    <w:rsid w:val="00865379"/>
    <w:rsid w:val="00870D87"/>
    <w:rsid w:val="00870EE3"/>
    <w:rsid w:val="008741CC"/>
    <w:rsid w:val="00877646"/>
    <w:rsid w:val="00880E6D"/>
    <w:rsid w:val="00884BEB"/>
    <w:rsid w:val="00886CAF"/>
    <w:rsid w:val="00890E08"/>
    <w:rsid w:val="00890F87"/>
    <w:rsid w:val="008922C1"/>
    <w:rsid w:val="00894E5A"/>
    <w:rsid w:val="008A2137"/>
    <w:rsid w:val="008A264B"/>
    <w:rsid w:val="008A365D"/>
    <w:rsid w:val="008A418C"/>
    <w:rsid w:val="008A7502"/>
    <w:rsid w:val="008B0355"/>
    <w:rsid w:val="008B3FEE"/>
    <w:rsid w:val="008B636F"/>
    <w:rsid w:val="008C349F"/>
    <w:rsid w:val="008D0D8B"/>
    <w:rsid w:val="008D4425"/>
    <w:rsid w:val="008D44E8"/>
    <w:rsid w:val="008E6D37"/>
    <w:rsid w:val="008F08E1"/>
    <w:rsid w:val="008F52AA"/>
    <w:rsid w:val="00900A8F"/>
    <w:rsid w:val="00902206"/>
    <w:rsid w:val="0090325C"/>
    <w:rsid w:val="00903524"/>
    <w:rsid w:val="00903B4D"/>
    <w:rsid w:val="0090565B"/>
    <w:rsid w:val="00905EF8"/>
    <w:rsid w:val="00910461"/>
    <w:rsid w:val="0091545A"/>
    <w:rsid w:val="00917550"/>
    <w:rsid w:val="009232A8"/>
    <w:rsid w:val="009246A2"/>
    <w:rsid w:val="00926881"/>
    <w:rsid w:val="00930255"/>
    <w:rsid w:val="0094105C"/>
    <w:rsid w:val="0094147B"/>
    <w:rsid w:val="00941A99"/>
    <w:rsid w:val="0094219D"/>
    <w:rsid w:val="00960603"/>
    <w:rsid w:val="00965A58"/>
    <w:rsid w:val="009708FB"/>
    <w:rsid w:val="00971E21"/>
    <w:rsid w:val="00984532"/>
    <w:rsid w:val="009850F2"/>
    <w:rsid w:val="00986A7C"/>
    <w:rsid w:val="009948DA"/>
    <w:rsid w:val="00995722"/>
    <w:rsid w:val="009A1155"/>
    <w:rsid w:val="009A14E1"/>
    <w:rsid w:val="009B0787"/>
    <w:rsid w:val="009B2170"/>
    <w:rsid w:val="009B2BE3"/>
    <w:rsid w:val="009B46F9"/>
    <w:rsid w:val="009C3658"/>
    <w:rsid w:val="009C68A7"/>
    <w:rsid w:val="009D0FFC"/>
    <w:rsid w:val="009D24B5"/>
    <w:rsid w:val="009D756E"/>
    <w:rsid w:val="009D7626"/>
    <w:rsid w:val="009E1581"/>
    <w:rsid w:val="009E16FA"/>
    <w:rsid w:val="009E234A"/>
    <w:rsid w:val="009E29E4"/>
    <w:rsid w:val="009E68AE"/>
    <w:rsid w:val="009E7EB3"/>
    <w:rsid w:val="009F1851"/>
    <w:rsid w:val="00A00A3E"/>
    <w:rsid w:val="00A01400"/>
    <w:rsid w:val="00A0389D"/>
    <w:rsid w:val="00A0737F"/>
    <w:rsid w:val="00A10AE7"/>
    <w:rsid w:val="00A11BA3"/>
    <w:rsid w:val="00A12CA2"/>
    <w:rsid w:val="00A12E70"/>
    <w:rsid w:val="00A14D73"/>
    <w:rsid w:val="00A211C3"/>
    <w:rsid w:val="00A21895"/>
    <w:rsid w:val="00A21CA6"/>
    <w:rsid w:val="00A220C2"/>
    <w:rsid w:val="00A3122A"/>
    <w:rsid w:val="00A313A9"/>
    <w:rsid w:val="00A3437F"/>
    <w:rsid w:val="00A344EC"/>
    <w:rsid w:val="00A40502"/>
    <w:rsid w:val="00A41D48"/>
    <w:rsid w:val="00A472AE"/>
    <w:rsid w:val="00A504E6"/>
    <w:rsid w:val="00A50E67"/>
    <w:rsid w:val="00A53C7A"/>
    <w:rsid w:val="00A5576E"/>
    <w:rsid w:val="00A60696"/>
    <w:rsid w:val="00A627D7"/>
    <w:rsid w:val="00A6452A"/>
    <w:rsid w:val="00A674E6"/>
    <w:rsid w:val="00A71323"/>
    <w:rsid w:val="00A7398D"/>
    <w:rsid w:val="00A8023F"/>
    <w:rsid w:val="00A83729"/>
    <w:rsid w:val="00A84411"/>
    <w:rsid w:val="00A86C6D"/>
    <w:rsid w:val="00A90973"/>
    <w:rsid w:val="00A9110D"/>
    <w:rsid w:val="00A92092"/>
    <w:rsid w:val="00A96134"/>
    <w:rsid w:val="00A96340"/>
    <w:rsid w:val="00AA19FB"/>
    <w:rsid w:val="00AA6CAB"/>
    <w:rsid w:val="00AB11A5"/>
    <w:rsid w:val="00AB621F"/>
    <w:rsid w:val="00AB6E34"/>
    <w:rsid w:val="00AB719D"/>
    <w:rsid w:val="00AC18BE"/>
    <w:rsid w:val="00AC4B74"/>
    <w:rsid w:val="00AD2446"/>
    <w:rsid w:val="00AD2B80"/>
    <w:rsid w:val="00AD7118"/>
    <w:rsid w:val="00AE0FED"/>
    <w:rsid w:val="00AE3D9C"/>
    <w:rsid w:val="00AE4B07"/>
    <w:rsid w:val="00AE62E7"/>
    <w:rsid w:val="00AE693F"/>
    <w:rsid w:val="00AE6A94"/>
    <w:rsid w:val="00AF1DC8"/>
    <w:rsid w:val="00AF356A"/>
    <w:rsid w:val="00AF5D78"/>
    <w:rsid w:val="00AF6800"/>
    <w:rsid w:val="00B0129E"/>
    <w:rsid w:val="00B016D1"/>
    <w:rsid w:val="00B04951"/>
    <w:rsid w:val="00B05B40"/>
    <w:rsid w:val="00B07AB9"/>
    <w:rsid w:val="00B16D8E"/>
    <w:rsid w:val="00B216AC"/>
    <w:rsid w:val="00B26909"/>
    <w:rsid w:val="00B27549"/>
    <w:rsid w:val="00B341C3"/>
    <w:rsid w:val="00B40CC3"/>
    <w:rsid w:val="00B43E7A"/>
    <w:rsid w:val="00B464B0"/>
    <w:rsid w:val="00B510D2"/>
    <w:rsid w:val="00B526EC"/>
    <w:rsid w:val="00B5309B"/>
    <w:rsid w:val="00B62E4F"/>
    <w:rsid w:val="00B6314F"/>
    <w:rsid w:val="00B71906"/>
    <w:rsid w:val="00B71CAA"/>
    <w:rsid w:val="00B825D6"/>
    <w:rsid w:val="00B83485"/>
    <w:rsid w:val="00B87BA3"/>
    <w:rsid w:val="00B92A41"/>
    <w:rsid w:val="00B92A9E"/>
    <w:rsid w:val="00B93A80"/>
    <w:rsid w:val="00B94165"/>
    <w:rsid w:val="00B9573E"/>
    <w:rsid w:val="00B96682"/>
    <w:rsid w:val="00BA107A"/>
    <w:rsid w:val="00BA49E4"/>
    <w:rsid w:val="00BA5C20"/>
    <w:rsid w:val="00BA650E"/>
    <w:rsid w:val="00BB0398"/>
    <w:rsid w:val="00BB2703"/>
    <w:rsid w:val="00BB31D9"/>
    <w:rsid w:val="00BC2F88"/>
    <w:rsid w:val="00BC32EF"/>
    <w:rsid w:val="00BC428C"/>
    <w:rsid w:val="00BD1715"/>
    <w:rsid w:val="00BD5B7D"/>
    <w:rsid w:val="00BD5EDD"/>
    <w:rsid w:val="00BD6A2C"/>
    <w:rsid w:val="00BE1EF8"/>
    <w:rsid w:val="00BE241A"/>
    <w:rsid w:val="00BE3636"/>
    <w:rsid w:val="00BF538D"/>
    <w:rsid w:val="00BF6392"/>
    <w:rsid w:val="00C005FD"/>
    <w:rsid w:val="00C03E50"/>
    <w:rsid w:val="00C07615"/>
    <w:rsid w:val="00C101F1"/>
    <w:rsid w:val="00C1371C"/>
    <w:rsid w:val="00C1535C"/>
    <w:rsid w:val="00C174FA"/>
    <w:rsid w:val="00C24443"/>
    <w:rsid w:val="00C244F4"/>
    <w:rsid w:val="00C270FB"/>
    <w:rsid w:val="00C30458"/>
    <w:rsid w:val="00C33405"/>
    <w:rsid w:val="00C34EF6"/>
    <w:rsid w:val="00C355D4"/>
    <w:rsid w:val="00C37E55"/>
    <w:rsid w:val="00C44B91"/>
    <w:rsid w:val="00C46EE5"/>
    <w:rsid w:val="00C5050A"/>
    <w:rsid w:val="00C521DE"/>
    <w:rsid w:val="00C56E82"/>
    <w:rsid w:val="00C57C34"/>
    <w:rsid w:val="00C62613"/>
    <w:rsid w:val="00C65E6C"/>
    <w:rsid w:val="00C72D51"/>
    <w:rsid w:val="00C73DC7"/>
    <w:rsid w:val="00C743B3"/>
    <w:rsid w:val="00C750C5"/>
    <w:rsid w:val="00C75142"/>
    <w:rsid w:val="00C81D79"/>
    <w:rsid w:val="00C82E7E"/>
    <w:rsid w:val="00C84078"/>
    <w:rsid w:val="00C84916"/>
    <w:rsid w:val="00C8507E"/>
    <w:rsid w:val="00C90FF2"/>
    <w:rsid w:val="00C9198F"/>
    <w:rsid w:val="00C92836"/>
    <w:rsid w:val="00C92C8D"/>
    <w:rsid w:val="00C9392C"/>
    <w:rsid w:val="00C9788F"/>
    <w:rsid w:val="00CA0ADA"/>
    <w:rsid w:val="00CA0F17"/>
    <w:rsid w:val="00CA7DEF"/>
    <w:rsid w:val="00CB1E27"/>
    <w:rsid w:val="00CB5354"/>
    <w:rsid w:val="00CB7C60"/>
    <w:rsid w:val="00CB7DE4"/>
    <w:rsid w:val="00CC3FDC"/>
    <w:rsid w:val="00CC57AE"/>
    <w:rsid w:val="00CC5AEB"/>
    <w:rsid w:val="00CD2F17"/>
    <w:rsid w:val="00CD462D"/>
    <w:rsid w:val="00CD4877"/>
    <w:rsid w:val="00CE29AA"/>
    <w:rsid w:val="00CE36A0"/>
    <w:rsid w:val="00CE58D2"/>
    <w:rsid w:val="00CE59A5"/>
    <w:rsid w:val="00CE6205"/>
    <w:rsid w:val="00CE636F"/>
    <w:rsid w:val="00CF0899"/>
    <w:rsid w:val="00CF6B5B"/>
    <w:rsid w:val="00D00201"/>
    <w:rsid w:val="00D03328"/>
    <w:rsid w:val="00D0681D"/>
    <w:rsid w:val="00D13907"/>
    <w:rsid w:val="00D15CEC"/>
    <w:rsid w:val="00D1638C"/>
    <w:rsid w:val="00D17FBF"/>
    <w:rsid w:val="00D22543"/>
    <w:rsid w:val="00D25806"/>
    <w:rsid w:val="00D30C6A"/>
    <w:rsid w:val="00D31DE3"/>
    <w:rsid w:val="00D32663"/>
    <w:rsid w:val="00D34F56"/>
    <w:rsid w:val="00D36B79"/>
    <w:rsid w:val="00D40E62"/>
    <w:rsid w:val="00D410A1"/>
    <w:rsid w:val="00D41372"/>
    <w:rsid w:val="00D44652"/>
    <w:rsid w:val="00D4562A"/>
    <w:rsid w:val="00D56462"/>
    <w:rsid w:val="00D5666F"/>
    <w:rsid w:val="00D60C34"/>
    <w:rsid w:val="00D60EB7"/>
    <w:rsid w:val="00D61083"/>
    <w:rsid w:val="00D620DE"/>
    <w:rsid w:val="00D6545E"/>
    <w:rsid w:val="00D768B6"/>
    <w:rsid w:val="00D77C54"/>
    <w:rsid w:val="00D80460"/>
    <w:rsid w:val="00D84707"/>
    <w:rsid w:val="00D92847"/>
    <w:rsid w:val="00D93BC8"/>
    <w:rsid w:val="00D93BC9"/>
    <w:rsid w:val="00DB5127"/>
    <w:rsid w:val="00DC0D0A"/>
    <w:rsid w:val="00DC357E"/>
    <w:rsid w:val="00DC43D2"/>
    <w:rsid w:val="00DD2305"/>
    <w:rsid w:val="00DD2DA4"/>
    <w:rsid w:val="00DD32FE"/>
    <w:rsid w:val="00DD5CB7"/>
    <w:rsid w:val="00DE0F42"/>
    <w:rsid w:val="00DE18DC"/>
    <w:rsid w:val="00DE280A"/>
    <w:rsid w:val="00DE6A62"/>
    <w:rsid w:val="00DE79E8"/>
    <w:rsid w:val="00DF04B1"/>
    <w:rsid w:val="00DF7D01"/>
    <w:rsid w:val="00E1360A"/>
    <w:rsid w:val="00E15585"/>
    <w:rsid w:val="00E16423"/>
    <w:rsid w:val="00E21674"/>
    <w:rsid w:val="00E22621"/>
    <w:rsid w:val="00E2488F"/>
    <w:rsid w:val="00E32FF9"/>
    <w:rsid w:val="00E34D88"/>
    <w:rsid w:val="00E3626E"/>
    <w:rsid w:val="00E41F8D"/>
    <w:rsid w:val="00E435C7"/>
    <w:rsid w:val="00E47882"/>
    <w:rsid w:val="00E47DE9"/>
    <w:rsid w:val="00E50630"/>
    <w:rsid w:val="00E5088F"/>
    <w:rsid w:val="00E50A68"/>
    <w:rsid w:val="00E521A3"/>
    <w:rsid w:val="00E5742F"/>
    <w:rsid w:val="00E609B7"/>
    <w:rsid w:val="00E61714"/>
    <w:rsid w:val="00E64DA3"/>
    <w:rsid w:val="00E65BE6"/>
    <w:rsid w:val="00E67D67"/>
    <w:rsid w:val="00E71413"/>
    <w:rsid w:val="00E75826"/>
    <w:rsid w:val="00E76ABB"/>
    <w:rsid w:val="00E76B96"/>
    <w:rsid w:val="00E8144B"/>
    <w:rsid w:val="00E849EA"/>
    <w:rsid w:val="00E84B15"/>
    <w:rsid w:val="00E87F43"/>
    <w:rsid w:val="00E91653"/>
    <w:rsid w:val="00E95968"/>
    <w:rsid w:val="00E97A8A"/>
    <w:rsid w:val="00E97D4C"/>
    <w:rsid w:val="00EA1D6E"/>
    <w:rsid w:val="00EA7D79"/>
    <w:rsid w:val="00EB04F9"/>
    <w:rsid w:val="00EB139A"/>
    <w:rsid w:val="00EC21D4"/>
    <w:rsid w:val="00EC21FF"/>
    <w:rsid w:val="00EC5669"/>
    <w:rsid w:val="00EC5F97"/>
    <w:rsid w:val="00EC71D0"/>
    <w:rsid w:val="00ED0900"/>
    <w:rsid w:val="00ED13C3"/>
    <w:rsid w:val="00ED1F28"/>
    <w:rsid w:val="00ED4E7D"/>
    <w:rsid w:val="00ED7DDA"/>
    <w:rsid w:val="00EE0791"/>
    <w:rsid w:val="00EE0E2A"/>
    <w:rsid w:val="00EE55F9"/>
    <w:rsid w:val="00EF33E5"/>
    <w:rsid w:val="00EF48BB"/>
    <w:rsid w:val="00EF4ED0"/>
    <w:rsid w:val="00F00524"/>
    <w:rsid w:val="00F01EE7"/>
    <w:rsid w:val="00F03241"/>
    <w:rsid w:val="00F058D1"/>
    <w:rsid w:val="00F15395"/>
    <w:rsid w:val="00F21D24"/>
    <w:rsid w:val="00F220C6"/>
    <w:rsid w:val="00F24D76"/>
    <w:rsid w:val="00F30ED5"/>
    <w:rsid w:val="00F35808"/>
    <w:rsid w:val="00F40423"/>
    <w:rsid w:val="00F42D95"/>
    <w:rsid w:val="00F47423"/>
    <w:rsid w:val="00F476BF"/>
    <w:rsid w:val="00F50B48"/>
    <w:rsid w:val="00F5426A"/>
    <w:rsid w:val="00F55ACE"/>
    <w:rsid w:val="00F67319"/>
    <w:rsid w:val="00F71026"/>
    <w:rsid w:val="00F72900"/>
    <w:rsid w:val="00F72F9B"/>
    <w:rsid w:val="00F73577"/>
    <w:rsid w:val="00F773CC"/>
    <w:rsid w:val="00F774DE"/>
    <w:rsid w:val="00F9558A"/>
    <w:rsid w:val="00F95C1F"/>
    <w:rsid w:val="00FA1E86"/>
    <w:rsid w:val="00FA1FFC"/>
    <w:rsid w:val="00FB4383"/>
    <w:rsid w:val="00FB4FE2"/>
    <w:rsid w:val="00FB59D7"/>
    <w:rsid w:val="00FB6A6D"/>
    <w:rsid w:val="00FC2AA0"/>
    <w:rsid w:val="00FC3631"/>
    <w:rsid w:val="00FC3635"/>
    <w:rsid w:val="00FC4D8E"/>
    <w:rsid w:val="00FC60EF"/>
    <w:rsid w:val="00FD0A96"/>
    <w:rsid w:val="00FD1B23"/>
    <w:rsid w:val="00FD25E3"/>
    <w:rsid w:val="00FD4C0E"/>
    <w:rsid w:val="00FD59FE"/>
    <w:rsid w:val="00FD6368"/>
    <w:rsid w:val="00FE41D5"/>
    <w:rsid w:val="00FE7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3A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13A9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13A9"/>
    <w:pPr>
      <w:keepNext/>
      <w:ind w:firstLine="720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13A9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313A9"/>
    <w:pPr>
      <w:keepNext/>
      <w:jc w:val="center"/>
      <w:outlineLvl w:val="8"/>
    </w:pPr>
    <w:rPr>
      <w:b/>
      <w:sz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F5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6F5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F5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F5E"/>
    <w:rPr>
      <w:rFonts w:asciiTheme="majorHAnsi" w:eastAsiaTheme="majorEastAsia" w:hAnsiTheme="majorHAnsi" w:cstheme="majorBidi"/>
    </w:rPr>
  </w:style>
  <w:style w:type="paragraph" w:styleId="BodyTextIndent3">
    <w:name w:val="Body Text Indent 3"/>
    <w:basedOn w:val="Normal"/>
    <w:link w:val="BodyTextIndent3Char"/>
    <w:uiPriority w:val="99"/>
    <w:rsid w:val="00A313A9"/>
    <w:pPr>
      <w:ind w:firstLine="708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D6F5E"/>
    <w:rPr>
      <w:sz w:val="16"/>
      <w:szCs w:val="16"/>
    </w:rPr>
  </w:style>
  <w:style w:type="paragraph" w:styleId="Caption">
    <w:name w:val="caption"/>
    <w:basedOn w:val="Normal"/>
    <w:uiPriority w:val="99"/>
    <w:qFormat/>
    <w:rsid w:val="00A313A9"/>
    <w:pPr>
      <w:jc w:val="center"/>
    </w:pPr>
    <w:rPr>
      <w:b/>
      <w:i/>
      <w:sz w:val="32"/>
    </w:rPr>
  </w:style>
  <w:style w:type="paragraph" w:styleId="BodyTextIndent">
    <w:name w:val="Body Text Indent"/>
    <w:basedOn w:val="Normal"/>
    <w:link w:val="BodyTextIndentChar"/>
    <w:uiPriority w:val="99"/>
    <w:rsid w:val="00A313A9"/>
    <w:pPr>
      <w:ind w:firstLine="708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D6F5E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A313A9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D6F5E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A313A9"/>
    <w:pPr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D6F5E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313A9"/>
    <w:pPr>
      <w:jc w:val="center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0389D"/>
    <w:rPr>
      <w:rFonts w:cs="Times New Roman"/>
      <w:sz w:val="28"/>
    </w:rPr>
  </w:style>
  <w:style w:type="paragraph" w:styleId="BodyTextIndent2">
    <w:name w:val="Body Text Indent 2"/>
    <w:basedOn w:val="Normal"/>
    <w:link w:val="BodyTextIndent2Char"/>
    <w:uiPriority w:val="99"/>
    <w:rsid w:val="00A313A9"/>
    <w:pPr>
      <w:spacing w:after="120" w:line="480" w:lineRule="auto"/>
      <w:ind w:left="283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D6F5E"/>
    <w:rPr>
      <w:sz w:val="20"/>
      <w:szCs w:val="20"/>
    </w:rPr>
  </w:style>
  <w:style w:type="character" w:styleId="Hyperlink">
    <w:name w:val="Hyperlink"/>
    <w:basedOn w:val="DefaultParagraphFont"/>
    <w:uiPriority w:val="99"/>
    <w:rsid w:val="00A313A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313A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6F5E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A313A9"/>
    <w:rPr>
      <w:rFonts w:cs="Times New Roman"/>
    </w:rPr>
  </w:style>
  <w:style w:type="table" w:styleId="TableGrid">
    <w:name w:val="Table Grid"/>
    <w:basedOn w:val="TableNormal"/>
    <w:uiPriority w:val="99"/>
    <w:rsid w:val="00167C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93A8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6F5E"/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734C2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42360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07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6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3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7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lgm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2</Pages>
  <Words>628</Words>
  <Characters>3586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artamonova</dc:creator>
  <cp:keywords/>
  <dc:description/>
  <cp:lastModifiedBy>Краснов Андрей</cp:lastModifiedBy>
  <cp:revision>10</cp:revision>
  <cp:lastPrinted>2013-09-27T04:30:00Z</cp:lastPrinted>
  <dcterms:created xsi:type="dcterms:W3CDTF">2014-08-19T17:49:00Z</dcterms:created>
  <dcterms:modified xsi:type="dcterms:W3CDTF">2014-09-22T19:27:00Z</dcterms:modified>
</cp:coreProperties>
</file>