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21" w:rsidRPr="00DE395A" w:rsidRDefault="00474021" w:rsidP="00DE395A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E395A">
        <w:rPr>
          <w:rFonts w:ascii="Times New Roman" w:hAnsi="Times New Roman"/>
          <w:b/>
          <w:sz w:val="32"/>
          <w:szCs w:val="32"/>
        </w:rPr>
        <w:t>ПРОГРАММА</w:t>
      </w:r>
    </w:p>
    <w:p w:rsidR="00474021" w:rsidRPr="00DE395A" w:rsidRDefault="00474021" w:rsidP="00DE395A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E395A">
        <w:rPr>
          <w:rFonts w:ascii="Times New Roman" w:hAnsi="Times New Roman"/>
          <w:b/>
          <w:sz w:val="32"/>
          <w:szCs w:val="32"/>
        </w:rPr>
        <w:t xml:space="preserve">Соревнования </w:t>
      </w:r>
      <w:r>
        <w:rPr>
          <w:rFonts w:ascii="Times New Roman" w:hAnsi="Times New Roman"/>
          <w:b/>
          <w:sz w:val="32"/>
          <w:szCs w:val="32"/>
        </w:rPr>
        <w:t xml:space="preserve">по лыжероллерам </w:t>
      </w:r>
      <w:r w:rsidRPr="00DE395A">
        <w:rPr>
          <w:rFonts w:ascii="Times New Roman" w:hAnsi="Times New Roman"/>
          <w:b/>
          <w:sz w:val="32"/>
          <w:szCs w:val="32"/>
        </w:rPr>
        <w:t xml:space="preserve">в программе </w:t>
      </w:r>
      <w:r>
        <w:rPr>
          <w:rFonts w:ascii="Times New Roman" w:hAnsi="Times New Roman"/>
          <w:b/>
          <w:sz w:val="32"/>
          <w:szCs w:val="32"/>
        </w:rPr>
        <w:t>«ПРАЗДНИКА БЕГА НА ТАГАНКЕ»</w:t>
      </w:r>
    </w:p>
    <w:p w:rsidR="00474021" w:rsidRPr="00DE395A" w:rsidRDefault="00474021" w:rsidP="00DE395A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8 сентября 2012 года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b/>
          <w:sz w:val="32"/>
          <w:szCs w:val="32"/>
        </w:rPr>
      </w:pPr>
      <w:r w:rsidRPr="00E95F5B">
        <w:rPr>
          <w:rFonts w:ascii="Times New Roman" w:hAnsi="Times New Roman"/>
          <w:b/>
          <w:sz w:val="32"/>
          <w:szCs w:val="32"/>
        </w:rPr>
        <w:t xml:space="preserve">Возрастные группы:  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МЮ, ЖЮ - Юниоры, юниорки </w:t>
      </w:r>
      <w:r w:rsidRPr="00E95F5B">
        <w:rPr>
          <w:rFonts w:ascii="Times New Roman" w:hAnsi="Times New Roman"/>
          <w:sz w:val="32"/>
          <w:szCs w:val="32"/>
        </w:rPr>
        <w:t>1992 г.р. и моложе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М, Ж - </w:t>
      </w:r>
      <w:r w:rsidRPr="00E95F5B">
        <w:rPr>
          <w:rFonts w:ascii="Times New Roman" w:hAnsi="Times New Roman"/>
          <w:sz w:val="32"/>
          <w:szCs w:val="32"/>
        </w:rPr>
        <w:t>Мужчины, женщины 1991 г.р. и старше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М1 - </w:t>
      </w:r>
      <w:r w:rsidRPr="00E95F5B">
        <w:rPr>
          <w:rFonts w:ascii="Times New Roman" w:hAnsi="Times New Roman"/>
          <w:sz w:val="32"/>
          <w:szCs w:val="32"/>
        </w:rPr>
        <w:t>Мужчины 1971 г.р. и старше.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М2 - </w:t>
      </w:r>
      <w:r w:rsidRPr="00E95F5B">
        <w:rPr>
          <w:rFonts w:ascii="Times New Roman" w:hAnsi="Times New Roman"/>
          <w:sz w:val="32"/>
          <w:szCs w:val="32"/>
        </w:rPr>
        <w:t>Мужчины 1961 г.р. и старше.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В1 - </w:t>
      </w:r>
      <w:r w:rsidRPr="00E95F5B">
        <w:rPr>
          <w:rFonts w:ascii="Times New Roman" w:hAnsi="Times New Roman"/>
          <w:sz w:val="32"/>
          <w:szCs w:val="32"/>
        </w:rPr>
        <w:t xml:space="preserve">Мужчины 1951 г.р. и старше, женщины 1961 г.р. и старше 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В2 - </w:t>
      </w:r>
      <w:r w:rsidRPr="00E95F5B">
        <w:rPr>
          <w:rFonts w:ascii="Times New Roman" w:hAnsi="Times New Roman"/>
          <w:sz w:val="32"/>
          <w:szCs w:val="32"/>
        </w:rPr>
        <w:t>Мужчины 1941 г.р. и старше,</w:t>
      </w:r>
      <w:r>
        <w:rPr>
          <w:rFonts w:ascii="Times New Roman" w:hAnsi="Times New Roman"/>
          <w:sz w:val="32"/>
          <w:szCs w:val="32"/>
        </w:rPr>
        <w:t xml:space="preserve"> женщины 1951 г.р. и старше 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 w:rsidRPr="00E95F5B">
        <w:rPr>
          <w:rFonts w:ascii="Times New Roman" w:hAnsi="Times New Roman"/>
          <w:sz w:val="32"/>
          <w:szCs w:val="32"/>
        </w:rPr>
        <w:t>В3 - Мужчины 1936 г.р. и старше,</w:t>
      </w:r>
      <w:r>
        <w:rPr>
          <w:rFonts w:ascii="Times New Roman" w:hAnsi="Times New Roman"/>
          <w:sz w:val="32"/>
          <w:szCs w:val="32"/>
        </w:rPr>
        <w:t xml:space="preserve"> женщины 1946 г.р. и старше 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b/>
          <w:sz w:val="32"/>
          <w:szCs w:val="32"/>
        </w:rPr>
      </w:pPr>
      <w:r w:rsidRPr="00E95F5B">
        <w:rPr>
          <w:rFonts w:ascii="Times New Roman" w:hAnsi="Times New Roman"/>
          <w:b/>
          <w:sz w:val="32"/>
          <w:szCs w:val="32"/>
        </w:rPr>
        <w:t>Дисциплина – Раздельный, массовый старт – 6000 метров</w:t>
      </w:r>
    </w:p>
    <w:p w:rsidR="00474021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 w:rsidRPr="00E95F5B">
        <w:rPr>
          <w:rFonts w:ascii="Times New Roman" w:hAnsi="Times New Roman"/>
          <w:sz w:val="32"/>
          <w:szCs w:val="32"/>
        </w:rPr>
        <w:t xml:space="preserve">Место проведения – ул.Марксистская - ул. Таганская 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Старт напротив Префектуры ЦАО, ул. Марксистская 20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10.0</w:t>
      </w:r>
      <w:r w:rsidRPr="00E95F5B">
        <w:rPr>
          <w:rFonts w:ascii="Times New Roman" w:hAnsi="Times New Roman"/>
          <w:sz w:val="32"/>
          <w:szCs w:val="32"/>
        </w:rPr>
        <w:t>0 – 11.30 Регистрация участников и выдача номеров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 w:rsidRPr="00E95F5B">
        <w:rPr>
          <w:rFonts w:ascii="Times New Roman" w:hAnsi="Times New Roman"/>
          <w:sz w:val="32"/>
          <w:szCs w:val="32"/>
        </w:rPr>
        <w:t>12.00 – Масстарт на дистанцию 6 км. групп В1, В2, В3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 w:rsidRPr="00E95F5B">
        <w:rPr>
          <w:rFonts w:ascii="Times New Roman" w:hAnsi="Times New Roman"/>
          <w:sz w:val="32"/>
          <w:szCs w:val="32"/>
        </w:rPr>
        <w:t>12.01 – Начало раздельного старта на дистанцию 6 км. Старт в 4-х коридорах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sz w:val="32"/>
          <w:szCs w:val="32"/>
        </w:rPr>
      </w:pPr>
      <w:r w:rsidRPr="00E95F5B">
        <w:rPr>
          <w:rFonts w:ascii="Times New Roman" w:hAnsi="Times New Roman"/>
          <w:sz w:val="32"/>
          <w:szCs w:val="32"/>
        </w:rPr>
        <w:t>13.00 – Награждение призеров и победителей.</w:t>
      </w:r>
    </w:p>
    <w:p w:rsidR="00474021" w:rsidRPr="00E95F5B" w:rsidRDefault="00474021" w:rsidP="00E95F5B">
      <w:pPr>
        <w:spacing w:line="240" w:lineRule="auto"/>
        <w:rPr>
          <w:rFonts w:ascii="Times New Roman" w:hAnsi="Times New Roman"/>
          <w:b/>
          <w:sz w:val="32"/>
          <w:szCs w:val="32"/>
        </w:rPr>
      </w:pPr>
      <w:r w:rsidRPr="00E95F5B">
        <w:rPr>
          <w:rFonts w:ascii="Times New Roman" w:hAnsi="Times New Roman"/>
          <w:b/>
          <w:sz w:val="32"/>
          <w:szCs w:val="32"/>
        </w:rPr>
        <w:t>Награждение:</w:t>
      </w:r>
    </w:p>
    <w:p w:rsidR="00474021" w:rsidRPr="00E95F5B" w:rsidRDefault="00474021" w:rsidP="003A16C7">
      <w:pPr>
        <w:spacing w:line="240" w:lineRule="auto"/>
        <w:rPr>
          <w:rFonts w:ascii="Times New Roman" w:hAnsi="Times New Roman"/>
          <w:sz w:val="32"/>
          <w:szCs w:val="32"/>
        </w:rPr>
      </w:pPr>
      <w:r w:rsidRPr="00E95F5B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ab/>
      </w:r>
      <w:r w:rsidRPr="00E95F5B">
        <w:rPr>
          <w:rFonts w:ascii="Times New Roman" w:hAnsi="Times New Roman"/>
          <w:sz w:val="32"/>
          <w:szCs w:val="32"/>
        </w:rPr>
        <w:t>6 лучших спортсмена по абсолютному результату у женщин и мужчин  награждаются памятными призами от спонсоров.</w:t>
      </w:r>
    </w:p>
    <w:p w:rsidR="00474021" w:rsidRDefault="00474021" w:rsidP="003A16C7">
      <w:pPr>
        <w:spacing w:line="240" w:lineRule="auto"/>
        <w:ind w:firstLine="708"/>
        <w:rPr>
          <w:rFonts w:ascii="Times New Roman" w:hAnsi="Times New Roman"/>
          <w:sz w:val="32"/>
          <w:szCs w:val="32"/>
        </w:rPr>
      </w:pPr>
      <w:r w:rsidRPr="00E95F5B">
        <w:rPr>
          <w:rFonts w:ascii="Times New Roman" w:hAnsi="Times New Roman"/>
          <w:sz w:val="32"/>
          <w:szCs w:val="32"/>
        </w:rPr>
        <w:t>Призеры и победители в каждой возрастной группе награждаются медалями и дипломами.</w:t>
      </w:r>
    </w:p>
    <w:p w:rsidR="00474021" w:rsidRPr="00E95F5B" w:rsidRDefault="00474021" w:rsidP="00E95F5B">
      <w:pPr>
        <w:pStyle w:val="BodyText"/>
        <w:jc w:val="left"/>
        <w:rPr>
          <w:b/>
          <w:color w:val="000000"/>
          <w:sz w:val="32"/>
          <w:szCs w:val="32"/>
        </w:rPr>
      </w:pPr>
      <w:r w:rsidRPr="00E95F5B">
        <w:rPr>
          <w:b/>
          <w:color w:val="000000"/>
          <w:sz w:val="32"/>
          <w:szCs w:val="32"/>
        </w:rPr>
        <w:t>Телефоны для справок.</w:t>
      </w:r>
    </w:p>
    <w:p w:rsidR="00474021" w:rsidRPr="003A16C7" w:rsidRDefault="00474021" w:rsidP="00E95F5B">
      <w:pPr>
        <w:pStyle w:val="BodyText3"/>
        <w:numPr>
          <w:ilvl w:val="0"/>
          <w:numId w:val="1"/>
        </w:numPr>
        <w:ind w:firstLine="540"/>
        <w:rPr>
          <w:sz w:val="32"/>
          <w:szCs w:val="32"/>
        </w:rPr>
      </w:pPr>
      <w:r w:rsidRPr="003A16C7">
        <w:rPr>
          <w:sz w:val="32"/>
          <w:szCs w:val="32"/>
        </w:rPr>
        <w:t>8-916-132-89-26 Соковиков Сергей</w:t>
      </w:r>
    </w:p>
    <w:sectPr w:rsidR="00474021" w:rsidRPr="003A16C7" w:rsidSect="00E95F5B">
      <w:pgSz w:w="11906" w:h="16838"/>
      <w:pgMar w:top="624" w:right="624" w:bottom="731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C086D"/>
    <w:multiLevelType w:val="hybridMultilevel"/>
    <w:tmpl w:val="6D2A4C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E98"/>
    <w:rsid w:val="002412C6"/>
    <w:rsid w:val="002571DC"/>
    <w:rsid w:val="002911AC"/>
    <w:rsid w:val="002D397F"/>
    <w:rsid w:val="002F45DA"/>
    <w:rsid w:val="00302A26"/>
    <w:rsid w:val="00306363"/>
    <w:rsid w:val="003307DC"/>
    <w:rsid w:val="0034176B"/>
    <w:rsid w:val="003A16C7"/>
    <w:rsid w:val="00405756"/>
    <w:rsid w:val="00406AE8"/>
    <w:rsid w:val="00474021"/>
    <w:rsid w:val="0048653D"/>
    <w:rsid w:val="004A1CE4"/>
    <w:rsid w:val="004E5746"/>
    <w:rsid w:val="00641577"/>
    <w:rsid w:val="00652DA7"/>
    <w:rsid w:val="00677CE5"/>
    <w:rsid w:val="006C2A39"/>
    <w:rsid w:val="006D2A0A"/>
    <w:rsid w:val="00831E98"/>
    <w:rsid w:val="00926C69"/>
    <w:rsid w:val="00984C8B"/>
    <w:rsid w:val="00AB4BA9"/>
    <w:rsid w:val="00AF400E"/>
    <w:rsid w:val="00B943F4"/>
    <w:rsid w:val="00BA43E7"/>
    <w:rsid w:val="00BC747F"/>
    <w:rsid w:val="00DE395A"/>
    <w:rsid w:val="00E95F5B"/>
    <w:rsid w:val="00F55715"/>
    <w:rsid w:val="00FD2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48653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8653D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4865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653D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48653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164</Words>
  <Characters>939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Краснов Андрей</cp:lastModifiedBy>
  <cp:revision>6</cp:revision>
  <dcterms:created xsi:type="dcterms:W3CDTF">2012-08-30T11:10:00Z</dcterms:created>
  <dcterms:modified xsi:type="dcterms:W3CDTF">2012-09-03T08:49:00Z</dcterms:modified>
</cp:coreProperties>
</file>