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3F9" w:rsidRPr="005725ED" w:rsidRDefault="00BC63F9" w:rsidP="00BC2F88">
      <w:pPr>
        <w:jc w:val="both"/>
        <w:rPr>
          <w:color w:val="000000"/>
          <w:sz w:val="24"/>
          <w:szCs w:val="24"/>
        </w:rPr>
      </w:pPr>
      <w:r w:rsidRPr="005725ED">
        <w:rPr>
          <w:sz w:val="24"/>
          <w:szCs w:val="24"/>
        </w:rPr>
        <w:t xml:space="preserve">                             </w:t>
      </w:r>
      <w:r w:rsidRPr="005725ED">
        <w:rPr>
          <w:sz w:val="24"/>
          <w:szCs w:val="24"/>
        </w:rPr>
        <w:tab/>
      </w:r>
    </w:p>
    <w:p w:rsidR="00BC63F9" w:rsidRPr="005725ED" w:rsidRDefault="00BC63F9" w:rsidP="00BC2F88">
      <w:pPr>
        <w:jc w:val="center"/>
        <w:rPr>
          <w:b/>
          <w:bCs/>
          <w:i/>
          <w:sz w:val="24"/>
          <w:szCs w:val="24"/>
        </w:rPr>
      </w:pPr>
      <w:r w:rsidRPr="005725ED">
        <w:rPr>
          <w:i/>
          <w:sz w:val="24"/>
          <w:szCs w:val="24"/>
        </w:rPr>
        <w:t>Окончательное решение по участию спортсменов детских спортивных школ на лыжероллерах, предложенных организаторам (SKI GO) или на собственных, будет принято на заседании 2.10.13</w:t>
      </w:r>
    </w:p>
    <w:p w:rsidR="00BC63F9" w:rsidRPr="005725ED" w:rsidRDefault="00BC63F9" w:rsidP="00BC2F88">
      <w:pPr>
        <w:jc w:val="center"/>
        <w:rPr>
          <w:b/>
          <w:bCs/>
          <w:sz w:val="24"/>
          <w:szCs w:val="24"/>
        </w:rPr>
      </w:pPr>
    </w:p>
    <w:p w:rsidR="00BC63F9" w:rsidRPr="005725ED" w:rsidRDefault="00BC63F9" w:rsidP="00BC2F88">
      <w:pPr>
        <w:jc w:val="center"/>
        <w:rPr>
          <w:color w:val="000000"/>
          <w:sz w:val="24"/>
          <w:szCs w:val="24"/>
        </w:rPr>
      </w:pPr>
      <w:r w:rsidRPr="005725ED">
        <w:rPr>
          <w:b/>
          <w:bCs/>
          <w:sz w:val="24"/>
          <w:szCs w:val="24"/>
        </w:rPr>
        <w:t>Финал Фестиваля лыжеролерных дисциплин города Москвы</w:t>
      </w:r>
    </w:p>
    <w:p w:rsidR="00BC63F9" w:rsidRPr="005725ED" w:rsidRDefault="00BC63F9" w:rsidP="004037F9">
      <w:pPr>
        <w:jc w:val="center"/>
        <w:rPr>
          <w:b/>
          <w:bCs/>
          <w:sz w:val="24"/>
          <w:szCs w:val="24"/>
        </w:rPr>
      </w:pPr>
      <w:r w:rsidRPr="005725ED">
        <w:rPr>
          <w:b/>
          <w:bCs/>
          <w:sz w:val="24"/>
          <w:szCs w:val="24"/>
        </w:rPr>
        <w:t>Открытый Чемпионат и Первенство</w:t>
      </w:r>
      <w:r>
        <w:rPr>
          <w:b/>
          <w:bCs/>
          <w:sz w:val="24"/>
          <w:szCs w:val="24"/>
        </w:rPr>
        <w:t xml:space="preserve"> ЗАО</w:t>
      </w:r>
      <w:r w:rsidRPr="005725ED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г.</w:t>
      </w:r>
      <w:r w:rsidRPr="005725ED">
        <w:rPr>
          <w:b/>
          <w:bCs/>
          <w:sz w:val="24"/>
          <w:szCs w:val="24"/>
        </w:rPr>
        <w:t xml:space="preserve">Москвы по лыжероллерам </w:t>
      </w:r>
    </w:p>
    <w:p w:rsidR="00BC63F9" w:rsidRPr="005725ED" w:rsidRDefault="00BC63F9" w:rsidP="00BC2F88">
      <w:pPr>
        <w:jc w:val="center"/>
        <w:rPr>
          <w:b/>
          <w:color w:val="000000"/>
          <w:sz w:val="24"/>
          <w:szCs w:val="24"/>
        </w:rPr>
      </w:pPr>
      <w:r w:rsidRPr="005725ED">
        <w:rPr>
          <w:b/>
          <w:color w:val="000000"/>
          <w:sz w:val="24"/>
          <w:szCs w:val="24"/>
        </w:rPr>
        <w:t>ПОЛОЖЕНИЕ</w:t>
      </w:r>
    </w:p>
    <w:p w:rsidR="00BC63F9" w:rsidRPr="005725ED" w:rsidRDefault="00BC63F9" w:rsidP="00580E2D">
      <w:pPr>
        <w:ind w:firstLine="708"/>
        <w:rPr>
          <w:b/>
          <w:color w:val="000000"/>
          <w:sz w:val="24"/>
          <w:szCs w:val="24"/>
        </w:rPr>
      </w:pPr>
      <w:r w:rsidRPr="005725ED">
        <w:rPr>
          <w:b/>
          <w:color w:val="000000"/>
          <w:sz w:val="24"/>
          <w:szCs w:val="24"/>
        </w:rPr>
        <w:t>1. Цели и задачи</w:t>
      </w:r>
    </w:p>
    <w:p w:rsidR="00BC63F9" w:rsidRPr="005725ED" w:rsidRDefault="00BC63F9" w:rsidP="00580E2D">
      <w:pPr>
        <w:numPr>
          <w:ilvl w:val="0"/>
          <w:numId w:val="13"/>
        </w:numPr>
        <w:ind w:left="0" w:firstLine="708"/>
        <w:jc w:val="both"/>
        <w:rPr>
          <w:color w:val="000000"/>
          <w:sz w:val="24"/>
          <w:szCs w:val="24"/>
        </w:rPr>
      </w:pPr>
      <w:r w:rsidRPr="005725ED">
        <w:rPr>
          <w:color w:val="000000"/>
          <w:sz w:val="24"/>
          <w:szCs w:val="24"/>
        </w:rPr>
        <w:t xml:space="preserve">организация досуга населения города Москвы; </w:t>
      </w:r>
    </w:p>
    <w:p w:rsidR="00BC63F9" w:rsidRPr="005725ED" w:rsidRDefault="00BC63F9" w:rsidP="00580E2D">
      <w:pPr>
        <w:numPr>
          <w:ilvl w:val="0"/>
          <w:numId w:val="13"/>
        </w:numPr>
        <w:ind w:left="0" w:firstLine="708"/>
        <w:jc w:val="both"/>
        <w:rPr>
          <w:color w:val="000000"/>
          <w:sz w:val="24"/>
          <w:szCs w:val="24"/>
        </w:rPr>
      </w:pPr>
      <w:r w:rsidRPr="005725ED">
        <w:rPr>
          <w:color w:val="000000"/>
          <w:sz w:val="24"/>
          <w:szCs w:val="24"/>
        </w:rPr>
        <w:t>укрепление здоровья и пропаганда здорового образа жизни;</w:t>
      </w:r>
    </w:p>
    <w:p w:rsidR="00BC63F9" w:rsidRPr="005725ED" w:rsidRDefault="00BC63F9" w:rsidP="00580E2D">
      <w:pPr>
        <w:numPr>
          <w:ilvl w:val="0"/>
          <w:numId w:val="13"/>
        </w:numPr>
        <w:ind w:left="0" w:firstLine="708"/>
        <w:jc w:val="both"/>
        <w:rPr>
          <w:color w:val="000000"/>
          <w:sz w:val="24"/>
          <w:szCs w:val="24"/>
        </w:rPr>
      </w:pPr>
      <w:r w:rsidRPr="005725ED">
        <w:rPr>
          <w:color w:val="000000"/>
          <w:sz w:val="24"/>
          <w:szCs w:val="24"/>
        </w:rPr>
        <w:t>привлечение молодежи к регулярным занятиям лыжными гонками (лыжероллерами)</w:t>
      </w:r>
    </w:p>
    <w:p w:rsidR="00BC63F9" w:rsidRPr="005725ED" w:rsidRDefault="00BC63F9" w:rsidP="00580E2D">
      <w:pPr>
        <w:numPr>
          <w:ilvl w:val="0"/>
          <w:numId w:val="13"/>
        </w:numPr>
        <w:ind w:left="0" w:firstLine="708"/>
        <w:jc w:val="both"/>
        <w:rPr>
          <w:color w:val="000000"/>
          <w:sz w:val="24"/>
          <w:szCs w:val="24"/>
        </w:rPr>
      </w:pPr>
      <w:r w:rsidRPr="005725ED">
        <w:rPr>
          <w:color w:val="000000"/>
          <w:sz w:val="24"/>
          <w:szCs w:val="24"/>
        </w:rPr>
        <w:t>организация работы с допризывной молодежью;</w:t>
      </w:r>
    </w:p>
    <w:p w:rsidR="00BC63F9" w:rsidRPr="005725ED" w:rsidRDefault="00BC63F9" w:rsidP="00580E2D">
      <w:pPr>
        <w:numPr>
          <w:ilvl w:val="0"/>
          <w:numId w:val="13"/>
        </w:numPr>
        <w:ind w:left="0" w:firstLine="708"/>
        <w:jc w:val="both"/>
        <w:rPr>
          <w:color w:val="000000"/>
          <w:sz w:val="24"/>
          <w:szCs w:val="24"/>
        </w:rPr>
      </w:pPr>
      <w:r w:rsidRPr="005725ED">
        <w:rPr>
          <w:color w:val="000000"/>
          <w:sz w:val="24"/>
          <w:szCs w:val="24"/>
        </w:rPr>
        <w:t>организация работы с подростками и людьми старшего поколения;</w:t>
      </w:r>
    </w:p>
    <w:p w:rsidR="00BC63F9" w:rsidRPr="005725ED" w:rsidRDefault="00BC63F9" w:rsidP="00580E2D">
      <w:pPr>
        <w:ind w:firstLine="708"/>
        <w:jc w:val="both"/>
        <w:rPr>
          <w:color w:val="000000"/>
          <w:sz w:val="24"/>
          <w:szCs w:val="24"/>
        </w:rPr>
      </w:pPr>
      <w:r w:rsidRPr="005725ED">
        <w:rPr>
          <w:color w:val="000000"/>
          <w:sz w:val="24"/>
          <w:szCs w:val="24"/>
        </w:rPr>
        <w:t>Соревнования являются личными и проводятся по действующим правилам соревнований по лыжным гонкам.</w:t>
      </w:r>
    </w:p>
    <w:p w:rsidR="00BC63F9" w:rsidRPr="005725ED" w:rsidRDefault="00BC63F9" w:rsidP="00CD2F17">
      <w:pPr>
        <w:ind w:firstLine="709"/>
        <w:rPr>
          <w:b/>
          <w:sz w:val="24"/>
          <w:szCs w:val="24"/>
        </w:rPr>
      </w:pPr>
    </w:p>
    <w:p w:rsidR="00BC63F9" w:rsidRPr="005725ED" w:rsidRDefault="00BC63F9" w:rsidP="00CD2F17">
      <w:pPr>
        <w:ind w:firstLine="709"/>
        <w:rPr>
          <w:b/>
          <w:sz w:val="24"/>
          <w:szCs w:val="24"/>
        </w:rPr>
      </w:pPr>
      <w:r w:rsidRPr="005725ED">
        <w:rPr>
          <w:b/>
          <w:sz w:val="24"/>
          <w:szCs w:val="24"/>
        </w:rPr>
        <w:t>2. Руководство  организацией и проведением соревнований</w:t>
      </w:r>
    </w:p>
    <w:p w:rsidR="00BC63F9" w:rsidRPr="005725ED" w:rsidRDefault="00BC63F9" w:rsidP="00580E2D">
      <w:pPr>
        <w:ind w:firstLine="708"/>
        <w:jc w:val="both"/>
        <w:rPr>
          <w:color w:val="000000"/>
          <w:sz w:val="24"/>
          <w:szCs w:val="24"/>
        </w:rPr>
      </w:pPr>
      <w:r w:rsidRPr="005725ED">
        <w:rPr>
          <w:color w:val="000000"/>
          <w:sz w:val="24"/>
          <w:szCs w:val="24"/>
        </w:rPr>
        <w:t>Общее руководство подготовкой и проведением соревнований осуществляется ДФКиС города Москвы и ЦФКиС ЗАО г. Москвы.</w:t>
      </w:r>
    </w:p>
    <w:p w:rsidR="00BC63F9" w:rsidRPr="005725ED" w:rsidRDefault="00BC63F9" w:rsidP="00AC13A7">
      <w:pPr>
        <w:jc w:val="both"/>
        <w:rPr>
          <w:color w:val="000000"/>
          <w:sz w:val="24"/>
          <w:szCs w:val="24"/>
        </w:rPr>
      </w:pPr>
      <w:r w:rsidRPr="005725ED">
        <w:rPr>
          <w:color w:val="000000"/>
          <w:sz w:val="24"/>
          <w:szCs w:val="24"/>
        </w:rPr>
        <w:tab/>
        <w:t xml:space="preserve">Непосредственное руководство проведением соревнований возлагается на ФЛГМ и главную судейскую коллегию. </w:t>
      </w:r>
    </w:p>
    <w:p w:rsidR="00BC63F9" w:rsidRPr="005725ED" w:rsidRDefault="00BC63F9" w:rsidP="00580E2D">
      <w:pPr>
        <w:ind w:firstLine="708"/>
        <w:rPr>
          <w:b/>
          <w:color w:val="000000"/>
          <w:sz w:val="24"/>
          <w:szCs w:val="24"/>
        </w:rPr>
      </w:pPr>
      <w:r w:rsidRPr="005725ED">
        <w:rPr>
          <w:b/>
          <w:color w:val="000000"/>
          <w:sz w:val="24"/>
          <w:szCs w:val="24"/>
        </w:rPr>
        <w:t>3. Сроки и место проведения соревнований</w:t>
      </w:r>
    </w:p>
    <w:p w:rsidR="00BC63F9" w:rsidRPr="005725ED" w:rsidRDefault="00BC63F9" w:rsidP="00580E2D">
      <w:pPr>
        <w:ind w:firstLine="708"/>
        <w:rPr>
          <w:b/>
          <w:color w:val="000000"/>
          <w:sz w:val="24"/>
          <w:szCs w:val="24"/>
        </w:rPr>
      </w:pPr>
    </w:p>
    <w:tbl>
      <w:tblPr>
        <w:tblW w:w="1095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4"/>
        <w:gridCol w:w="2238"/>
        <w:gridCol w:w="1701"/>
        <w:gridCol w:w="2977"/>
        <w:gridCol w:w="3543"/>
      </w:tblGrid>
      <w:tr w:rsidR="00BC63F9" w:rsidRPr="005725ED" w:rsidTr="00ED13C3">
        <w:tc>
          <w:tcPr>
            <w:tcW w:w="494" w:type="dxa"/>
            <w:vAlign w:val="center"/>
          </w:tcPr>
          <w:p w:rsidR="00BC63F9" w:rsidRPr="005725ED" w:rsidRDefault="00BC63F9" w:rsidP="00580E2D">
            <w:pPr>
              <w:jc w:val="center"/>
              <w:rPr>
                <w:sz w:val="24"/>
                <w:szCs w:val="24"/>
              </w:rPr>
            </w:pPr>
            <w:r w:rsidRPr="005725ED">
              <w:rPr>
                <w:sz w:val="24"/>
                <w:szCs w:val="24"/>
              </w:rPr>
              <w:t>№</w:t>
            </w:r>
          </w:p>
        </w:tc>
        <w:tc>
          <w:tcPr>
            <w:tcW w:w="2238" w:type="dxa"/>
            <w:vAlign w:val="center"/>
          </w:tcPr>
          <w:p w:rsidR="00BC63F9" w:rsidRPr="005725ED" w:rsidRDefault="00BC63F9" w:rsidP="00580E2D">
            <w:pPr>
              <w:jc w:val="center"/>
              <w:rPr>
                <w:sz w:val="24"/>
                <w:szCs w:val="24"/>
              </w:rPr>
            </w:pPr>
            <w:r w:rsidRPr="005725ED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701" w:type="dxa"/>
            <w:vAlign w:val="center"/>
          </w:tcPr>
          <w:p w:rsidR="00BC63F9" w:rsidRPr="005725ED" w:rsidRDefault="00BC63F9" w:rsidP="00580E2D">
            <w:pPr>
              <w:jc w:val="center"/>
              <w:rPr>
                <w:sz w:val="24"/>
                <w:szCs w:val="24"/>
              </w:rPr>
            </w:pPr>
            <w:r w:rsidRPr="005725ED">
              <w:rPr>
                <w:sz w:val="24"/>
                <w:szCs w:val="24"/>
              </w:rPr>
              <w:t>Сроки</w:t>
            </w:r>
          </w:p>
          <w:p w:rsidR="00BC63F9" w:rsidRPr="005725ED" w:rsidRDefault="00BC63F9" w:rsidP="00580E2D">
            <w:pPr>
              <w:jc w:val="center"/>
              <w:rPr>
                <w:sz w:val="24"/>
                <w:szCs w:val="24"/>
              </w:rPr>
            </w:pPr>
            <w:r w:rsidRPr="005725ED">
              <w:rPr>
                <w:sz w:val="24"/>
                <w:szCs w:val="24"/>
              </w:rPr>
              <w:t>Проведения</w:t>
            </w:r>
          </w:p>
        </w:tc>
        <w:tc>
          <w:tcPr>
            <w:tcW w:w="2977" w:type="dxa"/>
            <w:vAlign w:val="center"/>
          </w:tcPr>
          <w:p w:rsidR="00BC63F9" w:rsidRPr="005725ED" w:rsidRDefault="00BC63F9" w:rsidP="00580E2D">
            <w:pPr>
              <w:jc w:val="center"/>
              <w:rPr>
                <w:sz w:val="24"/>
                <w:szCs w:val="24"/>
              </w:rPr>
            </w:pPr>
            <w:r w:rsidRPr="005725ED">
              <w:rPr>
                <w:sz w:val="24"/>
                <w:szCs w:val="24"/>
              </w:rPr>
              <w:t>Место</w:t>
            </w:r>
          </w:p>
          <w:p w:rsidR="00BC63F9" w:rsidRPr="005725ED" w:rsidRDefault="00BC63F9" w:rsidP="00580E2D">
            <w:pPr>
              <w:jc w:val="center"/>
              <w:rPr>
                <w:sz w:val="24"/>
                <w:szCs w:val="24"/>
              </w:rPr>
            </w:pPr>
            <w:r w:rsidRPr="005725ED">
              <w:rPr>
                <w:sz w:val="24"/>
                <w:szCs w:val="24"/>
              </w:rPr>
              <w:t>Проведения</w:t>
            </w:r>
          </w:p>
        </w:tc>
        <w:tc>
          <w:tcPr>
            <w:tcW w:w="3543" w:type="dxa"/>
            <w:vAlign w:val="center"/>
          </w:tcPr>
          <w:p w:rsidR="00BC63F9" w:rsidRPr="005725ED" w:rsidRDefault="00BC63F9" w:rsidP="00580E2D">
            <w:pPr>
              <w:jc w:val="center"/>
              <w:rPr>
                <w:sz w:val="24"/>
                <w:szCs w:val="24"/>
              </w:rPr>
            </w:pPr>
            <w:r w:rsidRPr="005725ED">
              <w:rPr>
                <w:sz w:val="24"/>
                <w:szCs w:val="24"/>
              </w:rPr>
              <w:t>Проводящая</w:t>
            </w:r>
          </w:p>
          <w:p w:rsidR="00BC63F9" w:rsidRPr="005725ED" w:rsidRDefault="00BC63F9" w:rsidP="00580E2D">
            <w:pPr>
              <w:jc w:val="center"/>
              <w:rPr>
                <w:sz w:val="24"/>
                <w:szCs w:val="24"/>
              </w:rPr>
            </w:pPr>
            <w:r w:rsidRPr="005725ED">
              <w:rPr>
                <w:sz w:val="24"/>
                <w:szCs w:val="24"/>
              </w:rPr>
              <w:t>Организация</w:t>
            </w:r>
          </w:p>
        </w:tc>
      </w:tr>
      <w:tr w:rsidR="00BC63F9" w:rsidRPr="005725ED" w:rsidTr="00ED13C3">
        <w:trPr>
          <w:trHeight w:val="867"/>
        </w:trPr>
        <w:tc>
          <w:tcPr>
            <w:tcW w:w="494" w:type="dxa"/>
            <w:vAlign w:val="center"/>
          </w:tcPr>
          <w:p w:rsidR="00BC63F9" w:rsidRPr="005725ED" w:rsidRDefault="00BC63F9" w:rsidP="00580E2D">
            <w:pPr>
              <w:jc w:val="center"/>
              <w:rPr>
                <w:sz w:val="24"/>
                <w:szCs w:val="24"/>
                <w:lang w:val="en-US"/>
              </w:rPr>
            </w:pPr>
            <w:r w:rsidRPr="005725ED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238" w:type="dxa"/>
            <w:vAlign w:val="center"/>
          </w:tcPr>
          <w:p w:rsidR="00BC63F9" w:rsidRPr="005725ED" w:rsidRDefault="00BC63F9" w:rsidP="009948DA">
            <w:pPr>
              <w:rPr>
                <w:sz w:val="24"/>
                <w:szCs w:val="24"/>
              </w:rPr>
            </w:pPr>
            <w:r w:rsidRPr="005725ED">
              <w:rPr>
                <w:sz w:val="24"/>
                <w:szCs w:val="24"/>
              </w:rPr>
              <w:t xml:space="preserve">Открытый Чемпионат и Первенство Москвы по лыжероллерам </w:t>
            </w:r>
          </w:p>
        </w:tc>
        <w:tc>
          <w:tcPr>
            <w:tcW w:w="1701" w:type="dxa"/>
            <w:vAlign w:val="center"/>
          </w:tcPr>
          <w:p w:rsidR="00BC63F9" w:rsidRPr="005725ED" w:rsidRDefault="00BC63F9" w:rsidP="00A504E6">
            <w:pPr>
              <w:jc w:val="center"/>
              <w:rPr>
                <w:sz w:val="24"/>
                <w:szCs w:val="24"/>
              </w:rPr>
            </w:pPr>
            <w:r w:rsidRPr="005725ED">
              <w:rPr>
                <w:sz w:val="24"/>
                <w:szCs w:val="24"/>
                <w:lang w:val="en-US"/>
              </w:rPr>
              <w:t>5</w:t>
            </w:r>
            <w:r w:rsidRPr="005725ED">
              <w:rPr>
                <w:sz w:val="24"/>
                <w:szCs w:val="24"/>
              </w:rPr>
              <w:t xml:space="preserve"> октября </w:t>
            </w:r>
          </w:p>
          <w:p w:rsidR="00BC63F9" w:rsidRPr="005725ED" w:rsidRDefault="00BC63F9" w:rsidP="00A504E6">
            <w:pPr>
              <w:jc w:val="center"/>
              <w:rPr>
                <w:sz w:val="24"/>
                <w:szCs w:val="24"/>
              </w:rPr>
            </w:pPr>
            <w:r w:rsidRPr="005725ED">
              <w:rPr>
                <w:sz w:val="24"/>
                <w:szCs w:val="24"/>
              </w:rPr>
              <w:t xml:space="preserve">2013 года </w:t>
            </w:r>
          </w:p>
        </w:tc>
        <w:tc>
          <w:tcPr>
            <w:tcW w:w="2977" w:type="dxa"/>
          </w:tcPr>
          <w:p w:rsidR="00BC63F9" w:rsidRPr="005725ED" w:rsidRDefault="00BC63F9" w:rsidP="00A5576E">
            <w:pPr>
              <w:jc w:val="center"/>
              <w:rPr>
                <w:color w:val="000000"/>
                <w:sz w:val="24"/>
                <w:szCs w:val="24"/>
              </w:rPr>
            </w:pPr>
            <w:r w:rsidRPr="005725ED">
              <w:rPr>
                <w:color w:val="000000"/>
                <w:sz w:val="24"/>
                <w:szCs w:val="24"/>
              </w:rPr>
              <w:t xml:space="preserve">ЗАО г. Москвы, Крылатское,  </w:t>
            </w:r>
          </w:p>
          <w:p w:rsidR="00BC63F9" w:rsidRPr="005725ED" w:rsidRDefault="00BC63F9" w:rsidP="00ED13C3">
            <w:pPr>
              <w:rPr>
                <w:color w:val="000000"/>
                <w:sz w:val="24"/>
                <w:szCs w:val="24"/>
              </w:rPr>
            </w:pPr>
            <w:r w:rsidRPr="005725ED">
              <w:rPr>
                <w:color w:val="000000"/>
                <w:sz w:val="24"/>
                <w:szCs w:val="24"/>
              </w:rPr>
              <w:t>Малое велокольцо (4,2 км)</w:t>
            </w:r>
          </w:p>
          <w:p w:rsidR="00BC63F9" w:rsidRPr="005725ED" w:rsidRDefault="00BC63F9" w:rsidP="00BC2F88">
            <w:pPr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5725ED">
              <w:rPr>
                <w:b/>
                <w:i/>
                <w:color w:val="000000"/>
                <w:sz w:val="24"/>
                <w:szCs w:val="24"/>
              </w:rPr>
              <w:t>Крылатские холмы д. 28.</w:t>
            </w:r>
          </w:p>
          <w:p w:rsidR="00BC63F9" w:rsidRPr="005725ED" w:rsidRDefault="00BC63F9" w:rsidP="00A5576E">
            <w:pPr>
              <w:jc w:val="center"/>
              <w:rPr>
                <w:color w:val="000000"/>
                <w:sz w:val="24"/>
                <w:szCs w:val="24"/>
              </w:rPr>
            </w:pPr>
            <w:r w:rsidRPr="005725E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vAlign w:val="center"/>
          </w:tcPr>
          <w:p w:rsidR="00BC63F9" w:rsidRPr="005725ED" w:rsidRDefault="00BC63F9" w:rsidP="00832DF1">
            <w:pPr>
              <w:rPr>
                <w:sz w:val="24"/>
                <w:szCs w:val="24"/>
              </w:rPr>
            </w:pPr>
            <w:r w:rsidRPr="005725ED">
              <w:rPr>
                <w:color w:val="000000"/>
                <w:sz w:val="24"/>
                <w:szCs w:val="24"/>
              </w:rPr>
              <w:t>ДФКиС г. Москвы, ФЛГМ,</w:t>
            </w:r>
            <w:r w:rsidRPr="005725ED">
              <w:rPr>
                <w:sz w:val="24"/>
                <w:szCs w:val="24"/>
              </w:rPr>
              <w:t xml:space="preserve"> ЦФКиС ЗАО г. Москвы</w:t>
            </w:r>
          </w:p>
        </w:tc>
      </w:tr>
    </w:tbl>
    <w:p w:rsidR="00BC63F9" w:rsidRPr="005725ED" w:rsidRDefault="00BC63F9" w:rsidP="00580E2D">
      <w:pPr>
        <w:ind w:firstLine="708"/>
        <w:rPr>
          <w:b/>
          <w:color w:val="000000"/>
          <w:sz w:val="24"/>
          <w:szCs w:val="24"/>
        </w:rPr>
      </w:pPr>
    </w:p>
    <w:p w:rsidR="00BC63F9" w:rsidRPr="005725ED" w:rsidRDefault="00BC63F9" w:rsidP="009E7EB3">
      <w:pPr>
        <w:ind w:firstLine="708"/>
        <w:jc w:val="both"/>
        <w:rPr>
          <w:b/>
          <w:color w:val="000000"/>
          <w:sz w:val="24"/>
          <w:szCs w:val="24"/>
        </w:rPr>
      </w:pPr>
      <w:r w:rsidRPr="005725ED">
        <w:rPr>
          <w:b/>
          <w:color w:val="000000"/>
          <w:sz w:val="24"/>
          <w:szCs w:val="24"/>
        </w:rPr>
        <w:t>4. Требования к  участникам соревнований и условия их допуска:</w:t>
      </w:r>
    </w:p>
    <w:p w:rsidR="00BC63F9" w:rsidRPr="005725ED" w:rsidRDefault="00BC63F9" w:rsidP="009E7EB3">
      <w:pPr>
        <w:ind w:firstLine="708"/>
        <w:jc w:val="both"/>
        <w:rPr>
          <w:b/>
          <w:color w:val="000000"/>
          <w:sz w:val="24"/>
          <w:szCs w:val="24"/>
        </w:rPr>
      </w:pPr>
    </w:p>
    <w:p w:rsidR="00BC63F9" w:rsidRPr="005725ED" w:rsidRDefault="00BC63F9" w:rsidP="00BC2F88">
      <w:pPr>
        <w:numPr>
          <w:ilvl w:val="0"/>
          <w:numId w:val="42"/>
        </w:numPr>
        <w:autoSpaceDE w:val="0"/>
        <w:autoSpaceDN w:val="0"/>
        <w:adjustRightInd w:val="0"/>
        <w:jc w:val="both"/>
        <w:rPr>
          <w:color w:val="231F20"/>
          <w:sz w:val="24"/>
          <w:szCs w:val="24"/>
        </w:rPr>
      </w:pPr>
      <w:r w:rsidRPr="005725ED">
        <w:rPr>
          <w:color w:val="231F20"/>
          <w:sz w:val="24"/>
          <w:szCs w:val="24"/>
        </w:rPr>
        <w:t>юноши старшего возраста                                        1996-1997 г. р.</w:t>
      </w:r>
    </w:p>
    <w:p w:rsidR="00BC63F9" w:rsidRPr="005725ED" w:rsidRDefault="00BC63F9" w:rsidP="00BC2F88">
      <w:pPr>
        <w:numPr>
          <w:ilvl w:val="0"/>
          <w:numId w:val="42"/>
        </w:numPr>
        <w:autoSpaceDE w:val="0"/>
        <w:autoSpaceDN w:val="0"/>
        <w:adjustRightInd w:val="0"/>
        <w:jc w:val="both"/>
        <w:rPr>
          <w:color w:val="231F20"/>
          <w:sz w:val="24"/>
          <w:szCs w:val="24"/>
        </w:rPr>
      </w:pPr>
      <w:r w:rsidRPr="005725ED">
        <w:rPr>
          <w:color w:val="231F20"/>
          <w:sz w:val="24"/>
          <w:szCs w:val="24"/>
        </w:rPr>
        <w:t>юноши среднего возраста                                        1998</w:t>
      </w:r>
      <w:r w:rsidRPr="005725ED">
        <w:rPr>
          <w:color w:val="231F20"/>
          <w:sz w:val="24"/>
          <w:szCs w:val="24"/>
          <w:lang w:val="en-US"/>
        </w:rPr>
        <w:t xml:space="preserve"> </w:t>
      </w:r>
      <w:r w:rsidRPr="005725ED">
        <w:rPr>
          <w:color w:val="231F20"/>
          <w:sz w:val="24"/>
          <w:szCs w:val="24"/>
        </w:rPr>
        <w:t>и младше</w:t>
      </w:r>
    </w:p>
    <w:p w:rsidR="00BC63F9" w:rsidRPr="005725ED" w:rsidRDefault="00BC63F9" w:rsidP="00BC2F88">
      <w:pPr>
        <w:numPr>
          <w:ilvl w:val="0"/>
          <w:numId w:val="42"/>
        </w:numPr>
        <w:autoSpaceDE w:val="0"/>
        <w:autoSpaceDN w:val="0"/>
        <w:adjustRightInd w:val="0"/>
        <w:jc w:val="both"/>
        <w:rPr>
          <w:color w:val="231F20"/>
          <w:sz w:val="24"/>
          <w:szCs w:val="24"/>
        </w:rPr>
      </w:pPr>
      <w:r w:rsidRPr="005725ED">
        <w:rPr>
          <w:color w:val="231F20"/>
          <w:sz w:val="24"/>
          <w:szCs w:val="24"/>
        </w:rPr>
        <w:t>девушки старшего возраста                                     1996-1997 г. р.</w:t>
      </w:r>
    </w:p>
    <w:p w:rsidR="00BC63F9" w:rsidRPr="005725ED" w:rsidRDefault="00BC63F9" w:rsidP="00627241">
      <w:pPr>
        <w:numPr>
          <w:ilvl w:val="0"/>
          <w:numId w:val="42"/>
        </w:numPr>
        <w:autoSpaceDE w:val="0"/>
        <w:autoSpaceDN w:val="0"/>
        <w:adjustRightInd w:val="0"/>
        <w:jc w:val="both"/>
        <w:rPr>
          <w:color w:val="231F20"/>
          <w:sz w:val="24"/>
          <w:szCs w:val="24"/>
        </w:rPr>
      </w:pPr>
      <w:r w:rsidRPr="005725ED">
        <w:rPr>
          <w:color w:val="231F20"/>
          <w:sz w:val="24"/>
          <w:szCs w:val="24"/>
        </w:rPr>
        <w:t xml:space="preserve">девушки среднего возраста                                      1998 и  младше </w:t>
      </w:r>
    </w:p>
    <w:p w:rsidR="00BC63F9" w:rsidRPr="005725ED" w:rsidRDefault="00BC63F9" w:rsidP="00BC2F88">
      <w:pPr>
        <w:numPr>
          <w:ilvl w:val="0"/>
          <w:numId w:val="42"/>
        </w:numPr>
        <w:autoSpaceDE w:val="0"/>
        <w:autoSpaceDN w:val="0"/>
        <w:adjustRightInd w:val="0"/>
        <w:jc w:val="both"/>
        <w:rPr>
          <w:color w:val="231F20"/>
          <w:sz w:val="24"/>
          <w:szCs w:val="24"/>
        </w:rPr>
      </w:pPr>
      <w:r w:rsidRPr="005725ED">
        <w:rPr>
          <w:bCs/>
          <w:sz w:val="24"/>
          <w:szCs w:val="24"/>
        </w:rPr>
        <w:t>юниоры, юниорки   МЮ, ЖЮ                                 1993- 1995 г.р.</w:t>
      </w:r>
    </w:p>
    <w:p w:rsidR="00BC63F9" w:rsidRPr="005725ED" w:rsidRDefault="00BC63F9" w:rsidP="00BC2F88">
      <w:pPr>
        <w:numPr>
          <w:ilvl w:val="0"/>
          <w:numId w:val="42"/>
        </w:numPr>
        <w:rPr>
          <w:bCs/>
          <w:sz w:val="24"/>
          <w:szCs w:val="24"/>
        </w:rPr>
      </w:pPr>
      <w:r w:rsidRPr="005725ED">
        <w:rPr>
          <w:bCs/>
          <w:sz w:val="24"/>
          <w:szCs w:val="24"/>
        </w:rPr>
        <w:t xml:space="preserve">мужчины М, женщины Ж                                         1992- 1973 г.р. </w:t>
      </w:r>
    </w:p>
    <w:p w:rsidR="00BC63F9" w:rsidRPr="005725ED" w:rsidRDefault="00BC63F9" w:rsidP="00BC2F88">
      <w:pPr>
        <w:numPr>
          <w:ilvl w:val="0"/>
          <w:numId w:val="42"/>
        </w:numPr>
        <w:rPr>
          <w:bCs/>
          <w:sz w:val="24"/>
          <w:szCs w:val="24"/>
        </w:rPr>
      </w:pPr>
      <w:r w:rsidRPr="005725ED">
        <w:rPr>
          <w:bCs/>
          <w:sz w:val="24"/>
          <w:szCs w:val="24"/>
        </w:rPr>
        <w:t xml:space="preserve">мужчины  М1                                                             1972-1963 г.р. </w:t>
      </w:r>
    </w:p>
    <w:p w:rsidR="00BC63F9" w:rsidRPr="005725ED" w:rsidRDefault="00BC63F9" w:rsidP="00BC2F88">
      <w:pPr>
        <w:numPr>
          <w:ilvl w:val="0"/>
          <w:numId w:val="42"/>
        </w:numPr>
        <w:rPr>
          <w:bCs/>
          <w:sz w:val="24"/>
          <w:szCs w:val="24"/>
        </w:rPr>
      </w:pPr>
      <w:r w:rsidRPr="005725ED">
        <w:rPr>
          <w:bCs/>
          <w:sz w:val="24"/>
          <w:szCs w:val="24"/>
        </w:rPr>
        <w:t>мужчины М2                                                              19621953  г.р.</w:t>
      </w:r>
    </w:p>
    <w:p w:rsidR="00BC63F9" w:rsidRPr="005725ED" w:rsidRDefault="00BC63F9" w:rsidP="00BC2F88">
      <w:pPr>
        <w:numPr>
          <w:ilvl w:val="0"/>
          <w:numId w:val="42"/>
        </w:numPr>
        <w:rPr>
          <w:bCs/>
          <w:sz w:val="24"/>
          <w:szCs w:val="24"/>
        </w:rPr>
      </w:pPr>
      <w:r w:rsidRPr="005725ED">
        <w:rPr>
          <w:bCs/>
          <w:sz w:val="24"/>
          <w:szCs w:val="24"/>
        </w:rPr>
        <w:t>мастер М3                                                                   мужчины 1952-1943 г.р.</w:t>
      </w:r>
    </w:p>
    <w:p w:rsidR="00BC63F9" w:rsidRPr="005725ED" w:rsidRDefault="00BC63F9" w:rsidP="00601B49">
      <w:pPr>
        <w:ind w:left="720"/>
        <w:rPr>
          <w:bCs/>
          <w:sz w:val="24"/>
          <w:szCs w:val="24"/>
        </w:rPr>
      </w:pPr>
      <w:r w:rsidRPr="005725ED">
        <w:rPr>
          <w:bCs/>
          <w:sz w:val="24"/>
          <w:szCs w:val="24"/>
        </w:rPr>
        <w:t xml:space="preserve">                                                                             женщины 1962 -1953 г.р.</w:t>
      </w:r>
    </w:p>
    <w:p w:rsidR="00BC63F9" w:rsidRPr="005725ED" w:rsidRDefault="00BC63F9" w:rsidP="00BC2F88">
      <w:pPr>
        <w:numPr>
          <w:ilvl w:val="0"/>
          <w:numId w:val="46"/>
        </w:numPr>
        <w:ind w:left="284" w:hanging="284"/>
        <w:rPr>
          <w:bCs/>
          <w:sz w:val="24"/>
          <w:szCs w:val="24"/>
        </w:rPr>
      </w:pPr>
      <w:r w:rsidRPr="005725ED">
        <w:rPr>
          <w:bCs/>
          <w:sz w:val="24"/>
          <w:szCs w:val="24"/>
        </w:rPr>
        <w:t>мастер М4                                                                    мужчины 1942-1938  г.р.</w:t>
      </w:r>
    </w:p>
    <w:p w:rsidR="00BC63F9" w:rsidRPr="005725ED" w:rsidRDefault="00BC63F9" w:rsidP="00BC2F88">
      <w:pPr>
        <w:ind w:left="720"/>
        <w:rPr>
          <w:bCs/>
          <w:sz w:val="24"/>
          <w:szCs w:val="24"/>
        </w:rPr>
      </w:pPr>
      <w:r w:rsidRPr="005725ED">
        <w:rPr>
          <w:bCs/>
          <w:sz w:val="24"/>
          <w:szCs w:val="24"/>
        </w:rPr>
        <w:t xml:space="preserve">                                                                             женщины 1952 -1948 г.р.                                                                         </w:t>
      </w:r>
    </w:p>
    <w:p w:rsidR="00BC63F9" w:rsidRPr="005725ED" w:rsidRDefault="00BC63F9" w:rsidP="00BC2F88">
      <w:pPr>
        <w:numPr>
          <w:ilvl w:val="0"/>
          <w:numId w:val="46"/>
        </w:numPr>
        <w:ind w:left="284" w:hanging="284"/>
        <w:rPr>
          <w:bCs/>
          <w:sz w:val="24"/>
          <w:szCs w:val="24"/>
        </w:rPr>
      </w:pPr>
      <w:r w:rsidRPr="005725ED">
        <w:rPr>
          <w:bCs/>
          <w:sz w:val="24"/>
          <w:szCs w:val="24"/>
        </w:rPr>
        <w:t>мастер М5                                                                    мужчины 1937 г.р. и старше</w:t>
      </w:r>
    </w:p>
    <w:p w:rsidR="00BC63F9" w:rsidRDefault="00BC63F9" w:rsidP="00AC13A7">
      <w:pPr>
        <w:ind w:left="720"/>
        <w:rPr>
          <w:bCs/>
          <w:sz w:val="24"/>
          <w:szCs w:val="24"/>
        </w:rPr>
      </w:pPr>
      <w:r w:rsidRPr="005725ED">
        <w:rPr>
          <w:bCs/>
          <w:sz w:val="24"/>
          <w:szCs w:val="24"/>
        </w:rPr>
        <w:t xml:space="preserve">                                                                             женщины 1947 г.р. и старше</w:t>
      </w:r>
    </w:p>
    <w:p w:rsidR="00BC63F9" w:rsidRDefault="00BC63F9" w:rsidP="00AC13A7">
      <w:pPr>
        <w:ind w:left="720"/>
        <w:rPr>
          <w:bCs/>
          <w:sz w:val="24"/>
          <w:szCs w:val="24"/>
        </w:rPr>
      </w:pPr>
    </w:p>
    <w:p w:rsidR="00BC63F9" w:rsidRDefault="00BC63F9" w:rsidP="00AC13A7">
      <w:pPr>
        <w:ind w:left="720"/>
        <w:rPr>
          <w:bCs/>
          <w:sz w:val="24"/>
          <w:szCs w:val="24"/>
        </w:rPr>
      </w:pPr>
    </w:p>
    <w:p w:rsidR="00BC63F9" w:rsidRDefault="00BC63F9" w:rsidP="00AC13A7">
      <w:pPr>
        <w:ind w:left="720"/>
        <w:rPr>
          <w:bCs/>
          <w:sz w:val="24"/>
          <w:szCs w:val="24"/>
        </w:rPr>
      </w:pPr>
    </w:p>
    <w:p w:rsidR="00BC63F9" w:rsidRDefault="00BC63F9" w:rsidP="00AC13A7">
      <w:pPr>
        <w:ind w:left="720"/>
        <w:rPr>
          <w:bCs/>
          <w:sz w:val="24"/>
          <w:szCs w:val="24"/>
        </w:rPr>
      </w:pPr>
    </w:p>
    <w:p w:rsidR="00BC63F9" w:rsidRDefault="00BC63F9" w:rsidP="00AC13A7">
      <w:pPr>
        <w:ind w:left="720"/>
        <w:rPr>
          <w:bCs/>
          <w:sz w:val="24"/>
          <w:szCs w:val="24"/>
        </w:rPr>
      </w:pPr>
    </w:p>
    <w:p w:rsidR="00BC63F9" w:rsidRPr="005725ED" w:rsidRDefault="00BC63F9" w:rsidP="00900442">
      <w:pPr>
        <w:rPr>
          <w:bCs/>
          <w:sz w:val="24"/>
          <w:szCs w:val="24"/>
        </w:rPr>
      </w:pPr>
    </w:p>
    <w:p w:rsidR="00BC63F9" w:rsidRDefault="00BC63F9" w:rsidP="007E7616">
      <w:pPr>
        <w:ind w:firstLine="708"/>
        <w:jc w:val="both"/>
        <w:rPr>
          <w:b/>
          <w:color w:val="000000"/>
          <w:sz w:val="40"/>
          <w:szCs w:val="40"/>
        </w:rPr>
      </w:pPr>
    </w:p>
    <w:p w:rsidR="00BC63F9" w:rsidRDefault="00BC63F9" w:rsidP="00597128">
      <w:pPr>
        <w:ind w:firstLine="708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 xml:space="preserve">5. </w:t>
      </w:r>
      <w:r w:rsidRPr="00C251F5">
        <w:rPr>
          <w:b/>
          <w:color w:val="000000"/>
          <w:sz w:val="40"/>
          <w:szCs w:val="40"/>
        </w:rPr>
        <w:t>Программа соревнований</w:t>
      </w:r>
    </w:p>
    <w:p w:rsidR="00BC63F9" w:rsidRPr="00C251F5" w:rsidRDefault="00BC63F9" w:rsidP="007E7616">
      <w:pPr>
        <w:ind w:firstLine="708"/>
        <w:jc w:val="both"/>
        <w:rPr>
          <w:b/>
          <w:color w:val="000000"/>
          <w:sz w:val="40"/>
          <w:szCs w:val="40"/>
        </w:rPr>
      </w:pPr>
    </w:p>
    <w:p w:rsidR="00BC63F9" w:rsidRPr="005725ED" w:rsidRDefault="00BC63F9" w:rsidP="002B5AED">
      <w:pPr>
        <w:jc w:val="both"/>
        <w:rPr>
          <w:b/>
          <w:i/>
          <w:color w:val="000000"/>
          <w:sz w:val="24"/>
          <w:szCs w:val="24"/>
        </w:rPr>
      </w:pPr>
      <w:r w:rsidRPr="005725ED">
        <w:rPr>
          <w:color w:val="000000"/>
          <w:sz w:val="24"/>
          <w:szCs w:val="24"/>
        </w:rPr>
        <w:t xml:space="preserve">Старт на верху малого кольца 4,2 км, по адресу </w:t>
      </w:r>
      <w:r w:rsidRPr="005725ED">
        <w:rPr>
          <w:b/>
          <w:i/>
          <w:color w:val="000000"/>
          <w:sz w:val="24"/>
          <w:szCs w:val="24"/>
        </w:rPr>
        <w:t>Крылатские холмы д. 28.</w:t>
      </w:r>
    </w:p>
    <w:p w:rsidR="00BC63F9" w:rsidRPr="005725ED" w:rsidRDefault="00BC63F9" w:rsidP="007E7616">
      <w:pPr>
        <w:ind w:firstLine="708"/>
        <w:jc w:val="both"/>
        <w:rPr>
          <w:color w:val="000000"/>
          <w:sz w:val="24"/>
          <w:szCs w:val="24"/>
        </w:rPr>
      </w:pPr>
      <w:r w:rsidRPr="005725ED">
        <w:rPr>
          <w:color w:val="000000"/>
          <w:sz w:val="24"/>
          <w:szCs w:val="24"/>
        </w:rPr>
        <w:t>Раздельный старт через 15 секунд. Стиль классический</w:t>
      </w:r>
    </w:p>
    <w:p w:rsidR="00BC63F9" w:rsidRPr="005725ED" w:rsidRDefault="00BC63F9" w:rsidP="007E7616">
      <w:pPr>
        <w:ind w:firstLine="708"/>
        <w:jc w:val="both"/>
        <w:rPr>
          <w:color w:val="000000"/>
          <w:sz w:val="24"/>
          <w:szCs w:val="24"/>
        </w:rPr>
      </w:pPr>
      <w:r w:rsidRPr="005725ED">
        <w:rPr>
          <w:b/>
          <w:color w:val="000000"/>
          <w:sz w:val="40"/>
          <w:szCs w:val="40"/>
        </w:rPr>
        <w:t>9.00-10.30</w:t>
      </w:r>
      <w:r w:rsidRPr="005725ED">
        <w:rPr>
          <w:color w:val="000000"/>
          <w:sz w:val="24"/>
          <w:szCs w:val="24"/>
        </w:rPr>
        <w:t xml:space="preserve"> Регистрация и выдача номеров представителям команд ДЮСШ.</w:t>
      </w:r>
    </w:p>
    <w:p w:rsidR="00BC63F9" w:rsidRPr="00900442" w:rsidRDefault="00BC63F9" w:rsidP="007E7616">
      <w:pPr>
        <w:ind w:firstLine="708"/>
        <w:jc w:val="both"/>
        <w:rPr>
          <w:b/>
          <w:color w:val="000000"/>
          <w:sz w:val="24"/>
          <w:szCs w:val="24"/>
        </w:rPr>
      </w:pPr>
      <w:r w:rsidRPr="005725ED">
        <w:rPr>
          <w:b/>
          <w:color w:val="000000"/>
          <w:sz w:val="40"/>
          <w:szCs w:val="40"/>
        </w:rPr>
        <w:t>10.0</w:t>
      </w:r>
      <w:r>
        <w:rPr>
          <w:b/>
          <w:color w:val="000000"/>
          <w:sz w:val="40"/>
          <w:szCs w:val="40"/>
        </w:rPr>
        <w:t xml:space="preserve">0 – </w:t>
      </w:r>
      <w:r w:rsidRPr="005725ED">
        <w:rPr>
          <w:color w:val="000000"/>
          <w:sz w:val="24"/>
          <w:szCs w:val="24"/>
        </w:rPr>
        <w:t>Старт на дистанцию 4,2 км</w:t>
      </w:r>
      <w:r>
        <w:rPr>
          <w:color w:val="000000"/>
          <w:sz w:val="24"/>
          <w:szCs w:val="24"/>
        </w:rPr>
        <w:t xml:space="preserve"> (1 круг)</w:t>
      </w:r>
      <w:r w:rsidRPr="005725ED">
        <w:rPr>
          <w:color w:val="000000"/>
          <w:sz w:val="24"/>
          <w:szCs w:val="24"/>
        </w:rPr>
        <w:t xml:space="preserve"> - девушки среднего возраста </w:t>
      </w:r>
      <w:r w:rsidRPr="00900442">
        <w:rPr>
          <w:b/>
          <w:color w:val="000000"/>
          <w:sz w:val="24"/>
          <w:szCs w:val="24"/>
        </w:rPr>
        <w:t>(№1-70)</w:t>
      </w:r>
    </w:p>
    <w:p w:rsidR="00BC63F9" w:rsidRPr="00900442" w:rsidRDefault="00BC63F9" w:rsidP="007E7616">
      <w:pPr>
        <w:ind w:firstLine="708"/>
        <w:jc w:val="both"/>
        <w:rPr>
          <w:b/>
          <w:color w:val="000000"/>
          <w:sz w:val="24"/>
          <w:szCs w:val="24"/>
        </w:rPr>
      </w:pPr>
      <w:r w:rsidRPr="005725ED">
        <w:rPr>
          <w:b/>
          <w:color w:val="000000"/>
          <w:sz w:val="40"/>
          <w:szCs w:val="40"/>
        </w:rPr>
        <w:t>10.30</w:t>
      </w:r>
      <w:r>
        <w:rPr>
          <w:b/>
          <w:color w:val="000000"/>
          <w:sz w:val="40"/>
          <w:szCs w:val="40"/>
        </w:rPr>
        <w:t xml:space="preserve"> – </w:t>
      </w:r>
      <w:r w:rsidRPr="005725ED">
        <w:rPr>
          <w:color w:val="000000"/>
          <w:sz w:val="24"/>
          <w:szCs w:val="24"/>
        </w:rPr>
        <w:t>Старт на дистанции 4,2 км</w:t>
      </w:r>
      <w:r>
        <w:rPr>
          <w:color w:val="000000"/>
          <w:sz w:val="24"/>
          <w:szCs w:val="24"/>
        </w:rPr>
        <w:t xml:space="preserve"> (1 круг)</w:t>
      </w:r>
      <w:r w:rsidRPr="005725ED">
        <w:rPr>
          <w:color w:val="000000"/>
          <w:sz w:val="24"/>
          <w:szCs w:val="24"/>
        </w:rPr>
        <w:t xml:space="preserve"> - юноши среднего возраста </w:t>
      </w:r>
      <w:r w:rsidRPr="00900442">
        <w:rPr>
          <w:b/>
          <w:color w:val="000000"/>
          <w:sz w:val="24"/>
          <w:szCs w:val="24"/>
        </w:rPr>
        <w:t>(№ 71-150)</w:t>
      </w:r>
    </w:p>
    <w:p w:rsidR="00BC63F9" w:rsidRPr="00900442" w:rsidRDefault="00BC63F9" w:rsidP="007E7616">
      <w:pPr>
        <w:ind w:firstLine="708"/>
        <w:jc w:val="both"/>
        <w:rPr>
          <w:b/>
          <w:color w:val="000000"/>
          <w:sz w:val="24"/>
          <w:szCs w:val="24"/>
        </w:rPr>
      </w:pPr>
      <w:r w:rsidRPr="005725ED">
        <w:rPr>
          <w:b/>
          <w:color w:val="000000"/>
          <w:sz w:val="40"/>
          <w:szCs w:val="40"/>
        </w:rPr>
        <w:t>11.00</w:t>
      </w:r>
      <w:r w:rsidRPr="005725ED"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40"/>
          <w:szCs w:val="40"/>
        </w:rPr>
        <w:t xml:space="preserve">– </w:t>
      </w:r>
      <w:r w:rsidRPr="005725ED">
        <w:rPr>
          <w:color w:val="000000"/>
          <w:sz w:val="24"/>
          <w:szCs w:val="24"/>
        </w:rPr>
        <w:t>Старт на дистанции 4,2 км</w:t>
      </w:r>
      <w:r>
        <w:rPr>
          <w:color w:val="000000"/>
          <w:sz w:val="24"/>
          <w:szCs w:val="24"/>
        </w:rPr>
        <w:t xml:space="preserve"> (1 круг)</w:t>
      </w:r>
      <w:r w:rsidRPr="005725ED">
        <w:rPr>
          <w:color w:val="000000"/>
          <w:sz w:val="24"/>
          <w:szCs w:val="24"/>
        </w:rPr>
        <w:t xml:space="preserve"> - девушки старшего возраста </w:t>
      </w:r>
      <w:r w:rsidRPr="00900442">
        <w:rPr>
          <w:b/>
          <w:color w:val="000000"/>
          <w:sz w:val="24"/>
          <w:szCs w:val="24"/>
        </w:rPr>
        <w:t>(№ 151-200)</w:t>
      </w:r>
    </w:p>
    <w:p w:rsidR="00BC63F9" w:rsidRPr="00900442" w:rsidRDefault="00BC63F9" w:rsidP="007E7616">
      <w:pPr>
        <w:ind w:firstLine="708"/>
        <w:jc w:val="both"/>
        <w:rPr>
          <w:b/>
          <w:color w:val="000000"/>
          <w:sz w:val="24"/>
          <w:szCs w:val="24"/>
        </w:rPr>
      </w:pPr>
      <w:r w:rsidRPr="005725ED">
        <w:rPr>
          <w:b/>
          <w:color w:val="000000"/>
          <w:sz w:val="40"/>
          <w:szCs w:val="40"/>
        </w:rPr>
        <w:t>11.30</w:t>
      </w:r>
      <w:r w:rsidRPr="005725ED"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40"/>
          <w:szCs w:val="40"/>
        </w:rPr>
        <w:t xml:space="preserve">– </w:t>
      </w:r>
      <w:r w:rsidRPr="005725ED">
        <w:rPr>
          <w:color w:val="000000"/>
          <w:sz w:val="24"/>
          <w:szCs w:val="24"/>
        </w:rPr>
        <w:t xml:space="preserve">Старт на дистанцию 8,4 км -  юноши старшего возраста </w:t>
      </w:r>
      <w:r w:rsidRPr="00900442">
        <w:rPr>
          <w:b/>
          <w:color w:val="000000"/>
          <w:sz w:val="24"/>
          <w:szCs w:val="24"/>
        </w:rPr>
        <w:t>(№ 201-300)</w:t>
      </w:r>
    </w:p>
    <w:p w:rsidR="00BC63F9" w:rsidRDefault="00BC63F9" w:rsidP="00C251F5">
      <w:pPr>
        <w:pStyle w:val="BodyText"/>
        <w:ind w:firstLine="709"/>
        <w:jc w:val="both"/>
        <w:rPr>
          <w:b/>
          <w:color w:val="000000"/>
          <w:sz w:val="24"/>
          <w:szCs w:val="24"/>
        </w:rPr>
      </w:pPr>
    </w:p>
    <w:p w:rsidR="00BC63F9" w:rsidRPr="00C251F5" w:rsidRDefault="00BC63F9" w:rsidP="00C251F5">
      <w:pPr>
        <w:pStyle w:val="BodyText"/>
        <w:ind w:firstLine="709"/>
        <w:jc w:val="both"/>
        <w:rPr>
          <w:color w:val="000000"/>
          <w:sz w:val="24"/>
          <w:szCs w:val="24"/>
        </w:rPr>
      </w:pPr>
      <w:r w:rsidRPr="005725ED">
        <w:rPr>
          <w:b/>
          <w:color w:val="000000"/>
          <w:sz w:val="24"/>
          <w:szCs w:val="24"/>
        </w:rPr>
        <w:t>Награждение</w:t>
      </w:r>
      <w:r w:rsidRPr="005725ED">
        <w:rPr>
          <w:color w:val="000000"/>
          <w:sz w:val="24"/>
          <w:szCs w:val="24"/>
        </w:rPr>
        <w:t xml:space="preserve"> призеров и победителей открытого Первенства Москвы по лыжероллерам среди девушек и юноше</w:t>
      </w:r>
      <w:r>
        <w:rPr>
          <w:color w:val="000000"/>
          <w:sz w:val="24"/>
          <w:szCs w:val="24"/>
        </w:rPr>
        <w:t xml:space="preserve">й среднего и старшего возрастов состоится </w:t>
      </w:r>
      <w:r w:rsidRPr="005725ED">
        <w:rPr>
          <w:color w:val="000000"/>
          <w:sz w:val="24"/>
          <w:szCs w:val="24"/>
        </w:rPr>
        <w:t>сразу после финиша в подгруппе</w:t>
      </w:r>
      <w:r>
        <w:rPr>
          <w:color w:val="000000"/>
          <w:sz w:val="24"/>
          <w:szCs w:val="24"/>
        </w:rPr>
        <w:t>.</w:t>
      </w:r>
      <w:r w:rsidRPr="005725ED">
        <w:rPr>
          <w:color w:val="000000"/>
          <w:sz w:val="24"/>
          <w:szCs w:val="24"/>
        </w:rPr>
        <w:t xml:space="preserve"> </w:t>
      </w:r>
    </w:p>
    <w:p w:rsidR="00BC63F9" w:rsidRDefault="00BC63F9" w:rsidP="00597128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</w:p>
    <w:p w:rsidR="00BC63F9" w:rsidRPr="00597128" w:rsidRDefault="00BC63F9" w:rsidP="00C251F5">
      <w:pPr>
        <w:autoSpaceDE w:val="0"/>
        <w:autoSpaceDN w:val="0"/>
        <w:adjustRightInd w:val="0"/>
        <w:ind w:firstLine="567"/>
        <w:jc w:val="both"/>
        <w:rPr>
          <w:b/>
          <w:i/>
          <w:sz w:val="24"/>
          <w:szCs w:val="24"/>
        </w:rPr>
      </w:pPr>
      <w:r w:rsidRPr="00C251F5">
        <w:rPr>
          <w:b/>
          <w:color w:val="000000"/>
          <w:sz w:val="24"/>
          <w:szCs w:val="24"/>
        </w:rPr>
        <w:t>Награждение</w:t>
      </w:r>
      <w:r w:rsidRPr="00C251F5">
        <w:rPr>
          <w:color w:val="000000"/>
          <w:sz w:val="24"/>
          <w:szCs w:val="24"/>
        </w:rPr>
        <w:t xml:space="preserve"> призеров и победителей по общему зачету Фестиваля лыжероллерных дисциплин - 2013 среди юношей (Ю) и девушек (Д) состоится </w:t>
      </w:r>
      <w:r w:rsidRPr="00C251F5">
        <w:rPr>
          <w:b/>
          <w:color w:val="000000"/>
          <w:sz w:val="24"/>
          <w:szCs w:val="24"/>
        </w:rPr>
        <w:t>6 октября 2013 г в 13.30</w:t>
      </w:r>
      <w:r>
        <w:rPr>
          <w:color w:val="000000"/>
          <w:sz w:val="24"/>
          <w:szCs w:val="24"/>
        </w:rPr>
        <w:t xml:space="preserve"> </w:t>
      </w:r>
      <w:r w:rsidRPr="00C251F5">
        <w:rPr>
          <w:color w:val="000000"/>
          <w:sz w:val="24"/>
          <w:szCs w:val="24"/>
        </w:rPr>
        <w:t>на соревнованиях по кроссу в Олимпийской деревне</w:t>
      </w:r>
      <w:r>
        <w:rPr>
          <w:color w:val="000000"/>
          <w:sz w:val="24"/>
          <w:szCs w:val="24"/>
        </w:rPr>
        <w:t xml:space="preserve"> - 80</w:t>
      </w:r>
      <w:r w:rsidRPr="00C251F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 адресу: г. </w:t>
      </w:r>
      <w:r w:rsidRPr="00C251F5">
        <w:rPr>
          <w:sz w:val="24"/>
          <w:szCs w:val="24"/>
        </w:rPr>
        <w:t>Москва, Мичуринский пр., стр. 1</w:t>
      </w:r>
      <w:r>
        <w:rPr>
          <w:sz w:val="24"/>
          <w:szCs w:val="24"/>
        </w:rPr>
        <w:t xml:space="preserve">. </w:t>
      </w:r>
      <w:r w:rsidRPr="00597128">
        <w:rPr>
          <w:b/>
          <w:i/>
          <w:sz w:val="24"/>
          <w:szCs w:val="24"/>
        </w:rPr>
        <w:t>Участие в церемонии награждения обязательно, иначе призы не будут доставлены до владельцев!!!</w:t>
      </w:r>
    </w:p>
    <w:p w:rsidR="00BC63F9" w:rsidRDefault="00BC63F9" w:rsidP="00C251F5">
      <w:pPr>
        <w:pStyle w:val="BodyText"/>
        <w:pBdr>
          <w:bottom w:val="single" w:sz="12" w:space="1" w:color="auto"/>
        </w:pBdr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Информация об итогах Фестиваля - 2013 будет размещена </w:t>
      </w:r>
    </w:p>
    <w:p w:rsidR="00BC63F9" w:rsidRDefault="00BC63F9" w:rsidP="00C251F5">
      <w:pPr>
        <w:pStyle w:val="BodyText"/>
        <w:pBdr>
          <w:bottom w:val="single" w:sz="12" w:space="1" w:color="auto"/>
        </w:pBdr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 октября 2013 года в 20.00 на сайтах:</w:t>
      </w:r>
    </w:p>
    <w:p w:rsidR="00BC63F9" w:rsidRPr="00597128" w:rsidRDefault="00BC63F9" w:rsidP="00597128">
      <w:pPr>
        <w:pStyle w:val="BodyText"/>
        <w:pBdr>
          <w:bottom w:val="single" w:sz="12" w:space="1" w:color="auto"/>
        </w:pBdr>
        <w:ind w:firstLine="709"/>
        <w:rPr>
          <w:color w:val="000000"/>
          <w:sz w:val="24"/>
          <w:szCs w:val="24"/>
        </w:rPr>
      </w:pPr>
      <w:hyperlink r:id="rId7" w:history="1">
        <w:r w:rsidRPr="00597128">
          <w:rPr>
            <w:rStyle w:val="Hyperlink"/>
            <w:sz w:val="24"/>
            <w:szCs w:val="24"/>
          </w:rPr>
          <w:t>http://www.skisport.ru/</w:t>
        </w:r>
      </w:hyperlink>
      <w:r w:rsidRPr="00597128">
        <w:rPr>
          <w:color w:val="000000"/>
          <w:sz w:val="24"/>
          <w:szCs w:val="24"/>
        </w:rPr>
        <w:t xml:space="preserve">  и </w:t>
      </w:r>
      <w:hyperlink r:id="rId8" w:history="1">
        <w:r w:rsidRPr="00597128">
          <w:rPr>
            <w:rStyle w:val="Hyperlink"/>
            <w:sz w:val="24"/>
            <w:szCs w:val="24"/>
          </w:rPr>
          <w:t>http://www.flgm.ru/</w:t>
        </w:r>
      </w:hyperlink>
    </w:p>
    <w:p w:rsidR="00BC63F9" w:rsidRPr="00D36509" w:rsidRDefault="00BC63F9" w:rsidP="002B5AED">
      <w:pPr>
        <w:ind w:firstLine="708"/>
        <w:jc w:val="both"/>
        <w:rPr>
          <w:sz w:val="24"/>
          <w:szCs w:val="24"/>
        </w:rPr>
      </w:pPr>
      <w:r w:rsidRPr="00900442">
        <w:rPr>
          <w:b/>
          <w:sz w:val="40"/>
          <w:szCs w:val="40"/>
        </w:rPr>
        <w:t>11.30-15.30</w:t>
      </w:r>
      <w:r>
        <w:rPr>
          <w:sz w:val="24"/>
          <w:szCs w:val="24"/>
        </w:rPr>
        <w:t xml:space="preserve"> Регистрация, </w:t>
      </w:r>
      <w:r w:rsidRPr="005725ED">
        <w:rPr>
          <w:sz w:val="24"/>
          <w:szCs w:val="24"/>
        </w:rPr>
        <w:t xml:space="preserve">выдача номеров </w:t>
      </w:r>
      <w:r>
        <w:rPr>
          <w:sz w:val="24"/>
          <w:szCs w:val="24"/>
        </w:rPr>
        <w:t>и лыжероллеров</w:t>
      </w:r>
      <w:r w:rsidRPr="005725ED">
        <w:rPr>
          <w:sz w:val="24"/>
          <w:szCs w:val="24"/>
        </w:rPr>
        <w:t xml:space="preserve"> SKI GO </w:t>
      </w:r>
      <w:r w:rsidRPr="00D36509">
        <w:rPr>
          <w:sz w:val="24"/>
          <w:szCs w:val="24"/>
        </w:rPr>
        <w:t>(Предоставляет компания «ВестЛайнСпорт»)</w:t>
      </w:r>
    </w:p>
    <w:p w:rsidR="00BC63F9" w:rsidRPr="00900442" w:rsidRDefault="00BC63F9" w:rsidP="00627241">
      <w:pPr>
        <w:ind w:firstLine="708"/>
        <w:jc w:val="both"/>
        <w:rPr>
          <w:b/>
          <w:color w:val="000000"/>
          <w:sz w:val="24"/>
          <w:szCs w:val="24"/>
        </w:rPr>
      </w:pPr>
      <w:r w:rsidRPr="00900442">
        <w:rPr>
          <w:b/>
          <w:color w:val="000000"/>
          <w:sz w:val="40"/>
          <w:szCs w:val="40"/>
        </w:rPr>
        <w:t>13.30</w:t>
      </w:r>
      <w:r w:rsidRPr="005725ED"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40"/>
          <w:szCs w:val="40"/>
        </w:rPr>
        <w:t xml:space="preserve">– </w:t>
      </w:r>
      <w:r>
        <w:rPr>
          <w:color w:val="000000"/>
          <w:sz w:val="24"/>
          <w:szCs w:val="24"/>
        </w:rPr>
        <w:t>Старт на дистанцию 4,</w:t>
      </w:r>
      <w:r w:rsidRPr="005725ED">
        <w:rPr>
          <w:color w:val="000000"/>
          <w:sz w:val="24"/>
          <w:szCs w:val="24"/>
        </w:rPr>
        <w:t xml:space="preserve">2 км </w:t>
      </w:r>
      <w:r>
        <w:rPr>
          <w:color w:val="000000"/>
          <w:sz w:val="24"/>
          <w:szCs w:val="24"/>
        </w:rPr>
        <w:t xml:space="preserve"> (1 круг) </w:t>
      </w:r>
      <w:r w:rsidRPr="005725ED">
        <w:rPr>
          <w:color w:val="000000"/>
          <w:sz w:val="24"/>
          <w:szCs w:val="24"/>
        </w:rPr>
        <w:t xml:space="preserve">-  М5, М4, </w:t>
      </w:r>
      <w:r w:rsidRPr="00900442">
        <w:rPr>
          <w:b/>
          <w:color w:val="000000"/>
          <w:sz w:val="24"/>
          <w:szCs w:val="24"/>
        </w:rPr>
        <w:t>(№ 1-50)</w:t>
      </w:r>
    </w:p>
    <w:p w:rsidR="00BC63F9" w:rsidRPr="00900442" w:rsidRDefault="00BC63F9" w:rsidP="007E7616">
      <w:pPr>
        <w:ind w:firstLine="708"/>
        <w:jc w:val="both"/>
        <w:rPr>
          <w:b/>
          <w:color w:val="000000"/>
          <w:sz w:val="24"/>
          <w:szCs w:val="24"/>
        </w:rPr>
      </w:pPr>
      <w:r w:rsidRPr="00900442">
        <w:rPr>
          <w:b/>
          <w:color w:val="000000"/>
          <w:sz w:val="40"/>
          <w:szCs w:val="40"/>
        </w:rPr>
        <w:t>14.00</w:t>
      </w:r>
      <w:r>
        <w:rPr>
          <w:b/>
          <w:color w:val="000000"/>
          <w:sz w:val="40"/>
          <w:szCs w:val="40"/>
        </w:rPr>
        <w:t xml:space="preserve"> – </w:t>
      </w:r>
      <w:r w:rsidRPr="005725ED">
        <w:rPr>
          <w:color w:val="000000"/>
          <w:sz w:val="24"/>
          <w:szCs w:val="24"/>
        </w:rPr>
        <w:t>Старт на дистанцию  8,4 км</w:t>
      </w:r>
      <w:r>
        <w:rPr>
          <w:color w:val="000000"/>
          <w:sz w:val="24"/>
          <w:szCs w:val="24"/>
        </w:rPr>
        <w:t xml:space="preserve"> (2 круга)</w:t>
      </w:r>
      <w:r w:rsidRPr="005725ED">
        <w:rPr>
          <w:color w:val="000000"/>
          <w:sz w:val="24"/>
          <w:szCs w:val="24"/>
        </w:rPr>
        <w:t xml:space="preserve"> - женщины, юниорки, М3</w:t>
      </w:r>
      <w:r w:rsidRPr="005725ED">
        <w:rPr>
          <w:b/>
          <w:color w:val="000000"/>
          <w:sz w:val="24"/>
          <w:szCs w:val="24"/>
        </w:rPr>
        <w:t xml:space="preserve">, </w:t>
      </w:r>
      <w:r w:rsidRPr="00900442">
        <w:rPr>
          <w:b/>
          <w:color w:val="000000"/>
          <w:sz w:val="24"/>
          <w:szCs w:val="24"/>
        </w:rPr>
        <w:t>(№ 51-100)</w:t>
      </w:r>
    </w:p>
    <w:p w:rsidR="00BC63F9" w:rsidRPr="00900442" w:rsidRDefault="00BC63F9" w:rsidP="007E7616">
      <w:pPr>
        <w:ind w:firstLine="708"/>
        <w:jc w:val="both"/>
        <w:rPr>
          <w:b/>
          <w:color w:val="000000"/>
          <w:sz w:val="24"/>
          <w:szCs w:val="24"/>
        </w:rPr>
      </w:pPr>
      <w:r w:rsidRPr="00900442">
        <w:rPr>
          <w:b/>
          <w:color w:val="000000"/>
          <w:sz w:val="40"/>
          <w:szCs w:val="40"/>
        </w:rPr>
        <w:t>15.00</w:t>
      </w:r>
      <w:r w:rsidRPr="005725ED"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40"/>
          <w:szCs w:val="40"/>
        </w:rPr>
        <w:t xml:space="preserve">– </w:t>
      </w:r>
      <w:r w:rsidRPr="005725ED">
        <w:rPr>
          <w:color w:val="000000"/>
          <w:sz w:val="24"/>
          <w:szCs w:val="24"/>
        </w:rPr>
        <w:t xml:space="preserve">Старт на дистанцию 12,6 км </w:t>
      </w:r>
      <w:r>
        <w:rPr>
          <w:color w:val="000000"/>
          <w:sz w:val="24"/>
          <w:szCs w:val="24"/>
        </w:rPr>
        <w:t xml:space="preserve">(3 круга) </w:t>
      </w:r>
      <w:r w:rsidRPr="005725ED">
        <w:rPr>
          <w:color w:val="000000"/>
          <w:sz w:val="24"/>
          <w:szCs w:val="24"/>
        </w:rPr>
        <w:t>- юниоры, М2</w:t>
      </w:r>
      <w:r w:rsidRPr="005725ED">
        <w:rPr>
          <w:b/>
          <w:color w:val="000000"/>
          <w:sz w:val="24"/>
          <w:szCs w:val="24"/>
        </w:rPr>
        <w:t xml:space="preserve">, </w:t>
      </w:r>
      <w:r w:rsidRPr="00900442">
        <w:rPr>
          <w:b/>
          <w:color w:val="000000"/>
          <w:sz w:val="24"/>
          <w:szCs w:val="24"/>
        </w:rPr>
        <w:t>(№ 101-200)</w:t>
      </w:r>
    </w:p>
    <w:p w:rsidR="00BC63F9" w:rsidRPr="00A5447E" w:rsidRDefault="00BC63F9" w:rsidP="00A5447E">
      <w:pPr>
        <w:ind w:firstLine="708"/>
        <w:jc w:val="both"/>
        <w:rPr>
          <w:color w:val="000000"/>
          <w:sz w:val="24"/>
          <w:szCs w:val="24"/>
        </w:rPr>
      </w:pPr>
      <w:r w:rsidRPr="00900442">
        <w:rPr>
          <w:b/>
          <w:color w:val="000000"/>
          <w:sz w:val="40"/>
          <w:szCs w:val="40"/>
        </w:rPr>
        <w:t>16.00</w:t>
      </w: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40"/>
          <w:szCs w:val="40"/>
        </w:rPr>
        <w:t>–</w:t>
      </w:r>
      <w:r w:rsidRPr="005725ED">
        <w:rPr>
          <w:color w:val="000000"/>
          <w:sz w:val="24"/>
          <w:szCs w:val="24"/>
        </w:rPr>
        <w:t xml:space="preserve"> Старт на дистанцию 17,4 км</w:t>
      </w:r>
      <w:r>
        <w:rPr>
          <w:color w:val="000000"/>
          <w:sz w:val="24"/>
          <w:szCs w:val="24"/>
        </w:rPr>
        <w:t xml:space="preserve"> (4 круга)</w:t>
      </w:r>
      <w:r w:rsidRPr="005725ED">
        <w:rPr>
          <w:color w:val="000000"/>
          <w:sz w:val="24"/>
          <w:szCs w:val="24"/>
        </w:rPr>
        <w:t xml:space="preserve"> -  М1, мужчины</w:t>
      </w:r>
      <w:r w:rsidRPr="005725ED">
        <w:rPr>
          <w:b/>
          <w:color w:val="000000"/>
          <w:sz w:val="24"/>
          <w:szCs w:val="24"/>
        </w:rPr>
        <w:t xml:space="preserve">, </w:t>
      </w:r>
      <w:r w:rsidRPr="00900442">
        <w:rPr>
          <w:b/>
          <w:color w:val="000000"/>
          <w:sz w:val="24"/>
          <w:szCs w:val="24"/>
        </w:rPr>
        <w:t>(№ 201-300)</w:t>
      </w:r>
      <w:r w:rsidRPr="005725ED">
        <w:rPr>
          <w:color w:val="000000"/>
          <w:sz w:val="24"/>
          <w:szCs w:val="24"/>
        </w:rPr>
        <w:t xml:space="preserve">               </w:t>
      </w:r>
    </w:p>
    <w:p w:rsidR="00BC63F9" w:rsidRDefault="00BC63F9" w:rsidP="00C251F5">
      <w:pPr>
        <w:pStyle w:val="BodyText"/>
        <w:ind w:firstLine="567"/>
        <w:jc w:val="both"/>
        <w:rPr>
          <w:b/>
          <w:color w:val="000000"/>
          <w:sz w:val="24"/>
          <w:szCs w:val="24"/>
        </w:rPr>
      </w:pPr>
    </w:p>
    <w:p w:rsidR="00BC63F9" w:rsidRDefault="00BC63F9" w:rsidP="00C251F5">
      <w:pPr>
        <w:pStyle w:val="BodyText"/>
        <w:ind w:firstLine="567"/>
        <w:jc w:val="both"/>
        <w:rPr>
          <w:color w:val="000000"/>
          <w:sz w:val="24"/>
          <w:szCs w:val="24"/>
        </w:rPr>
      </w:pPr>
      <w:r w:rsidRPr="005725ED">
        <w:rPr>
          <w:b/>
          <w:color w:val="000000"/>
          <w:sz w:val="24"/>
          <w:szCs w:val="24"/>
        </w:rPr>
        <w:t xml:space="preserve">Награждение </w:t>
      </w:r>
      <w:r w:rsidRPr="005725ED">
        <w:rPr>
          <w:color w:val="000000"/>
          <w:sz w:val="24"/>
          <w:szCs w:val="24"/>
        </w:rPr>
        <w:t xml:space="preserve">призеров и победителей заключительного этапа Фестиваля лыжероллерных дисциплин </w:t>
      </w:r>
      <w:r>
        <w:rPr>
          <w:color w:val="000000"/>
          <w:sz w:val="24"/>
          <w:szCs w:val="24"/>
        </w:rPr>
        <w:t xml:space="preserve">состоится </w:t>
      </w:r>
      <w:r w:rsidRPr="005725ED">
        <w:rPr>
          <w:color w:val="000000"/>
          <w:sz w:val="24"/>
          <w:szCs w:val="24"/>
        </w:rPr>
        <w:t>сразу после финиша в подгруппе</w:t>
      </w:r>
      <w:r>
        <w:rPr>
          <w:color w:val="000000"/>
          <w:sz w:val="24"/>
          <w:szCs w:val="24"/>
        </w:rPr>
        <w:t>.</w:t>
      </w:r>
    </w:p>
    <w:p w:rsidR="00BC63F9" w:rsidRPr="00A5447E" w:rsidRDefault="00BC63F9" w:rsidP="00C251F5">
      <w:pPr>
        <w:pStyle w:val="BodyText"/>
        <w:ind w:firstLine="567"/>
        <w:jc w:val="both"/>
        <w:rPr>
          <w:color w:val="000000"/>
          <w:sz w:val="24"/>
          <w:szCs w:val="24"/>
        </w:rPr>
      </w:pPr>
    </w:p>
    <w:p w:rsidR="00BC63F9" w:rsidRDefault="00BC63F9" w:rsidP="00C251F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251F5">
        <w:rPr>
          <w:b/>
          <w:color w:val="000000"/>
          <w:sz w:val="24"/>
          <w:szCs w:val="24"/>
        </w:rPr>
        <w:t>Награждение</w:t>
      </w:r>
      <w:r w:rsidRPr="00C251F5">
        <w:rPr>
          <w:color w:val="000000"/>
          <w:sz w:val="24"/>
          <w:szCs w:val="24"/>
        </w:rPr>
        <w:t xml:space="preserve"> призеров и победителей по общему зачету Фестиваля лыжероллерных дисциплин - 2013 среди </w:t>
      </w:r>
      <w:r>
        <w:rPr>
          <w:color w:val="000000"/>
          <w:sz w:val="24"/>
          <w:szCs w:val="24"/>
        </w:rPr>
        <w:t xml:space="preserve">юниоров, юниорок, спортсменов основного возраста и ветеранов </w:t>
      </w:r>
      <w:r w:rsidRPr="00C251F5">
        <w:rPr>
          <w:color w:val="000000"/>
          <w:sz w:val="24"/>
          <w:szCs w:val="24"/>
        </w:rPr>
        <w:t xml:space="preserve">состоится </w:t>
      </w:r>
      <w:r w:rsidRPr="00C251F5">
        <w:rPr>
          <w:b/>
          <w:color w:val="000000"/>
          <w:sz w:val="24"/>
          <w:szCs w:val="24"/>
        </w:rPr>
        <w:t>6 октября 2013 г в 1</w:t>
      </w:r>
      <w:r>
        <w:rPr>
          <w:b/>
          <w:color w:val="000000"/>
          <w:sz w:val="24"/>
          <w:szCs w:val="24"/>
        </w:rPr>
        <w:t>5</w:t>
      </w:r>
      <w:r w:rsidRPr="00C251F5">
        <w:rPr>
          <w:b/>
          <w:color w:val="000000"/>
          <w:sz w:val="24"/>
          <w:szCs w:val="24"/>
        </w:rPr>
        <w:t>.30</w:t>
      </w:r>
      <w:r>
        <w:rPr>
          <w:color w:val="000000"/>
          <w:sz w:val="24"/>
          <w:szCs w:val="24"/>
        </w:rPr>
        <w:t xml:space="preserve"> </w:t>
      </w:r>
      <w:r w:rsidRPr="00C251F5">
        <w:rPr>
          <w:color w:val="000000"/>
          <w:sz w:val="24"/>
          <w:szCs w:val="24"/>
        </w:rPr>
        <w:t>на соревнованиях по кроссу в Олимпийской деревне</w:t>
      </w:r>
      <w:r>
        <w:rPr>
          <w:color w:val="000000"/>
          <w:sz w:val="24"/>
          <w:szCs w:val="24"/>
        </w:rPr>
        <w:t xml:space="preserve"> - 80</w:t>
      </w:r>
      <w:r w:rsidRPr="00C251F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 адресу: г. </w:t>
      </w:r>
      <w:r w:rsidRPr="00C251F5">
        <w:rPr>
          <w:sz w:val="24"/>
          <w:szCs w:val="24"/>
        </w:rPr>
        <w:t>Москва, Мичуринский пр., стр. 1</w:t>
      </w:r>
      <w:r>
        <w:rPr>
          <w:sz w:val="24"/>
          <w:szCs w:val="24"/>
        </w:rPr>
        <w:t>.</w:t>
      </w:r>
    </w:p>
    <w:p w:rsidR="00BC63F9" w:rsidRPr="00597128" w:rsidRDefault="00BC63F9" w:rsidP="00597128">
      <w:pPr>
        <w:autoSpaceDE w:val="0"/>
        <w:autoSpaceDN w:val="0"/>
        <w:adjustRightInd w:val="0"/>
        <w:ind w:firstLine="567"/>
        <w:jc w:val="both"/>
        <w:rPr>
          <w:b/>
          <w:i/>
          <w:sz w:val="24"/>
          <w:szCs w:val="24"/>
        </w:rPr>
      </w:pPr>
      <w:r w:rsidRPr="00597128">
        <w:rPr>
          <w:b/>
          <w:i/>
          <w:sz w:val="24"/>
          <w:szCs w:val="24"/>
        </w:rPr>
        <w:t>Участие в церемонии награждения обязательно, иначе призы не будут доставлены до владельцев!!!</w:t>
      </w:r>
    </w:p>
    <w:p w:rsidR="00BC63F9" w:rsidRDefault="00BC63F9" w:rsidP="00597128">
      <w:pPr>
        <w:pStyle w:val="BodyText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Информация об итогах Фестиваля - 2013 будет размещена </w:t>
      </w:r>
    </w:p>
    <w:p w:rsidR="00BC63F9" w:rsidRDefault="00BC63F9" w:rsidP="00597128">
      <w:pPr>
        <w:pStyle w:val="BodyText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 октября 2013 года в 20.00 на сайтах:</w:t>
      </w:r>
    </w:p>
    <w:p w:rsidR="00BC63F9" w:rsidRDefault="00BC63F9" w:rsidP="00597128">
      <w:pPr>
        <w:pStyle w:val="BodyText"/>
        <w:ind w:firstLine="709"/>
        <w:rPr>
          <w:color w:val="000000"/>
          <w:sz w:val="24"/>
          <w:szCs w:val="24"/>
        </w:rPr>
      </w:pPr>
      <w:hyperlink r:id="rId9" w:history="1">
        <w:r w:rsidRPr="00597128">
          <w:rPr>
            <w:rStyle w:val="Hyperlink"/>
            <w:sz w:val="24"/>
            <w:szCs w:val="24"/>
          </w:rPr>
          <w:t>http://www.skisport.ru/</w:t>
        </w:r>
      </w:hyperlink>
      <w:r w:rsidRPr="00597128">
        <w:rPr>
          <w:color w:val="000000"/>
          <w:sz w:val="24"/>
          <w:szCs w:val="24"/>
        </w:rPr>
        <w:t xml:space="preserve">  и </w:t>
      </w:r>
      <w:r>
        <w:rPr>
          <w:color w:val="000000"/>
          <w:sz w:val="24"/>
          <w:szCs w:val="24"/>
        </w:rPr>
        <w:t xml:space="preserve"> </w:t>
      </w:r>
      <w:hyperlink r:id="rId10" w:history="1">
        <w:r w:rsidRPr="00EE1858">
          <w:rPr>
            <w:rStyle w:val="Hyperlink"/>
            <w:sz w:val="24"/>
            <w:szCs w:val="24"/>
          </w:rPr>
          <w:t>http://www.flgm.ru/</w:t>
        </w:r>
      </w:hyperlink>
    </w:p>
    <w:p w:rsidR="00BC63F9" w:rsidRDefault="00BC63F9" w:rsidP="00597128">
      <w:pPr>
        <w:pStyle w:val="BodyText"/>
        <w:jc w:val="left"/>
        <w:rPr>
          <w:b/>
          <w:color w:val="000000"/>
          <w:sz w:val="24"/>
          <w:szCs w:val="24"/>
        </w:rPr>
      </w:pPr>
    </w:p>
    <w:p w:rsidR="00BC63F9" w:rsidRDefault="00BC63F9" w:rsidP="00A96340">
      <w:pPr>
        <w:pStyle w:val="BodyText"/>
        <w:ind w:firstLine="709"/>
        <w:jc w:val="left"/>
        <w:rPr>
          <w:color w:val="000000"/>
          <w:sz w:val="24"/>
          <w:szCs w:val="24"/>
        </w:rPr>
      </w:pPr>
    </w:p>
    <w:p w:rsidR="00BC63F9" w:rsidRDefault="00BC63F9" w:rsidP="00A96340">
      <w:pPr>
        <w:pStyle w:val="BodyText"/>
        <w:ind w:firstLine="709"/>
        <w:jc w:val="left"/>
        <w:rPr>
          <w:color w:val="000000"/>
          <w:sz w:val="24"/>
          <w:szCs w:val="24"/>
        </w:rPr>
      </w:pPr>
    </w:p>
    <w:p w:rsidR="00BC63F9" w:rsidRDefault="00BC63F9" w:rsidP="00A96340">
      <w:pPr>
        <w:pStyle w:val="BodyText"/>
        <w:ind w:firstLine="709"/>
        <w:jc w:val="left"/>
        <w:rPr>
          <w:color w:val="000000"/>
          <w:sz w:val="24"/>
          <w:szCs w:val="24"/>
        </w:rPr>
      </w:pPr>
    </w:p>
    <w:p w:rsidR="00BC63F9" w:rsidRDefault="00BC63F9" w:rsidP="00A96340">
      <w:pPr>
        <w:pStyle w:val="BodyText"/>
        <w:ind w:firstLine="709"/>
        <w:jc w:val="left"/>
        <w:rPr>
          <w:color w:val="000000"/>
          <w:sz w:val="24"/>
          <w:szCs w:val="24"/>
        </w:rPr>
      </w:pPr>
    </w:p>
    <w:p w:rsidR="00BC63F9" w:rsidRPr="005725ED" w:rsidRDefault="00BC63F9" w:rsidP="00A96340">
      <w:pPr>
        <w:pStyle w:val="BodyText"/>
        <w:ind w:firstLine="709"/>
        <w:jc w:val="left"/>
        <w:rPr>
          <w:b/>
          <w:color w:val="000000"/>
          <w:sz w:val="24"/>
          <w:szCs w:val="24"/>
        </w:rPr>
      </w:pPr>
      <w:r w:rsidRPr="005725ED">
        <w:rPr>
          <w:b/>
          <w:color w:val="000000"/>
          <w:sz w:val="24"/>
          <w:szCs w:val="24"/>
        </w:rPr>
        <w:t>6. Награждение</w:t>
      </w:r>
    </w:p>
    <w:p w:rsidR="00BC63F9" w:rsidRPr="005725ED" w:rsidRDefault="00BC63F9" w:rsidP="00A96340">
      <w:pPr>
        <w:pStyle w:val="BodyText"/>
        <w:ind w:firstLine="709"/>
        <w:jc w:val="left"/>
        <w:rPr>
          <w:b/>
          <w:color w:val="000000"/>
          <w:sz w:val="24"/>
          <w:szCs w:val="24"/>
        </w:rPr>
      </w:pPr>
    </w:p>
    <w:p w:rsidR="00BC63F9" w:rsidRPr="00D36509" w:rsidRDefault="00BC63F9" w:rsidP="00A96340">
      <w:pPr>
        <w:pStyle w:val="BodyText3"/>
        <w:ind w:firstLine="540"/>
        <w:rPr>
          <w:sz w:val="24"/>
          <w:szCs w:val="24"/>
        </w:rPr>
      </w:pPr>
      <w:r w:rsidRPr="005725ED">
        <w:rPr>
          <w:sz w:val="24"/>
          <w:szCs w:val="24"/>
        </w:rPr>
        <w:t>Победители и призеры в каждой возрастной группе награждаются медалями и грамотами ДФКиС г. Москвы и ЦФКиС ЗАО г. Москвы, призами от спонсоров</w:t>
      </w:r>
      <w:r>
        <w:rPr>
          <w:sz w:val="24"/>
          <w:szCs w:val="24"/>
        </w:rPr>
        <w:t xml:space="preserve"> </w:t>
      </w:r>
      <w:r w:rsidRPr="00D36509">
        <w:rPr>
          <w:sz w:val="24"/>
          <w:szCs w:val="24"/>
        </w:rPr>
        <w:t>(Московская ореховая компания, Лыжный мир, Ювента спорт, ВестЛайнСпорт)</w:t>
      </w:r>
    </w:p>
    <w:p w:rsidR="00BC63F9" w:rsidRPr="00D36509" w:rsidRDefault="00BC63F9" w:rsidP="00A96340">
      <w:pPr>
        <w:ind w:firstLine="709"/>
        <w:rPr>
          <w:b/>
          <w:sz w:val="24"/>
          <w:szCs w:val="24"/>
        </w:rPr>
      </w:pPr>
    </w:p>
    <w:p w:rsidR="00BC63F9" w:rsidRPr="005725ED" w:rsidRDefault="00BC63F9" w:rsidP="00627241">
      <w:pPr>
        <w:autoSpaceDE w:val="0"/>
        <w:autoSpaceDN w:val="0"/>
        <w:adjustRightInd w:val="0"/>
        <w:ind w:firstLine="561"/>
        <w:rPr>
          <w:b/>
          <w:bCs/>
          <w:iCs/>
          <w:color w:val="231F20"/>
          <w:sz w:val="24"/>
          <w:szCs w:val="24"/>
        </w:rPr>
      </w:pPr>
      <w:r w:rsidRPr="005725ED">
        <w:rPr>
          <w:b/>
          <w:bCs/>
          <w:iCs/>
          <w:color w:val="231F20"/>
          <w:sz w:val="24"/>
          <w:szCs w:val="24"/>
        </w:rPr>
        <w:t>7. Заявки на участие</w:t>
      </w:r>
    </w:p>
    <w:p w:rsidR="00BC63F9" w:rsidRPr="005725ED" w:rsidRDefault="00BC63F9" w:rsidP="00627241">
      <w:pPr>
        <w:ind w:right="146" w:firstLine="540"/>
        <w:jc w:val="both"/>
        <w:rPr>
          <w:color w:val="000000"/>
          <w:sz w:val="24"/>
          <w:szCs w:val="24"/>
        </w:rPr>
      </w:pPr>
      <w:r w:rsidRPr="005725ED">
        <w:rPr>
          <w:color w:val="000000"/>
          <w:sz w:val="24"/>
          <w:szCs w:val="24"/>
        </w:rPr>
        <w:t xml:space="preserve">Заявки на участие в соревнованиях подаются в ГСК согласно пунктам 24.3.1, 24.3.2., 25.4 Правил соревнований по лыжным гонкам </w:t>
      </w:r>
      <w:smartTag w:uri="urn:schemas-microsoft-com:office:smarttags" w:element="metricconverter">
        <w:smartTagPr>
          <w:attr w:name="ProductID" w:val="2007 г"/>
        </w:smartTagPr>
        <w:r w:rsidRPr="005725ED">
          <w:rPr>
            <w:color w:val="000000"/>
            <w:sz w:val="24"/>
            <w:szCs w:val="24"/>
          </w:rPr>
          <w:t>2007 г</w:t>
        </w:r>
      </w:smartTag>
      <w:r w:rsidRPr="005725ED">
        <w:rPr>
          <w:color w:val="000000"/>
          <w:sz w:val="24"/>
          <w:szCs w:val="24"/>
        </w:rPr>
        <w:t xml:space="preserve">.  Карточки не используем, в заявке проставить номер группы: 1 (красная), 2, 3, 4 (лично или заявка в день соревнований)                                                           </w:t>
      </w:r>
    </w:p>
    <w:p w:rsidR="00BC63F9" w:rsidRPr="005725ED" w:rsidRDefault="00BC63F9" w:rsidP="00627241">
      <w:pPr>
        <w:autoSpaceDE w:val="0"/>
        <w:autoSpaceDN w:val="0"/>
        <w:adjustRightInd w:val="0"/>
        <w:ind w:firstLine="561"/>
        <w:rPr>
          <w:color w:val="231F20"/>
          <w:sz w:val="24"/>
          <w:szCs w:val="24"/>
        </w:rPr>
      </w:pPr>
      <w:r w:rsidRPr="005725ED">
        <w:rPr>
          <w:color w:val="231F20"/>
          <w:sz w:val="24"/>
          <w:szCs w:val="24"/>
        </w:rPr>
        <w:t xml:space="preserve">Все вопросы направляйте на </w:t>
      </w:r>
      <w:r w:rsidRPr="005725ED">
        <w:rPr>
          <w:color w:val="231F20"/>
          <w:sz w:val="24"/>
          <w:szCs w:val="24"/>
          <w:lang w:val="en-US"/>
        </w:rPr>
        <w:t>E</w:t>
      </w:r>
      <w:r w:rsidRPr="005725ED">
        <w:rPr>
          <w:color w:val="231F20"/>
          <w:sz w:val="24"/>
          <w:szCs w:val="24"/>
        </w:rPr>
        <w:t>-</w:t>
      </w:r>
      <w:r w:rsidRPr="005725ED">
        <w:rPr>
          <w:color w:val="231F20"/>
          <w:sz w:val="24"/>
          <w:szCs w:val="24"/>
          <w:lang w:val="en-US"/>
        </w:rPr>
        <w:t>mail</w:t>
      </w:r>
      <w:r w:rsidRPr="005725ED">
        <w:rPr>
          <w:color w:val="231F20"/>
          <w:sz w:val="24"/>
          <w:szCs w:val="24"/>
        </w:rPr>
        <w:t xml:space="preserve">: </w:t>
      </w:r>
      <w:hyperlink r:id="rId11" w:history="1">
        <w:r w:rsidRPr="005725ED">
          <w:rPr>
            <w:rStyle w:val="Hyperlink"/>
            <w:sz w:val="24"/>
            <w:szCs w:val="24"/>
          </w:rPr>
          <w:t>flgm@mail.ru</w:t>
        </w:r>
      </w:hyperlink>
      <w:r w:rsidRPr="005725ED">
        <w:rPr>
          <w:color w:val="231F20"/>
          <w:sz w:val="24"/>
          <w:szCs w:val="24"/>
        </w:rPr>
        <w:t xml:space="preserve">, тел./факс: (499) 166-48-99, м/т 8-916-636-37-10 (Артамонова Ирина) </w:t>
      </w:r>
    </w:p>
    <w:p w:rsidR="00BC63F9" w:rsidRPr="005725ED" w:rsidRDefault="00BC63F9" w:rsidP="00627241">
      <w:pPr>
        <w:ind w:firstLine="709"/>
        <w:jc w:val="both"/>
        <w:rPr>
          <w:sz w:val="24"/>
          <w:szCs w:val="24"/>
        </w:rPr>
      </w:pPr>
      <w:r w:rsidRPr="005725ED">
        <w:rPr>
          <w:b/>
          <w:color w:val="231F20"/>
          <w:sz w:val="24"/>
          <w:szCs w:val="24"/>
        </w:rPr>
        <w:t xml:space="preserve">Прием предварительных заявок, льготных стартовых взносов и  жеребьевка будут производиться на заседании ГСК 2 октября 2013 г. в 10:00 </w:t>
      </w:r>
      <w:r w:rsidRPr="005725ED">
        <w:rPr>
          <w:color w:val="000000"/>
          <w:sz w:val="24"/>
          <w:szCs w:val="24"/>
        </w:rPr>
        <w:t>по</w:t>
      </w:r>
      <w:r w:rsidRPr="005725ED">
        <w:rPr>
          <w:sz w:val="24"/>
          <w:szCs w:val="24"/>
        </w:rPr>
        <w:t xml:space="preserve"> адресу: г. Москва, Лужники, дирекция. Проезд до м. «Спортивная, далее пешком до главной спортивной арены. После прохода через турникеты на территорию Лужников справа 4-х этажное здание дирекции. Вход в здание по паспорту, четвертый этаж ГКУ «ЦСТиСК», конференц-зал ком.413.</w:t>
      </w:r>
    </w:p>
    <w:p w:rsidR="00BC63F9" w:rsidRPr="005725ED" w:rsidRDefault="00BC63F9" w:rsidP="003255AE">
      <w:pPr>
        <w:rPr>
          <w:b/>
          <w:sz w:val="24"/>
          <w:szCs w:val="24"/>
        </w:rPr>
      </w:pPr>
    </w:p>
    <w:p w:rsidR="00BC63F9" w:rsidRPr="005725ED" w:rsidRDefault="00BC63F9" w:rsidP="000C458B">
      <w:pPr>
        <w:numPr>
          <w:ilvl w:val="0"/>
          <w:numId w:val="48"/>
        </w:numPr>
        <w:rPr>
          <w:b/>
          <w:sz w:val="24"/>
          <w:szCs w:val="24"/>
        </w:rPr>
      </w:pPr>
      <w:r w:rsidRPr="005725ED">
        <w:rPr>
          <w:b/>
          <w:sz w:val="24"/>
          <w:szCs w:val="24"/>
        </w:rPr>
        <w:t>Стартовые взносы:</w:t>
      </w:r>
    </w:p>
    <w:p w:rsidR="00BC63F9" w:rsidRPr="005725ED" w:rsidRDefault="00BC63F9" w:rsidP="000C458B">
      <w:pPr>
        <w:ind w:left="1080"/>
        <w:rPr>
          <w:b/>
          <w:sz w:val="24"/>
          <w:szCs w:val="24"/>
        </w:rPr>
      </w:pPr>
    </w:p>
    <w:p w:rsidR="00BC63F9" w:rsidRPr="005725ED" w:rsidRDefault="00BC63F9" w:rsidP="000C458B">
      <w:pPr>
        <w:ind w:left="1080"/>
        <w:rPr>
          <w:sz w:val="24"/>
          <w:szCs w:val="24"/>
        </w:rPr>
      </w:pPr>
      <w:r w:rsidRPr="005725ED">
        <w:rPr>
          <w:b/>
          <w:sz w:val="24"/>
          <w:szCs w:val="24"/>
        </w:rPr>
        <w:t xml:space="preserve">Стартовый взнос с одного спортсмена </w:t>
      </w:r>
      <w:r w:rsidRPr="005725ED">
        <w:rPr>
          <w:sz w:val="24"/>
          <w:szCs w:val="24"/>
        </w:rPr>
        <w:t>(девушки, юноши среднего и старшего возраста)</w:t>
      </w:r>
    </w:p>
    <w:p w:rsidR="00BC63F9" w:rsidRPr="005725ED" w:rsidRDefault="00BC63F9" w:rsidP="000C458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</w:t>
      </w:r>
      <w:r w:rsidRPr="005725ED">
        <w:rPr>
          <w:b/>
          <w:sz w:val="24"/>
          <w:szCs w:val="24"/>
        </w:rPr>
        <w:t xml:space="preserve">50 рублей </w:t>
      </w:r>
      <w:r w:rsidRPr="005725ED">
        <w:rPr>
          <w:sz w:val="24"/>
          <w:szCs w:val="24"/>
        </w:rPr>
        <w:t>- в день жеребьевки (льготный)</w:t>
      </w:r>
      <w:r w:rsidRPr="005725ED">
        <w:rPr>
          <w:b/>
          <w:sz w:val="24"/>
          <w:szCs w:val="24"/>
        </w:rPr>
        <w:t xml:space="preserve">                               </w:t>
      </w:r>
    </w:p>
    <w:p w:rsidR="00BC63F9" w:rsidRPr="005725ED" w:rsidRDefault="00BC63F9" w:rsidP="000C458B">
      <w:pPr>
        <w:ind w:left="1080"/>
        <w:rPr>
          <w:b/>
          <w:sz w:val="24"/>
          <w:szCs w:val="24"/>
        </w:rPr>
      </w:pPr>
      <w:r w:rsidRPr="005725ED">
        <w:rPr>
          <w:b/>
          <w:sz w:val="24"/>
          <w:szCs w:val="24"/>
        </w:rPr>
        <w:t xml:space="preserve">100 рублей - </w:t>
      </w:r>
      <w:r w:rsidRPr="005725ED">
        <w:rPr>
          <w:sz w:val="24"/>
          <w:szCs w:val="24"/>
        </w:rPr>
        <w:t xml:space="preserve">в день старта </w:t>
      </w:r>
    </w:p>
    <w:p w:rsidR="00BC63F9" w:rsidRPr="005725ED" w:rsidRDefault="00BC63F9" w:rsidP="00ED13C3">
      <w:pPr>
        <w:pStyle w:val="BodyText3"/>
        <w:ind w:left="1620"/>
        <w:rPr>
          <w:sz w:val="24"/>
          <w:szCs w:val="24"/>
        </w:rPr>
      </w:pPr>
    </w:p>
    <w:p w:rsidR="00BC63F9" w:rsidRPr="005725ED" w:rsidRDefault="00BC63F9" w:rsidP="003255AE">
      <w:pPr>
        <w:ind w:left="1080"/>
        <w:jc w:val="both"/>
        <w:rPr>
          <w:b/>
          <w:sz w:val="24"/>
          <w:szCs w:val="24"/>
        </w:rPr>
      </w:pPr>
    </w:p>
    <w:p w:rsidR="00BC63F9" w:rsidRPr="005725ED" w:rsidRDefault="00BC63F9" w:rsidP="00402B29">
      <w:pPr>
        <w:ind w:left="1080"/>
        <w:jc w:val="both"/>
        <w:rPr>
          <w:b/>
          <w:sz w:val="24"/>
          <w:szCs w:val="24"/>
        </w:rPr>
      </w:pPr>
      <w:r w:rsidRPr="005725ED">
        <w:rPr>
          <w:b/>
          <w:sz w:val="24"/>
          <w:szCs w:val="24"/>
        </w:rPr>
        <w:t>Стартовый взнос с одного спортсмена основных возрастных групп:</w:t>
      </w:r>
    </w:p>
    <w:p w:rsidR="00BC63F9" w:rsidRPr="005725ED" w:rsidRDefault="00BC63F9" w:rsidP="003255AE">
      <w:pPr>
        <w:ind w:left="1080"/>
        <w:jc w:val="both"/>
        <w:rPr>
          <w:b/>
          <w:sz w:val="24"/>
          <w:szCs w:val="24"/>
        </w:rPr>
      </w:pPr>
      <w:r w:rsidRPr="005725ED">
        <w:rPr>
          <w:b/>
          <w:sz w:val="24"/>
          <w:szCs w:val="24"/>
        </w:rPr>
        <w:t xml:space="preserve">М4, М5 </w:t>
      </w:r>
      <w:r w:rsidRPr="005725ED">
        <w:rPr>
          <w:sz w:val="24"/>
          <w:szCs w:val="24"/>
        </w:rPr>
        <w:t>– 50 рублей</w:t>
      </w:r>
    </w:p>
    <w:p w:rsidR="00BC63F9" w:rsidRPr="005725ED" w:rsidRDefault="00BC63F9" w:rsidP="00402B29">
      <w:pPr>
        <w:ind w:left="1080"/>
        <w:jc w:val="both"/>
        <w:rPr>
          <w:sz w:val="24"/>
          <w:szCs w:val="24"/>
        </w:rPr>
      </w:pPr>
      <w:r w:rsidRPr="005725ED">
        <w:rPr>
          <w:b/>
          <w:sz w:val="24"/>
          <w:szCs w:val="24"/>
        </w:rPr>
        <w:t xml:space="preserve">Ж, ЖЮ, М, МЮ, М1, М2, М3 – </w:t>
      </w:r>
      <w:r w:rsidRPr="005725ED">
        <w:rPr>
          <w:sz w:val="24"/>
          <w:szCs w:val="24"/>
        </w:rPr>
        <w:t>300 рублей</w:t>
      </w:r>
    </w:p>
    <w:p w:rsidR="00BC63F9" w:rsidRPr="005725ED" w:rsidRDefault="00BC63F9" w:rsidP="00A96340">
      <w:pPr>
        <w:pStyle w:val="BodyText3"/>
        <w:ind w:left="1080"/>
        <w:rPr>
          <w:sz w:val="24"/>
          <w:szCs w:val="24"/>
        </w:rPr>
      </w:pPr>
    </w:p>
    <w:p w:rsidR="00BC63F9" w:rsidRPr="005725ED" w:rsidRDefault="00BC63F9">
      <w:pPr>
        <w:pStyle w:val="BodyText3"/>
        <w:ind w:left="1080"/>
        <w:rPr>
          <w:sz w:val="24"/>
          <w:szCs w:val="24"/>
        </w:rPr>
      </w:pPr>
    </w:p>
    <w:sectPr w:rsidR="00BC63F9" w:rsidRPr="005725ED" w:rsidSect="00BC2F88">
      <w:headerReference w:type="even" r:id="rId12"/>
      <w:headerReference w:type="default" r:id="rId13"/>
      <w:pgSz w:w="11906" w:h="16838"/>
      <w:pgMar w:top="142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3F9" w:rsidRDefault="00BC63F9">
      <w:r>
        <w:separator/>
      </w:r>
    </w:p>
  </w:endnote>
  <w:endnote w:type="continuationSeparator" w:id="0">
    <w:p w:rsidR="00BC63F9" w:rsidRDefault="00BC6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3F9" w:rsidRDefault="00BC63F9">
      <w:r>
        <w:separator/>
      </w:r>
    </w:p>
  </w:footnote>
  <w:footnote w:type="continuationSeparator" w:id="0">
    <w:p w:rsidR="00BC63F9" w:rsidRDefault="00BC63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F9" w:rsidRDefault="00BC63F9" w:rsidP="00A313A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63F9" w:rsidRDefault="00BC63F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F9" w:rsidRDefault="00BC63F9" w:rsidP="00A313A9">
    <w:pPr>
      <w:pStyle w:val="Header"/>
      <w:framePr w:wrap="around" w:vAnchor="text" w:hAnchor="margin" w:xAlign="center" w:y="1"/>
      <w:rPr>
        <w:rStyle w:val="PageNumber"/>
      </w:rPr>
    </w:pPr>
  </w:p>
  <w:p w:rsidR="00BC63F9" w:rsidRDefault="00BC63F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184DE8"/>
    <w:multiLevelType w:val="hybridMultilevel"/>
    <w:tmpl w:val="7AF8EDFC"/>
    <w:lvl w:ilvl="0" w:tplc="28AA82C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">
    <w:nsid w:val="05AD5BD6"/>
    <w:multiLevelType w:val="hybridMultilevel"/>
    <w:tmpl w:val="0E4E1330"/>
    <w:lvl w:ilvl="0" w:tplc="E4BC9F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82C3B5F"/>
    <w:multiLevelType w:val="hybridMultilevel"/>
    <w:tmpl w:val="38B609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95D75CD"/>
    <w:multiLevelType w:val="hybridMultilevel"/>
    <w:tmpl w:val="CC8CB460"/>
    <w:lvl w:ilvl="0" w:tplc="B8A62FF2">
      <w:start w:val="2"/>
      <w:numFmt w:val="decimal"/>
      <w:lvlText w:val="%1."/>
      <w:lvlJc w:val="left"/>
      <w:pPr>
        <w:tabs>
          <w:tab w:val="num" w:pos="-7322"/>
        </w:tabs>
        <w:ind w:left="-7322" w:hanging="360"/>
      </w:pPr>
      <w:rPr>
        <w:rFonts w:cs="Times New Roman" w:hint="default"/>
      </w:rPr>
    </w:lvl>
    <w:lvl w:ilvl="1" w:tplc="B8A62FF2">
      <w:start w:val="2"/>
      <w:numFmt w:val="decimal"/>
      <w:lvlText w:val="%2."/>
      <w:lvlJc w:val="left"/>
      <w:pPr>
        <w:tabs>
          <w:tab w:val="num" w:pos="2238"/>
        </w:tabs>
        <w:ind w:left="2238" w:hanging="360"/>
      </w:pPr>
      <w:rPr>
        <w:rFonts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3138"/>
        </w:tabs>
        <w:ind w:left="3138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  <w:rPr>
        <w:rFonts w:cs="Times New Roman"/>
      </w:rPr>
    </w:lvl>
  </w:abstractNum>
  <w:abstractNum w:abstractNumId="5">
    <w:nsid w:val="09860B12"/>
    <w:multiLevelType w:val="multilevel"/>
    <w:tmpl w:val="C3E4893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0CEE3453"/>
    <w:multiLevelType w:val="hybridMultilevel"/>
    <w:tmpl w:val="0F3CB9C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0E812E6A"/>
    <w:multiLevelType w:val="hybridMultilevel"/>
    <w:tmpl w:val="C4A6B5D6"/>
    <w:lvl w:ilvl="0" w:tplc="29E0D65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168640EC"/>
    <w:multiLevelType w:val="hybridMultilevel"/>
    <w:tmpl w:val="E23E0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CC19B4"/>
    <w:multiLevelType w:val="hybridMultilevel"/>
    <w:tmpl w:val="6858584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1BDE4C2E"/>
    <w:multiLevelType w:val="hybridMultilevel"/>
    <w:tmpl w:val="B7C6C43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DDD600A"/>
    <w:multiLevelType w:val="hybridMultilevel"/>
    <w:tmpl w:val="D4DCB67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1F7F7C75"/>
    <w:multiLevelType w:val="hybridMultilevel"/>
    <w:tmpl w:val="23C8F5B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85F7A0C"/>
    <w:multiLevelType w:val="hybridMultilevel"/>
    <w:tmpl w:val="FA1E09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95561D9"/>
    <w:multiLevelType w:val="hybridMultilevel"/>
    <w:tmpl w:val="3356E3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BB5008E"/>
    <w:multiLevelType w:val="hybridMultilevel"/>
    <w:tmpl w:val="3420FA50"/>
    <w:lvl w:ilvl="0" w:tplc="5E66E80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BEC451A"/>
    <w:multiLevelType w:val="hybridMultilevel"/>
    <w:tmpl w:val="710096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2CAB5A93"/>
    <w:multiLevelType w:val="hybridMultilevel"/>
    <w:tmpl w:val="F236A298"/>
    <w:lvl w:ilvl="0" w:tplc="D69227A8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8800FFDE">
      <w:start w:val="12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0382EC86">
      <w:start w:val="1"/>
      <w:numFmt w:val="decimal"/>
      <w:lvlText w:val="%3."/>
      <w:lvlJc w:val="left"/>
      <w:pPr>
        <w:tabs>
          <w:tab w:val="num" w:pos="2831"/>
        </w:tabs>
        <w:ind w:left="2831" w:hanging="360"/>
      </w:pPr>
      <w:rPr>
        <w:rFonts w:cs="Times New Roman" w:hint="default"/>
      </w:rPr>
    </w:lvl>
    <w:lvl w:ilvl="3" w:tplc="04190003">
      <w:start w:val="1"/>
      <w:numFmt w:val="bullet"/>
      <w:lvlText w:val="o"/>
      <w:lvlJc w:val="left"/>
      <w:pPr>
        <w:tabs>
          <w:tab w:val="num" w:pos="3371"/>
        </w:tabs>
        <w:ind w:left="3371" w:hanging="360"/>
      </w:pPr>
      <w:rPr>
        <w:rFonts w:ascii="Courier New" w:hAnsi="Courier New"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8">
    <w:nsid w:val="2D26531C"/>
    <w:multiLevelType w:val="hybridMultilevel"/>
    <w:tmpl w:val="66DCA49C"/>
    <w:lvl w:ilvl="0" w:tplc="7CB0DA5E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8415475"/>
    <w:multiLevelType w:val="hybridMultilevel"/>
    <w:tmpl w:val="239EF1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89D23AE"/>
    <w:multiLevelType w:val="hybridMultilevel"/>
    <w:tmpl w:val="FFB099D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3A83680B"/>
    <w:multiLevelType w:val="hybridMultilevel"/>
    <w:tmpl w:val="1834D85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3AE5195B"/>
    <w:multiLevelType w:val="hybridMultilevel"/>
    <w:tmpl w:val="B22E46D2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3EB67F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4">
    <w:nsid w:val="403F6210"/>
    <w:multiLevelType w:val="hybridMultilevel"/>
    <w:tmpl w:val="2006CD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1843647"/>
    <w:multiLevelType w:val="hybridMultilevel"/>
    <w:tmpl w:val="CA9E939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2BD2128"/>
    <w:multiLevelType w:val="hybridMultilevel"/>
    <w:tmpl w:val="4CC0FAD2"/>
    <w:lvl w:ilvl="0" w:tplc="D69227A8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8800FFDE">
      <w:start w:val="12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0382EC86">
      <w:start w:val="1"/>
      <w:numFmt w:val="decimal"/>
      <w:lvlText w:val="%3."/>
      <w:lvlJc w:val="left"/>
      <w:pPr>
        <w:tabs>
          <w:tab w:val="num" w:pos="2831"/>
        </w:tabs>
        <w:ind w:left="2831" w:hanging="360"/>
      </w:pPr>
      <w:rPr>
        <w:rFonts w:cs="Times New Roman" w:hint="default"/>
      </w:rPr>
    </w:lvl>
    <w:lvl w:ilvl="3" w:tplc="04190003">
      <w:start w:val="1"/>
      <w:numFmt w:val="bullet"/>
      <w:lvlText w:val="o"/>
      <w:lvlJc w:val="left"/>
      <w:pPr>
        <w:tabs>
          <w:tab w:val="num" w:pos="3371"/>
        </w:tabs>
        <w:ind w:left="3371" w:hanging="360"/>
      </w:pPr>
      <w:rPr>
        <w:rFonts w:ascii="Courier New" w:hAnsi="Courier New"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7">
    <w:nsid w:val="50227040"/>
    <w:multiLevelType w:val="multilevel"/>
    <w:tmpl w:val="158E5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1091E66"/>
    <w:multiLevelType w:val="hybridMultilevel"/>
    <w:tmpl w:val="FD2E63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1684C26"/>
    <w:multiLevelType w:val="hybridMultilevel"/>
    <w:tmpl w:val="18A84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EE6B39"/>
    <w:multiLevelType w:val="hybridMultilevel"/>
    <w:tmpl w:val="6908E546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>
    <w:nsid w:val="5C0C086D"/>
    <w:multiLevelType w:val="hybridMultilevel"/>
    <w:tmpl w:val="6D2A4C9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64A02984"/>
    <w:multiLevelType w:val="hybridMultilevel"/>
    <w:tmpl w:val="CCF4688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5F40AA5"/>
    <w:multiLevelType w:val="hybridMultilevel"/>
    <w:tmpl w:val="0E089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D26E94"/>
    <w:multiLevelType w:val="hybridMultilevel"/>
    <w:tmpl w:val="0FC2F9B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D11B51"/>
    <w:multiLevelType w:val="hybridMultilevel"/>
    <w:tmpl w:val="349A617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DDA21AD"/>
    <w:multiLevelType w:val="hybridMultilevel"/>
    <w:tmpl w:val="1FFC602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>
    <w:nsid w:val="6DE71574"/>
    <w:multiLevelType w:val="multilevel"/>
    <w:tmpl w:val="50460F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>
    <w:nsid w:val="703B51F7"/>
    <w:multiLevelType w:val="hybridMultilevel"/>
    <w:tmpl w:val="8F84254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733457F9"/>
    <w:multiLevelType w:val="multilevel"/>
    <w:tmpl w:val="8D72CA4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0">
    <w:nsid w:val="735602EC"/>
    <w:multiLevelType w:val="hybridMultilevel"/>
    <w:tmpl w:val="862CB3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>
    <w:nsid w:val="767C4544"/>
    <w:multiLevelType w:val="hybridMultilevel"/>
    <w:tmpl w:val="1DEE994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2">
    <w:nsid w:val="78C3310A"/>
    <w:multiLevelType w:val="hybridMultilevel"/>
    <w:tmpl w:val="8AD8242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8F52CAE"/>
    <w:multiLevelType w:val="hybridMultilevel"/>
    <w:tmpl w:val="6400AA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E7520BC"/>
    <w:multiLevelType w:val="hybridMultilevel"/>
    <w:tmpl w:val="2F588C8A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39"/>
  </w:num>
  <w:num w:numId="3">
    <w:abstractNumId w:val="5"/>
  </w:num>
  <w:num w:numId="4">
    <w:abstractNumId w:val="23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37"/>
  </w:num>
  <w:num w:numId="7">
    <w:abstractNumId w:val="1"/>
  </w:num>
  <w:num w:numId="8">
    <w:abstractNumId w:val="4"/>
  </w:num>
  <w:num w:numId="9">
    <w:abstractNumId w:val="26"/>
  </w:num>
  <w:num w:numId="10">
    <w:abstractNumId w:val="17"/>
  </w:num>
  <w:num w:numId="11">
    <w:abstractNumId w:val="18"/>
  </w:num>
  <w:num w:numId="12">
    <w:abstractNumId w:val="21"/>
  </w:num>
  <w:num w:numId="13">
    <w:abstractNumId w:val="20"/>
  </w:num>
  <w:num w:numId="14">
    <w:abstractNumId w:val="12"/>
  </w:num>
  <w:num w:numId="15">
    <w:abstractNumId w:val="6"/>
  </w:num>
  <w:num w:numId="16">
    <w:abstractNumId w:val="22"/>
  </w:num>
  <w:num w:numId="17">
    <w:abstractNumId w:val="30"/>
  </w:num>
  <w:num w:numId="18">
    <w:abstractNumId w:val="28"/>
  </w:num>
  <w:num w:numId="19">
    <w:abstractNumId w:val="36"/>
  </w:num>
  <w:num w:numId="20">
    <w:abstractNumId w:val="2"/>
  </w:num>
  <w:num w:numId="2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3"/>
  </w:num>
  <w:num w:numId="24">
    <w:abstractNumId w:val="10"/>
  </w:num>
  <w:num w:numId="25">
    <w:abstractNumId w:val="35"/>
  </w:num>
  <w:num w:numId="26">
    <w:abstractNumId w:val="32"/>
  </w:num>
  <w:num w:numId="27">
    <w:abstractNumId w:val="34"/>
  </w:num>
  <w:num w:numId="28">
    <w:abstractNumId w:val="41"/>
  </w:num>
  <w:num w:numId="29">
    <w:abstractNumId w:val="42"/>
  </w:num>
  <w:num w:numId="30">
    <w:abstractNumId w:val="11"/>
  </w:num>
  <w:num w:numId="3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9"/>
  </w:num>
  <w:num w:numId="34">
    <w:abstractNumId w:val="43"/>
  </w:num>
  <w:num w:numId="3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</w:num>
  <w:num w:numId="37">
    <w:abstractNumId w:val="19"/>
  </w:num>
  <w:num w:numId="38">
    <w:abstractNumId w:val="24"/>
  </w:num>
  <w:num w:numId="39">
    <w:abstractNumId w:val="40"/>
  </w:num>
  <w:num w:numId="40">
    <w:abstractNumId w:val="16"/>
  </w:num>
  <w:num w:numId="41">
    <w:abstractNumId w:val="7"/>
  </w:num>
  <w:num w:numId="42">
    <w:abstractNumId w:val="38"/>
  </w:num>
  <w:num w:numId="43">
    <w:abstractNumId w:val="13"/>
  </w:num>
  <w:num w:numId="44">
    <w:abstractNumId w:val="33"/>
  </w:num>
  <w:num w:numId="45">
    <w:abstractNumId w:val="29"/>
  </w:num>
  <w:num w:numId="46">
    <w:abstractNumId w:val="8"/>
  </w:num>
  <w:num w:numId="47">
    <w:abstractNumId w:val="14"/>
  </w:num>
  <w:num w:numId="48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13A9"/>
    <w:rsid w:val="00003C97"/>
    <w:rsid w:val="000109B1"/>
    <w:rsid w:val="00012E3F"/>
    <w:rsid w:val="000146D3"/>
    <w:rsid w:val="00017E3D"/>
    <w:rsid w:val="0002781E"/>
    <w:rsid w:val="00030CDE"/>
    <w:rsid w:val="00031E51"/>
    <w:rsid w:val="0003686E"/>
    <w:rsid w:val="000460C1"/>
    <w:rsid w:val="00047C9E"/>
    <w:rsid w:val="00047EC3"/>
    <w:rsid w:val="00053077"/>
    <w:rsid w:val="0005640E"/>
    <w:rsid w:val="00060B2C"/>
    <w:rsid w:val="000631B9"/>
    <w:rsid w:val="00067763"/>
    <w:rsid w:val="00072FE4"/>
    <w:rsid w:val="0007438D"/>
    <w:rsid w:val="000755E6"/>
    <w:rsid w:val="000760A7"/>
    <w:rsid w:val="00082E6E"/>
    <w:rsid w:val="00085B23"/>
    <w:rsid w:val="0008625D"/>
    <w:rsid w:val="00091782"/>
    <w:rsid w:val="00093F5B"/>
    <w:rsid w:val="000A2D24"/>
    <w:rsid w:val="000A3346"/>
    <w:rsid w:val="000A40F9"/>
    <w:rsid w:val="000B50C8"/>
    <w:rsid w:val="000B5B3E"/>
    <w:rsid w:val="000B65F2"/>
    <w:rsid w:val="000B73AA"/>
    <w:rsid w:val="000B76B2"/>
    <w:rsid w:val="000C23CB"/>
    <w:rsid w:val="000C285C"/>
    <w:rsid w:val="000C29D1"/>
    <w:rsid w:val="000C458B"/>
    <w:rsid w:val="000D00D4"/>
    <w:rsid w:val="000D0733"/>
    <w:rsid w:val="000D1E64"/>
    <w:rsid w:val="000D5185"/>
    <w:rsid w:val="000D6848"/>
    <w:rsid w:val="000D7BA8"/>
    <w:rsid w:val="000E4608"/>
    <w:rsid w:val="000E62B4"/>
    <w:rsid w:val="000E7AFB"/>
    <w:rsid w:val="000F0A50"/>
    <w:rsid w:val="000F0DD1"/>
    <w:rsid w:val="000F2866"/>
    <w:rsid w:val="000F2D7A"/>
    <w:rsid w:val="001001C8"/>
    <w:rsid w:val="001009FE"/>
    <w:rsid w:val="00100B95"/>
    <w:rsid w:val="00101001"/>
    <w:rsid w:val="00105D0A"/>
    <w:rsid w:val="00105F7E"/>
    <w:rsid w:val="0011755A"/>
    <w:rsid w:val="001177C4"/>
    <w:rsid w:val="001220B5"/>
    <w:rsid w:val="00123715"/>
    <w:rsid w:val="00130877"/>
    <w:rsid w:val="0013330A"/>
    <w:rsid w:val="001339B4"/>
    <w:rsid w:val="00134675"/>
    <w:rsid w:val="001354F3"/>
    <w:rsid w:val="001402A6"/>
    <w:rsid w:val="00144094"/>
    <w:rsid w:val="00145FAE"/>
    <w:rsid w:val="00160E97"/>
    <w:rsid w:val="00161516"/>
    <w:rsid w:val="00162B07"/>
    <w:rsid w:val="00163301"/>
    <w:rsid w:val="0016330F"/>
    <w:rsid w:val="001633AE"/>
    <w:rsid w:val="00164F0B"/>
    <w:rsid w:val="00166673"/>
    <w:rsid w:val="00166AA8"/>
    <w:rsid w:val="00167CE3"/>
    <w:rsid w:val="001702E2"/>
    <w:rsid w:val="0017291A"/>
    <w:rsid w:val="0017360B"/>
    <w:rsid w:val="001759D2"/>
    <w:rsid w:val="00175A6F"/>
    <w:rsid w:val="00177795"/>
    <w:rsid w:val="00181F63"/>
    <w:rsid w:val="00182C1C"/>
    <w:rsid w:val="00192A60"/>
    <w:rsid w:val="00196CBC"/>
    <w:rsid w:val="001972AD"/>
    <w:rsid w:val="001A0E74"/>
    <w:rsid w:val="001A254C"/>
    <w:rsid w:val="001B1D94"/>
    <w:rsid w:val="001B28D2"/>
    <w:rsid w:val="001B6849"/>
    <w:rsid w:val="001C130F"/>
    <w:rsid w:val="001D0691"/>
    <w:rsid w:val="001D3FEA"/>
    <w:rsid w:val="001D5B80"/>
    <w:rsid w:val="001E4F52"/>
    <w:rsid w:val="001F6CAC"/>
    <w:rsid w:val="001F7CC1"/>
    <w:rsid w:val="00202AA3"/>
    <w:rsid w:val="00204236"/>
    <w:rsid w:val="002048E5"/>
    <w:rsid w:val="00204FAE"/>
    <w:rsid w:val="0021203E"/>
    <w:rsid w:val="0021231A"/>
    <w:rsid w:val="0021330D"/>
    <w:rsid w:val="002165C2"/>
    <w:rsid w:val="00217005"/>
    <w:rsid w:val="002170CA"/>
    <w:rsid w:val="00220D47"/>
    <w:rsid w:val="00221A61"/>
    <w:rsid w:val="00223173"/>
    <w:rsid w:val="0023417F"/>
    <w:rsid w:val="002366C5"/>
    <w:rsid w:val="0024012A"/>
    <w:rsid w:val="002422FD"/>
    <w:rsid w:val="002426B8"/>
    <w:rsid w:val="002440F2"/>
    <w:rsid w:val="0024662D"/>
    <w:rsid w:val="002511A0"/>
    <w:rsid w:val="00253DB0"/>
    <w:rsid w:val="0025723C"/>
    <w:rsid w:val="00264F4C"/>
    <w:rsid w:val="00270CC7"/>
    <w:rsid w:val="0027291A"/>
    <w:rsid w:val="00274C83"/>
    <w:rsid w:val="002750A5"/>
    <w:rsid w:val="002821FB"/>
    <w:rsid w:val="00282964"/>
    <w:rsid w:val="00287002"/>
    <w:rsid w:val="00290A26"/>
    <w:rsid w:val="00294657"/>
    <w:rsid w:val="002965A8"/>
    <w:rsid w:val="002971EF"/>
    <w:rsid w:val="002A1504"/>
    <w:rsid w:val="002A305F"/>
    <w:rsid w:val="002A49AE"/>
    <w:rsid w:val="002B0D2D"/>
    <w:rsid w:val="002B1978"/>
    <w:rsid w:val="002B1BC2"/>
    <w:rsid w:val="002B2B2A"/>
    <w:rsid w:val="002B3B93"/>
    <w:rsid w:val="002B4CAF"/>
    <w:rsid w:val="002B5AED"/>
    <w:rsid w:val="002C4B47"/>
    <w:rsid w:val="002C5960"/>
    <w:rsid w:val="002D0CA2"/>
    <w:rsid w:val="002D19D0"/>
    <w:rsid w:val="002D37C3"/>
    <w:rsid w:val="002D73FB"/>
    <w:rsid w:val="002E084A"/>
    <w:rsid w:val="002E40AC"/>
    <w:rsid w:val="002E42D6"/>
    <w:rsid w:val="002E72B3"/>
    <w:rsid w:val="002F00AC"/>
    <w:rsid w:val="002F3774"/>
    <w:rsid w:val="002F5D82"/>
    <w:rsid w:val="00300E7D"/>
    <w:rsid w:val="00301372"/>
    <w:rsid w:val="003022FC"/>
    <w:rsid w:val="00302CDD"/>
    <w:rsid w:val="00305C0F"/>
    <w:rsid w:val="00307922"/>
    <w:rsid w:val="003108AE"/>
    <w:rsid w:val="00313A04"/>
    <w:rsid w:val="00314872"/>
    <w:rsid w:val="00315816"/>
    <w:rsid w:val="00315D76"/>
    <w:rsid w:val="00323755"/>
    <w:rsid w:val="00324B04"/>
    <w:rsid w:val="003255AE"/>
    <w:rsid w:val="00327B8C"/>
    <w:rsid w:val="00327C5F"/>
    <w:rsid w:val="00331C45"/>
    <w:rsid w:val="003331A6"/>
    <w:rsid w:val="00333412"/>
    <w:rsid w:val="00333795"/>
    <w:rsid w:val="00334C20"/>
    <w:rsid w:val="00340769"/>
    <w:rsid w:val="0035356E"/>
    <w:rsid w:val="0035372E"/>
    <w:rsid w:val="0035375F"/>
    <w:rsid w:val="00355C20"/>
    <w:rsid w:val="00356AC0"/>
    <w:rsid w:val="003627E9"/>
    <w:rsid w:val="003642D9"/>
    <w:rsid w:val="00364FA7"/>
    <w:rsid w:val="00364FCE"/>
    <w:rsid w:val="0036695F"/>
    <w:rsid w:val="00374A39"/>
    <w:rsid w:val="00374BA7"/>
    <w:rsid w:val="00374E6C"/>
    <w:rsid w:val="003752EB"/>
    <w:rsid w:val="003761C8"/>
    <w:rsid w:val="003764FD"/>
    <w:rsid w:val="003808E7"/>
    <w:rsid w:val="00384FE4"/>
    <w:rsid w:val="00385528"/>
    <w:rsid w:val="0039001A"/>
    <w:rsid w:val="003A2E34"/>
    <w:rsid w:val="003B5A86"/>
    <w:rsid w:val="003B5BFD"/>
    <w:rsid w:val="003B6539"/>
    <w:rsid w:val="003C2642"/>
    <w:rsid w:val="003C7771"/>
    <w:rsid w:val="003D1086"/>
    <w:rsid w:val="003D1AEC"/>
    <w:rsid w:val="003D37BC"/>
    <w:rsid w:val="003E1697"/>
    <w:rsid w:val="003E3476"/>
    <w:rsid w:val="003E3DE7"/>
    <w:rsid w:val="003E4DAD"/>
    <w:rsid w:val="003F07A4"/>
    <w:rsid w:val="003F2801"/>
    <w:rsid w:val="003F7721"/>
    <w:rsid w:val="0040088D"/>
    <w:rsid w:val="00400F08"/>
    <w:rsid w:val="004020C5"/>
    <w:rsid w:val="00402B29"/>
    <w:rsid w:val="00402F43"/>
    <w:rsid w:val="004037F9"/>
    <w:rsid w:val="00405B85"/>
    <w:rsid w:val="00406A06"/>
    <w:rsid w:val="0040739F"/>
    <w:rsid w:val="0041446E"/>
    <w:rsid w:val="00417AF1"/>
    <w:rsid w:val="00417B88"/>
    <w:rsid w:val="00420143"/>
    <w:rsid w:val="00421059"/>
    <w:rsid w:val="00424AF4"/>
    <w:rsid w:val="004274CD"/>
    <w:rsid w:val="00432548"/>
    <w:rsid w:val="004355C8"/>
    <w:rsid w:val="00440C3F"/>
    <w:rsid w:val="004416DA"/>
    <w:rsid w:val="004472DB"/>
    <w:rsid w:val="004506EF"/>
    <w:rsid w:val="00453F50"/>
    <w:rsid w:val="0045744D"/>
    <w:rsid w:val="00463498"/>
    <w:rsid w:val="00466D10"/>
    <w:rsid w:val="00466ED1"/>
    <w:rsid w:val="00473155"/>
    <w:rsid w:val="00473866"/>
    <w:rsid w:val="004821CC"/>
    <w:rsid w:val="004841D1"/>
    <w:rsid w:val="0048433C"/>
    <w:rsid w:val="00485B06"/>
    <w:rsid w:val="0049448D"/>
    <w:rsid w:val="00496E3D"/>
    <w:rsid w:val="004A2532"/>
    <w:rsid w:val="004A751D"/>
    <w:rsid w:val="004B510E"/>
    <w:rsid w:val="004B520A"/>
    <w:rsid w:val="004B6A8F"/>
    <w:rsid w:val="004B6EC7"/>
    <w:rsid w:val="004C25D3"/>
    <w:rsid w:val="004C3BA3"/>
    <w:rsid w:val="004C4ECF"/>
    <w:rsid w:val="004C67AA"/>
    <w:rsid w:val="004D0088"/>
    <w:rsid w:val="004D2C39"/>
    <w:rsid w:val="004D2C9D"/>
    <w:rsid w:val="004F6D9E"/>
    <w:rsid w:val="00501BD4"/>
    <w:rsid w:val="00502524"/>
    <w:rsid w:val="0050325E"/>
    <w:rsid w:val="00504BE4"/>
    <w:rsid w:val="00506F72"/>
    <w:rsid w:val="00510737"/>
    <w:rsid w:val="00514582"/>
    <w:rsid w:val="00514E6F"/>
    <w:rsid w:val="0051529E"/>
    <w:rsid w:val="00517D37"/>
    <w:rsid w:val="005202A4"/>
    <w:rsid w:val="00520E23"/>
    <w:rsid w:val="00521893"/>
    <w:rsid w:val="005228D2"/>
    <w:rsid w:val="005276CA"/>
    <w:rsid w:val="00536757"/>
    <w:rsid w:val="00536B6E"/>
    <w:rsid w:val="00537791"/>
    <w:rsid w:val="00543D86"/>
    <w:rsid w:val="005465D4"/>
    <w:rsid w:val="005545A2"/>
    <w:rsid w:val="00556108"/>
    <w:rsid w:val="00556DC3"/>
    <w:rsid w:val="005620BF"/>
    <w:rsid w:val="00562AEF"/>
    <w:rsid w:val="00562C07"/>
    <w:rsid w:val="005636FE"/>
    <w:rsid w:val="00564744"/>
    <w:rsid w:val="005725ED"/>
    <w:rsid w:val="005750AC"/>
    <w:rsid w:val="00576301"/>
    <w:rsid w:val="00580E2D"/>
    <w:rsid w:val="005820F4"/>
    <w:rsid w:val="00583EC4"/>
    <w:rsid w:val="00584460"/>
    <w:rsid w:val="00585BD6"/>
    <w:rsid w:val="00586015"/>
    <w:rsid w:val="00590B3F"/>
    <w:rsid w:val="005910B6"/>
    <w:rsid w:val="0059208F"/>
    <w:rsid w:val="0059459D"/>
    <w:rsid w:val="00595F09"/>
    <w:rsid w:val="00597128"/>
    <w:rsid w:val="005A0DC9"/>
    <w:rsid w:val="005A1D31"/>
    <w:rsid w:val="005A46A4"/>
    <w:rsid w:val="005A5867"/>
    <w:rsid w:val="005A67DA"/>
    <w:rsid w:val="005B0CD5"/>
    <w:rsid w:val="005B39AA"/>
    <w:rsid w:val="005B5094"/>
    <w:rsid w:val="005B5323"/>
    <w:rsid w:val="005B7575"/>
    <w:rsid w:val="005C443E"/>
    <w:rsid w:val="005C4D1F"/>
    <w:rsid w:val="005C578E"/>
    <w:rsid w:val="005C5DB6"/>
    <w:rsid w:val="005D0B78"/>
    <w:rsid w:val="005D0D7B"/>
    <w:rsid w:val="005D472C"/>
    <w:rsid w:val="005D5F7E"/>
    <w:rsid w:val="005D60D3"/>
    <w:rsid w:val="005D73BE"/>
    <w:rsid w:val="005E3C73"/>
    <w:rsid w:val="005E5D9F"/>
    <w:rsid w:val="005E6A10"/>
    <w:rsid w:val="00600DCE"/>
    <w:rsid w:val="00601B49"/>
    <w:rsid w:val="0060535E"/>
    <w:rsid w:val="00605E07"/>
    <w:rsid w:val="00607E30"/>
    <w:rsid w:val="00611220"/>
    <w:rsid w:val="00611A18"/>
    <w:rsid w:val="00614A06"/>
    <w:rsid w:val="00620B18"/>
    <w:rsid w:val="00622948"/>
    <w:rsid w:val="00622C5C"/>
    <w:rsid w:val="00627241"/>
    <w:rsid w:val="00630536"/>
    <w:rsid w:val="006359FB"/>
    <w:rsid w:val="00636789"/>
    <w:rsid w:val="00641591"/>
    <w:rsid w:val="00644DF6"/>
    <w:rsid w:val="0065027D"/>
    <w:rsid w:val="00651003"/>
    <w:rsid w:val="00652236"/>
    <w:rsid w:val="00663151"/>
    <w:rsid w:val="00664DE3"/>
    <w:rsid w:val="00665392"/>
    <w:rsid w:val="00665FD5"/>
    <w:rsid w:val="00667EFE"/>
    <w:rsid w:val="00671328"/>
    <w:rsid w:val="00672004"/>
    <w:rsid w:val="0067367C"/>
    <w:rsid w:val="006736F9"/>
    <w:rsid w:val="00677E48"/>
    <w:rsid w:val="0068019B"/>
    <w:rsid w:val="00681815"/>
    <w:rsid w:val="00683386"/>
    <w:rsid w:val="00685E5B"/>
    <w:rsid w:val="006862C9"/>
    <w:rsid w:val="0069057B"/>
    <w:rsid w:val="00691041"/>
    <w:rsid w:val="006939A8"/>
    <w:rsid w:val="006A140D"/>
    <w:rsid w:val="006A7A37"/>
    <w:rsid w:val="006B54B0"/>
    <w:rsid w:val="006B692E"/>
    <w:rsid w:val="006C0E41"/>
    <w:rsid w:val="006C1881"/>
    <w:rsid w:val="006C5E7C"/>
    <w:rsid w:val="006D577D"/>
    <w:rsid w:val="006D7D04"/>
    <w:rsid w:val="006E1EE1"/>
    <w:rsid w:val="006E2906"/>
    <w:rsid w:val="006E35FE"/>
    <w:rsid w:val="006E3BE6"/>
    <w:rsid w:val="006E5430"/>
    <w:rsid w:val="006E5DC3"/>
    <w:rsid w:val="006F0FDD"/>
    <w:rsid w:val="006F1021"/>
    <w:rsid w:val="006F232B"/>
    <w:rsid w:val="006F71EF"/>
    <w:rsid w:val="0070043F"/>
    <w:rsid w:val="00707313"/>
    <w:rsid w:val="0071288A"/>
    <w:rsid w:val="007171DD"/>
    <w:rsid w:val="00723CC9"/>
    <w:rsid w:val="00724E4D"/>
    <w:rsid w:val="00726D93"/>
    <w:rsid w:val="007276D4"/>
    <w:rsid w:val="00734AC4"/>
    <w:rsid w:val="00735E72"/>
    <w:rsid w:val="00737984"/>
    <w:rsid w:val="00740EC5"/>
    <w:rsid w:val="00750395"/>
    <w:rsid w:val="00751470"/>
    <w:rsid w:val="00753B10"/>
    <w:rsid w:val="007551D2"/>
    <w:rsid w:val="00760CB0"/>
    <w:rsid w:val="00763EE8"/>
    <w:rsid w:val="007707BE"/>
    <w:rsid w:val="00771EAA"/>
    <w:rsid w:val="00780519"/>
    <w:rsid w:val="007869D5"/>
    <w:rsid w:val="00786BE0"/>
    <w:rsid w:val="00787086"/>
    <w:rsid w:val="007912C0"/>
    <w:rsid w:val="00794B9A"/>
    <w:rsid w:val="007956F3"/>
    <w:rsid w:val="007A2A4E"/>
    <w:rsid w:val="007B3AAE"/>
    <w:rsid w:val="007B5CE3"/>
    <w:rsid w:val="007B5F69"/>
    <w:rsid w:val="007B6EBC"/>
    <w:rsid w:val="007C1528"/>
    <w:rsid w:val="007C36E7"/>
    <w:rsid w:val="007C4CFE"/>
    <w:rsid w:val="007C5605"/>
    <w:rsid w:val="007D7A2A"/>
    <w:rsid w:val="007E7616"/>
    <w:rsid w:val="007E7A19"/>
    <w:rsid w:val="007F22BD"/>
    <w:rsid w:val="007F5052"/>
    <w:rsid w:val="007F7661"/>
    <w:rsid w:val="008013DA"/>
    <w:rsid w:val="008051EC"/>
    <w:rsid w:val="0081098C"/>
    <w:rsid w:val="0081283A"/>
    <w:rsid w:val="008147C7"/>
    <w:rsid w:val="00822992"/>
    <w:rsid w:val="0082479A"/>
    <w:rsid w:val="00827DD8"/>
    <w:rsid w:val="00832C61"/>
    <w:rsid w:val="00832DF1"/>
    <w:rsid w:val="00834764"/>
    <w:rsid w:val="00841804"/>
    <w:rsid w:val="00853EFD"/>
    <w:rsid w:val="008577B1"/>
    <w:rsid w:val="00861779"/>
    <w:rsid w:val="00861B69"/>
    <w:rsid w:val="00864604"/>
    <w:rsid w:val="00865308"/>
    <w:rsid w:val="00865379"/>
    <w:rsid w:val="00870D87"/>
    <w:rsid w:val="00870EE3"/>
    <w:rsid w:val="008741CC"/>
    <w:rsid w:val="00875637"/>
    <w:rsid w:val="00877646"/>
    <w:rsid w:val="00880E6D"/>
    <w:rsid w:val="00884BEB"/>
    <w:rsid w:val="00886CAF"/>
    <w:rsid w:val="00890E08"/>
    <w:rsid w:val="00890F87"/>
    <w:rsid w:val="008922C1"/>
    <w:rsid w:val="00894E5A"/>
    <w:rsid w:val="008A2137"/>
    <w:rsid w:val="008A264B"/>
    <w:rsid w:val="008A365D"/>
    <w:rsid w:val="008A418C"/>
    <w:rsid w:val="008A7502"/>
    <w:rsid w:val="008B0355"/>
    <w:rsid w:val="008B3FEE"/>
    <w:rsid w:val="008B636F"/>
    <w:rsid w:val="008C349F"/>
    <w:rsid w:val="008C459D"/>
    <w:rsid w:val="008D0D8B"/>
    <w:rsid w:val="008D4425"/>
    <w:rsid w:val="008D44E8"/>
    <w:rsid w:val="008E6D37"/>
    <w:rsid w:val="008F08E1"/>
    <w:rsid w:val="008F52AA"/>
    <w:rsid w:val="00900442"/>
    <w:rsid w:val="00900A8F"/>
    <w:rsid w:val="00902206"/>
    <w:rsid w:val="0090325C"/>
    <w:rsid w:val="00903524"/>
    <w:rsid w:val="00903B4D"/>
    <w:rsid w:val="0090565B"/>
    <w:rsid w:val="00905EF8"/>
    <w:rsid w:val="00910461"/>
    <w:rsid w:val="0091545A"/>
    <w:rsid w:val="00917550"/>
    <w:rsid w:val="009175A2"/>
    <w:rsid w:val="009232A8"/>
    <w:rsid w:val="009246A2"/>
    <w:rsid w:val="00926881"/>
    <w:rsid w:val="00930255"/>
    <w:rsid w:val="0094105C"/>
    <w:rsid w:val="0094147B"/>
    <w:rsid w:val="00941A99"/>
    <w:rsid w:val="0094219D"/>
    <w:rsid w:val="00960603"/>
    <w:rsid w:val="00965A58"/>
    <w:rsid w:val="009708FB"/>
    <w:rsid w:val="00971E21"/>
    <w:rsid w:val="00984532"/>
    <w:rsid w:val="009850F2"/>
    <w:rsid w:val="00986A7C"/>
    <w:rsid w:val="009948DA"/>
    <w:rsid w:val="00995722"/>
    <w:rsid w:val="009A1155"/>
    <w:rsid w:val="009A14E1"/>
    <w:rsid w:val="009B0787"/>
    <w:rsid w:val="009B2170"/>
    <w:rsid w:val="009B2BE3"/>
    <w:rsid w:val="009B46F9"/>
    <w:rsid w:val="009C3658"/>
    <w:rsid w:val="009C68A7"/>
    <w:rsid w:val="009D0FFC"/>
    <w:rsid w:val="009D24B5"/>
    <w:rsid w:val="009D756E"/>
    <w:rsid w:val="009D7626"/>
    <w:rsid w:val="009E1581"/>
    <w:rsid w:val="009E16FA"/>
    <w:rsid w:val="009E234A"/>
    <w:rsid w:val="009E29E4"/>
    <w:rsid w:val="009E68AE"/>
    <w:rsid w:val="009E7EB3"/>
    <w:rsid w:val="009F1851"/>
    <w:rsid w:val="00A00A3E"/>
    <w:rsid w:val="00A0737F"/>
    <w:rsid w:val="00A10AE7"/>
    <w:rsid w:val="00A11BA3"/>
    <w:rsid w:val="00A12CA2"/>
    <w:rsid w:val="00A12E70"/>
    <w:rsid w:val="00A14D73"/>
    <w:rsid w:val="00A211C3"/>
    <w:rsid w:val="00A21895"/>
    <w:rsid w:val="00A21CA6"/>
    <w:rsid w:val="00A220C2"/>
    <w:rsid w:val="00A3122A"/>
    <w:rsid w:val="00A313A9"/>
    <w:rsid w:val="00A3437F"/>
    <w:rsid w:val="00A344EC"/>
    <w:rsid w:val="00A40502"/>
    <w:rsid w:val="00A41D48"/>
    <w:rsid w:val="00A472AE"/>
    <w:rsid w:val="00A504E6"/>
    <w:rsid w:val="00A50E67"/>
    <w:rsid w:val="00A53C7A"/>
    <w:rsid w:val="00A5447E"/>
    <w:rsid w:val="00A5576E"/>
    <w:rsid w:val="00A60696"/>
    <w:rsid w:val="00A6452A"/>
    <w:rsid w:val="00A674E6"/>
    <w:rsid w:val="00A71323"/>
    <w:rsid w:val="00A7398D"/>
    <w:rsid w:val="00A8023F"/>
    <w:rsid w:val="00A83729"/>
    <w:rsid w:val="00A84411"/>
    <w:rsid w:val="00A86C6D"/>
    <w:rsid w:val="00A90973"/>
    <w:rsid w:val="00A9110D"/>
    <w:rsid w:val="00A92092"/>
    <w:rsid w:val="00A96134"/>
    <w:rsid w:val="00A96340"/>
    <w:rsid w:val="00AA19FB"/>
    <w:rsid w:val="00AA6CAB"/>
    <w:rsid w:val="00AB11A5"/>
    <w:rsid w:val="00AB621F"/>
    <w:rsid w:val="00AB6E34"/>
    <w:rsid w:val="00AB719D"/>
    <w:rsid w:val="00AC13A7"/>
    <w:rsid w:val="00AC18BE"/>
    <w:rsid w:val="00AC4B74"/>
    <w:rsid w:val="00AD2446"/>
    <w:rsid w:val="00AD2B80"/>
    <w:rsid w:val="00AD7118"/>
    <w:rsid w:val="00AE0FED"/>
    <w:rsid w:val="00AE3D9C"/>
    <w:rsid w:val="00AE4B07"/>
    <w:rsid w:val="00AE62E7"/>
    <w:rsid w:val="00AE693F"/>
    <w:rsid w:val="00AE6A94"/>
    <w:rsid w:val="00AF1DC8"/>
    <w:rsid w:val="00AF356A"/>
    <w:rsid w:val="00AF5D78"/>
    <w:rsid w:val="00AF6800"/>
    <w:rsid w:val="00B0129E"/>
    <w:rsid w:val="00B016D1"/>
    <w:rsid w:val="00B04951"/>
    <w:rsid w:val="00B05B40"/>
    <w:rsid w:val="00B07AB9"/>
    <w:rsid w:val="00B201ED"/>
    <w:rsid w:val="00B216AC"/>
    <w:rsid w:val="00B26909"/>
    <w:rsid w:val="00B27549"/>
    <w:rsid w:val="00B27564"/>
    <w:rsid w:val="00B341C3"/>
    <w:rsid w:val="00B40CC3"/>
    <w:rsid w:val="00B43E7A"/>
    <w:rsid w:val="00B464B0"/>
    <w:rsid w:val="00B510D2"/>
    <w:rsid w:val="00B526EC"/>
    <w:rsid w:val="00B619A9"/>
    <w:rsid w:val="00B62E4F"/>
    <w:rsid w:val="00B6314F"/>
    <w:rsid w:val="00B71CAA"/>
    <w:rsid w:val="00B825D6"/>
    <w:rsid w:val="00B83485"/>
    <w:rsid w:val="00B87BA3"/>
    <w:rsid w:val="00B92A41"/>
    <w:rsid w:val="00B92A9E"/>
    <w:rsid w:val="00B93A80"/>
    <w:rsid w:val="00B94165"/>
    <w:rsid w:val="00B9573E"/>
    <w:rsid w:val="00B96682"/>
    <w:rsid w:val="00BA107A"/>
    <w:rsid w:val="00BA49E4"/>
    <w:rsid w:val="00BA5C20"/>
    <w:rsid w:val="00BA650E"/>
    <w:rsid w:val="00BB0398"/>
    <w:rsid w:val="00BB2703"/>
    <w:rsid w:val="00BB31D9"/>
    <w:rsid w:val="00BC2F88"/>
    <w:rsid w:val="00BC32EF"/>
    <w:rsid w:val="00BC428C"/>
    <w:rsid w:val="00BC63F9"/>
    <w:rsid w:val="00BD1715"/>
    <w:rsid w:val="00BD5B7D"/>
    <w:rsid w:val="00BD5EDD"/>
    <w:rsid w:val="00BD6A2C"/>
    <w:rsid w:val="00BE1EF8"/>
    <w:rsid w:val="00BE241A"/>
    <w:rsid w:val="00BE3636"/>
    <w:rsid w:val="00BE6CD8"/>
    <w:rsid w:val="00BF538D"/>
    <w:rsid w:val="00BF6392"/>
    <w:rsid w:val="00C005FD"/>
    <w:rsid w:val="00C03E50"/>
    <w:rsid w:val="00C07615"/>
    <w:rsid w:val="00C101F1"/>
    <w:rsid w:val="00C1371C"/>
    <w:rsid w:val="00C1535C"/>
    <w:rsid w:val="00C174FA"/>
    <w:rsid w:val="00C24443"/>
    <w:rsid w:val="00C244F4"/>
    <w:rsid w:val="00C251F5"/>
    <w:rsid w:val="00C270FB"/>
    <w:rsid w:val="00C30458"/>
    <w:rsid w:val="00C33405"/>
    <w:rsid w:val="00C34EF6"/>
    <w:rsid w:val="00C355D4"/>
    <w:rsid w:val="00C37E55"/>
    <w:rsid w:val="00C44B91"/>
    <w:rsid w:val="00C46EE5"/>
    <w:rsid w:val="00C5050A"/>
    <w:rsid w:val="00C521DE"/>
    <w:rsid w:val="00C5370C"/>
    <w:rsid w:val="00C56E82"/>
    <w:rsid w:val="00C57C34"/>
    <w:rsid w:val="00C62613"/>
    <w:rsid w:val="00C65E6C"/>
    <w:rsid w:val="00C71B8F"/>
    <w:rsid w:val="00C72D51"/>
    <w:rsid w:val="00C73DC7"/>
    <w:rsid w:val="00C743B3"/>
    <w:rsid w:val="00C750C5"/>
    <w:rsid w:val="00C75142"/>
    <w:rsid w:val="00C81D79"/>
    <w:rsid w:val="00C82E7E"/>
    <w:rsid w:val="00C84078"/>
    <w:rsid w:val="00C84916"/>
    <w:rsid w:val="00C8507E"/>
    <w:rsid w:val="00C90FF2"/>
    <w:rsid w:val="00C9198F"/>
    <w:rsid w:val="00C92836"/>
    <w:rsid w:val="00C92C8D"/>
    <w:rsid w:val="00C9392C"/>
    <w:rsid w:val="00C9788F"/>
    <w:rsid w:val="00CA0ADA"/>
    <w:rsid w:val="00CA0F17"/>
    <w:rsid w:val="00CA7DEF"/>
    <w:rsid w:val="00CB1E27"/>
    <w:rsid w:val="00CB264C"/>
    <w:rsid w:val="00CB5354"/>
    <w:rsid w:val="00CB7C60"/>
    <w:rsid w:val="00CB7DE4"/>
    <w:rsid w:val="00CC3FDC"/>
    <w:rsid w:val="00CC57AE"/>
    <w:rsid w:val="00CC5AEB"/>
    <w:rsid w:val="00CD2F17"/>
    <w:rsid w:val="00CD462D"/>
    <w:rsid w:val="00CD4877"/>
    <w:rsid w:val="00CE29AA"/>
    <w:rsid w:val="00CE36A0"/>
    <w:rsid w:val="00CE58D2"/>
    <w:rsid w:val="00CE59A5"/>
    <w:rsid w:val="00CE6205"/>
    <w:rsid w:val="00CE636F"/>
    <w:rsid w:val="00CF0899"/>
    <w:rsid w:val="00CF6B5B"/>
    <w:rsid w:val="00D00201"/>
    <w:rsid w:val="00D03328"/>
    <w:rsid w:val="00D0681D"/>
    <w:rsid w:val="00D13907"/>
    <w:rsid w:val="00D15CEC"/>
    <w:rsid w:val="00D17FBF"/>
    <w:rsid w:val="00D22543"/>
    <w:rsid w:val="00D25806"/>
    <w:rsid w:val="00D30C6A"/>
    <w:rsid w:val="00D31DE3"/>
    <w:rsid w:val="00D32663"/>
    <w:rsid w:val="00D34F56"/>
    <w:rsid w:val="00D36509"/>
    <w:rsid w:val="00D36B79"/>
    <w:rsid w:val="00D40E62"/>
    <w:rsid w:val="00D410A1"/>
    <w:rsid w:val="00D41372"/>
    <w:rsid w:val="00D44652"/>
    <w:rsid w:val="00D4562A"/>
    <w:rsid w:val="00D459C8"/>
    <w:rsid w:val="00D56462"/>
    <w:rsid w:val="00D5666F"/>
    <w:rsid w:val="00D60C34"/>
    <w:rsid w:val="00D60EB7"/>
    <w:rsid w:val="00D61083"/>
    <w:rsid w:val="00D620DE"/>
    <w:rsid w:val="00D6545E"/>
    <w:rsid w:val="00D768B6"/>
    <w:rsid w:val="00D80460"/>
    <w:rsid w:val="00D84707"/>
    <w:rsid w:val="00D92847"/>
    <w:rsid w:val="00D93BC8"/>
    <w:rsid w:val="00D93BC9"/>
    <w:rsid w:val="00DB5127"/>
    <w:rsid w:val="00DB7156"/>
    <w:rsid w:val="00DC0D0A"/>
    <w:rsid w:val="00DC357E"/>
    <w:rsid w:val="00DC43D2"/>
    <w:rsid w:val="00DD2305"/>
    <w:rsid w:val="00DD2DA4"/>
    <w:rsid w:val="00DD32FE"/>
    <w:rsid w:val="00DD5CB7"/>
    <w:rsid w:val="00DE0F42"/>
    <w:rsid w:val="00DE18DC"/>
    <w:rsid w:val="00DE280A"/>
    <w:rsid w:val="00DE6A62"/>
    <w:rsid w:val="00DE79E8"/>
    <w:rsid w:val="00DF04B1"/>
    <w:rsid w:val="00DF7D01"/>
    <w:rsid w:val="00E1360A"/>
    <w:rsid w:val="00E15585"/>
    <w:rsid w:val="00E16423"/>
    <w:rsid w:val="00E21674"/>
    <w:rsid w:val="00E22621"/>
    <w:rsid w:val="00E2488F"/>
    <w:rsid w:val="00E32FF9"/>
    <w:rsid w:val="00E34D88"/>
    <w:rsid w:val="00E3626E"/>
    <w:rsid w:val="00E41F8D"/>
    <w:rsid w:val="00E435C7"/>
    <w:rsid w:val="00E47882"/>
    <w:rsid w:val="00E47DE9"/>
    <w:rsid w:val="00E50630"/>
    <w:rsid w:val="00E5088F"/>
    <w:rsid w:val="00E50A68"/>
    <w:rsid w:val="00E521A3"/>
    <w:rsid w:val="00E5742F"/>
    <w:rsid w:val="00E609B7"/>
    <w:rsid w:val="00E61714"/>
    <w:rsid w:val="00E64DA3"/>
    <w:rsid w:val="00E65BE6"/>
    <w:rsid w:val="00E67D67"/>
    <w:rsid w:val="00E71413"/>
    <w:rsid w:val="00E75826"/>
    <w:rsid w:val="00E76ABB"/>
    <w:rsid w:val="00E76B96"/>
    <w:rsid w:val="00E8144B"/>
    <w:rsid w:val="00E849EA"/>
    <w:rsid w:val="00E84B15"/>
    <w:rsid w:val="00E91653"/>
    <w:rsid w:val="00E95968"/>
    <w:rsid w:val="00E97A8A"/>
    <w:rsid w:val="00E97D4C"/>
    <w:rsid w:val="00EA1D6E"/>
    <w:rsid w:val="00EA7D79"/>
    <w:rsid w:val="00EB04F9"/>
    <w:rsid w:val="00EB139A"/>
    <w:rsid w:val="00EC21D4"/>
    <w:rsid w:val="00EC21FF"/>
    <w:rsid w:val="00EC5669"/>
    <w:rsid w:val="00EC5F97"/>
    <w:rsid w:val="00EC71D0"/>
    <w:rsid w:val="00ED0900"/>
    <w:rsid w:val="00ED13C3"/>
    <w:rsid w:val="00ED1F28"/>
    <w:rsid w:val="00ED4E7D"/>
    <w:rsid w:val="00ED7DDA"/>
    <w:rsid w:val="00EE0791"/>
    <w:rsid w:val="00EE1858"/>
    <w:rsid w:val="00EE55F9"/>
    <w:rsid w:val="00EF33E5"/>
    <w:rsid w:val="00EF48BB"/>
    <w:rsid w:val="00EF4ED0"/>
    <w:rsid w:val="00F00524"/>
    <w:rsid w:val="00F01EE7"/>
    <w:rsid w:val="00F03241"/>
    <w:rsid w:val="00F058D1"/>
    <w:rsid w:val="00F15395"/>
    <w:rsid w:val="00F21D24"/>
    <w:rsid w:val="00F220C6"/>
    <w:rsid w:val="00F24D76"/>
    <w:rsid w:val="00F35808"/>
    <w:rsid w:val="00F40423"/>
    <w:rsid w:val="00F42D95"/>
    <w:rsid w:val="00F47423"/>
    <w:rsid w:val="00F476BF"/>
    <w:rsid w:val="00F50B48"/>
    <w:rsid w:val="00F55ACE"/>
    <w:rsid w:val="00F67319"/>
    <w:rsid w:val="00F71026"/>
    <w:rsid w:val="00F72900"/>
    <w:rsid w:val="00F72F9B"/>
    <w:rsid w:val="00F73577"/>
    <w:rsid w:val="00F773CC"/>
    <w:rsid w:val="00F774DE"/>
    <w:rsid w:val="00F9558A"/>
    <w:rsid w:val="00F95C1F"/>
    <w:rsid w:val="00FA1E86"/>
    <w:rsid w:val="00FA1FFC"/>
    <w:rsid w:val="00FB4383"/>
    <w:rsid w:val="00FB4FE2"/>
    <w:rsid w:val="00FB59D7"/>
    <w:rsid w:val="00FC2AA0"/>
    <w:rsid w:val="00FC3631"/>
    <w:rsid w:val="00FC3635"/>
    <w:rsid w:val="00FC4D8E"/>
    <w:rsid w:val="00FD0A96"/>
    <w:rsid w:val="00FD1B23"/>
    <w:rsid w:val="00FD25E3"/>
    <w:rsid w:val="00FD5058"/>
    <w:rsid w:val="00FD59FE"/>
    <w:rsid w:val="00FD6368"/>
    <w:rsid w:val="00FE41D5"/>
    <w:rsid w:val="00FE7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3A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13A9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313A9"/>
    <w:pPr>
      <w:keepNext/>
      <w:ind w:firstLine="720"/>
      <w:jc w:val="center"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313A9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313A9"/>
    <w:pPr>
      <w:keepNext/>
      <w:jc w:val="center"/>
      <w:outlineLvl w:val="8"/>
    </w:pPr>
    <w:rPr>
      <w:b/>
      <w:sz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589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589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589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5894"/>
    <w:rPr>
      <w:rFonts w:asciiTheme="majorHAnsi" w:eastAsiaTheme="majorEastAsia" w:hAnsiTheme="majorHAnsi" w:cstheme="majorBidi"/>
    </w:rPr>
  </w:style>
  <w:style w:type="paragraph" w:styleId="BodyTextIndent3">
    <w:name w:val="Body Text Indent 3"/>
    <w:basedOn w:val="Normal"/>
    <w:link w:val="BodyTextIndent3Char"/>
    <w:uiPriority w:val="99"/>
    <w:rsid w:val="00A313A9"/>
    <w:pPr>
      <w:ind w:firstLine="708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C5894"/>
    <w:rPr>
      <w:sz w:val="16"/>
      <w:szCs w:val="16"/>
    </w:rPr>
  </w:style>
  <w:style w:type="paragraph" w:styleId="Caption">
    <w:name w:val="caption"/>
    <w:basedOn w:val="Normal"/>
    <w:uiPriority w:val="99"/>
    <w:qFormat/>
    <w:rsid w:val="00A313A9"/>
    <w:pPr>
      <w:jc w:val="center"/>
    </w:pPr>
    <w:rPr>
      <w:b/>
      <w:i/>
      <w:sz w:val="32"/>
    </w:rPr>
  </w:style>
  <w:style w:type="paragraph" w:styleId="BodyTextIndent">
    <w:name w:val="Body Text Indent"/>
    <w:basedOn w:val="Normal"/>
    <w:link w:val="BodyTextIndentChar"/>
    <w:uiPriority w:val="99"/>
    <w:rsid w:val="00A313A9"/>
    <w:pPr>
      <w:ind w:firstLine="708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C5894"/>
    <w:rPr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A313A9"/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C5894"/>
    <w:rPr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A313A9"/>
    <w:pPr>
      <w:jc w:val="both"/>
    </w:pPr>
    <w:rPr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C5894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A313A9"/>
    <w:pPr>
      <w:jc w:val="center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C5894"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A313A9"/>
    <w:pPr>
      <w:spacing w:after="120" w:line="480" w:lineRule="auto"/>
      <w:ind w:left="283"/>
    </w:pPr>
    <w:rPr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C5894"/>
    <w:rPr>
      <w:sz w:val="20"/>
      <w:szCs w:val="20"/>
    </w:rPr>
  </w:style>
  <w:style w:type="character" w:styleId="Hyperlink">
    <w:name w:val="Hyperlink"/>
    <w:basedOn w:val="DefaultParagraphFont"/>
    <w:uiPriority w:val="99"/>
    <w:rsid w:val="00A313A9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313A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5894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A313A9"/>
    <w:rPr>
      <w:rFonts w:cs="Times New Roman"/>
    </w:rPr>
  </w:style>
  <w:style w:type="table" w:styleId="TableGrid">
    <w:name w:val="Table Grid"/>
    <w:basedOn w:val="TableNormal"/>
    <w:uiPriority w:val="99"/>
    <w:rsid w:val="00167CE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B93A8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5894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95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gm.ru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skisport.ru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flgm@mail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flgm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kispor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167</TotalTime>
  <Pages>3</Pages>
  <Words>990</Words>
  <Characters>5648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artamonova</dc:creator>
  <cp:keywords/>
  <dc:description/>
  <cp:lastModifiedBy>Краснов Андрей</cp:lastModifiedBy>
  <cp:revision>29</cp:revision>
  <cp:lastPrinted>2012-11-06T17:38:00Z</cp:lastPrinted>
  <dcterms:created xsi:type="dcterms:W3CDTF">2013-09-13T18:23:00Z</dcterms:created>
  <dcterms:modified xsi:type="dcterms:W3CDTF">2013-10-01T21:42:00Z</dcterms:modified>
</cp:coreProperties>
</file>