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996" w:rsidRPr="004F2E88" w:rsidRDefault="00AB5996" w:rsidP="00885C49">
      <w:pPr>
        <w:spacing w:after="0" w:line="240" w:lineRule="atLeast"/>
        <w:jc w:val="center"/>
        <w:rPr>
          <w:rFonts w:ascii="Times New Roman" w:hAnsi="Times New Roman"/>
          <w:b/>
          <w:i/>
          <w:sz w:val="36"/>
          <w:szCs w:val="36"/>
        </w:rPr>
      </w:pPr>
      <w:r w:rsidRPr="004F2E88">
        <w:rPr>
          <w:rFonts w:ascii="Times New Roman" w:hAnsi="Times New Roman"/>
          <w:b/>
          <w:i/>
          <w:sz w:val="36"/>
          <w:szCs w:val="36"/>
        </w:rPr>
        <w:t xml:space="preserve">Открытое первенство РГУФКСМиТ по кроссу </w:t>
      </w:r>
    </w:p>
    <w:p w:rsidR="00AB5996" w:rsidRPr="004F2E88" w:rsidRDefault="00AB5996" w:rsidP="00885C49">
      <w:pPr>
        <w:spacing w:after="0" w:line="240" w:lineRule="atLeast"/>
        <w:jc w:val="center"/>
        <w:rPr>
          <w:rFonts w:ascii="Times New Roman" w:hAnsi="Times New Roman"/>
          <w:b/>
          <w:i/>
          <w:sz w:val="36"/>
          <w:szCs w:val="36"/>
        </w:rPr>
      </w:pPr>
      <w:r w:rsidRPr="004F2E88">
        <w:rPr>
          <w:rFonts w:ascii="Times New Roman" w:hAnsi="Times New Roman"/>
          <w:b/>
          <w:i/>
          <w:sz w:val="36"/>
          <w:szCs w:val="36"/>
        </w:rPr>
        <w:t xml:space="preserve"> «Традиционный 27-ой кросс лыжников Измайловское кольцо»</w:t>
      </w:r>
    </w:p>
    <w:p w:rsidR="00AB5996" w:rsidRPr="004F2E88" w:rsidRDefault="00AB5996" w:rsidP="00B921F5">
      <w:pPr>
        <w:jc w:val="right"/>
        <w:rPr>
          <w:rFonts w:ascii="Times New Roman" w:hAnsi="Times New Roman"/>
          <w:b/>
          <w:i/>
          <w:sz w:val="28"/>
          <w:szCs w:val="28"/>
        </w:rPr>
      </w:pPr>
      <w:r w:rsidRPr="004F2E88">
        <w:rPr>
          <w:rFonts w:ascii="Times New Roman" w:hAnsi="Times New Roman"/>
          <w:b/>
          <w:i/>
          <w:sz w:val="28"/>
          <w:szCs w:val="28"/>
        </w:rPr>
        <w:t>14 октября 2012г.</w:t>
      </w:r>
    </w:p>
    <w:p w:rsidR="00AB5996" w:rsidRPr="004F2E88" w:rsidRDefault="00AB5996" w:rsidP="00885C49">
      <w:pPr>
        <w:spacing w:after="0" w:line="240" w:lineRule="atLeast"/>
        <w:rPr>
          <w:rFonts w:ascii="Times New Roman" w:hAnsi="Times New Roman"/>
          <w:i/>
          <w:sz w:val="28"/>
          <w:szCs w:val="28"/>
        </w:rPr>
      </w:pPr>
      <w:r w:rsidRPr="004F2E88">
        <w:rPr>
          <w:rFonts w:ascii="Times New Roman" w:hAnsi="Times New Roman"/>
          <w:i/>
          <w:sz w:val="28"/>
          <w:szCs w:val="28"/>
        </w:rPr>
        <w:t>Стадион Авангард</w:t>
      </w:r>
    </w:p>
    <w:p w:rsidR="00AB5996" w:rsidRPr="004F2E88" w:rsidRDefault="00AB5996" w:rsidP="00885C49">
      <w:pPr>
        <w:spacing w:after="0" w:line="240" w:lineRule="atLeas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</w:t>
      </w:r>
      <w:r w:rsidRPr="004F2E88">
        <w:rPr>
          <w:rFonts w:ascii="Times New Roman" w:hAnsi="Times New Roman"/>
          <w:i/>
          <w:sz w:val="28"/>
          <w:szCs w:val="28"/>
        </w:rPr>
        <w:t>.Москва</w:t>
      </w:r>
    </w:p>
    <w:p w:rsidR="00AB5996" w:rsidRPr="004F2E88" w:rsidRDefault="00AB5996" w:rsidP="00885C49">
      <w:pPr>
        <w:spacing w:after="0" w:line="240" w:lineRule="atLeast"/>
        <w:rPr>
          <w:rFonts w:ascii="Times New Roman" w:hAnsi="Times New Roman"/>
          <w:b/>
          <w:i/>
          <w:sz w:val="28"/>
          <w:szCs w:val="28"/>
        </w:rPr>
      </w:pPr>
      <w:r w:rsidRPr="004F2E88">
        <w:rPr>
          <w:rFonts w:ascii="Times New Roman" w:hAnsi="Times New Roman"/>
          <w:b/>
          <w:i/>
          <w:sz w:val="28"/>
          <w:szCs w:val="28"/>
        </w:rPr>
        <w:t>Дети 400м</w:t>
      </w:r>
    </w:p>
    <w:p w:rsidR="00AB5996" w:rsidRPr="004F2E88" w:rsidRDefault="00AB5996" w:rsidP="00885C49">
      <w:pPr>
        <w:spacing w:after="0" w:line="240" w:lineRule="atLeast"/>
        <w:rPr>
          <w:rFonts w:ascii="Times New Roman" w:hAnsi="Times New Roman"/>
          <w:i/>
          <w:sz w:val="28"/>
          <w:szCs w:val="28"/>
        </w:rPr>
      </w:pPr>
      <w:r w:rsidRPr="004F2E88">
        <w:rPr>
          <w:rFonts w:ascii="Times New Roman" w:hAnsi="Times New Roman"/>
          <w:i/>
          <w:sz w:val="28"/>
          <w:szCs w:val="28"/>
        </w:rPr>
        <w:t>Старт общий: 10.30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1560"/>
        <w:gridCol w:w="3260"/>
        <w:gridCol w:w="1594"/>
        <w:gridCol w:w="1915"/>
      </w:tblGrid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953">
              <w:rPr>
                <w:rFonts w:ascii="Times New Roman" w:hAnsi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953">
              <w:rPr>
                <w:rFonts w:ascii="Times New Roman" w:hAnsi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953">
              <w:rPr>
                <w:rFonts w:ascii="Times New Roman" w:hAnsi="Times New Roman"/>
                <w:b/>
                <w:sz w:val="28"/>
                <w:szCs w:val="28"/>
              </w:rPr>
              <w:t>Фамилия Имя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953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35795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357953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7953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497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Султанов Алексей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1.35,55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468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Осипова Валерия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1.44,32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473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Иванов Никита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1.45,12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378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Легкова Василиса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1.48,27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Свиридов Пётр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1.50,01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Грыжина Екатерина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1.52,00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493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Климов Степан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1.57,02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Лебедева Арина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1.58,23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465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Вилисов Георгий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1.59,08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520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Иванова Ульяна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2.03,48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463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Антонова Алёна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2.04,37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466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Щипанская Екатерина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2.06,52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Малеева Василиса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2.07,38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Захарова Светлана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2.08,37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Назаров Георгий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2.13,51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Копалкина Анна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2.13,59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Тихомирова Ариадна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2.15,41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Ходжич Амела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2.17,03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495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Ерошин Егор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2.25,25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Трескина Анна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2.49,09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Легков Пётр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2.51,01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Муравьёв Максим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3.18,39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Андреева Анастасия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3.53,19</w:t>
            </w:r>
          </w:p>
        </w:tc>
      </w:tr>
      <w:tr w:rsidR="00AB5996" w:rsidRPr="00357953" w:rsidTr="00357953">
        <w:tc>
          <w:tcPr>
            <w:tcW w:w="1242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472</w:t>
            </w:r>
          </w:p>
        </w:tc>
        <w:tc>
          <w:tcPr>
            <w:tcW w:w="3260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Андреева Алиса</w:t>
            </w:r>
          </w:p>
        </w:tc>
        <w:tc>
          <w:tcPr>
            <w:tcW w:w="1594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915" w:type="dxa"/>
          </w:tcPr>
          <w:p w:rsidR="00AB5996" w:rsidRPr="00357953" w:rsidRDefault="00AB5996" w:rsidP="00357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953">
              <w:rPr>
                <w:rFonts w:ascii="Times New Roman" w:hAnsi="Times New Roman"/>
                <w:sz w:val="28"/>
                <w:szCs w:val="28"/>
              </w:rPr>
              <w:t>4.39,20</w:t>
            </w:r>
          </w:p>
        </w:tc>
      </w:tr>
    </w:tbl>
    <w:p w:rsidR="00AB5996" w:rsidRDefault="00AB5996">
      <w:pPr>
        <w:rPr>
          <w:rFonts w:ascii="Times New Roman" w:hAnsi="Times New Roman"/>
        </w:rPr>
      </w:pPr>
    </w:p>
    <w:p w:rsidR="00AB5996" w:rsidRDefault="00AB5996">
      <w:pPr>
        <w:rPr>
          <w:rFonts w:ascii="Times New Roman" w:hAnsi="Times New Roman"/>
          <w:sz w:val="28"/>
          <w:szCs w:val="28"/>
        </w:rPr>
      </w:pPr>
    </w:p>
    <w:p w:rsidR="00AB5996" w:rsidRPr="004F2E88" w:rsidRDefault="00AB5996" w:rsidP="00885C49">
      <w:pPr>
        <w:spacing w:after="0"/>
        <w:rPr>
          <w:rFonts w:ascii="Times New Roman" w:hAnsi="Times New Roman"/>
          <w:sz w:val="28"/>
          <w:szCs w:val="28"/>
        </w:rPr>
      </w:pPr>
      <w:r w:rsidRPr="004F2E88">
        <w:rPr>
          <w:rFonts w:ascii="Times New Roman" w:hAnsi="Times New Roman"/>
          <w:sz w:val="28"/>
          <w:szCs w:val="28"/>
        </w:rPr>
        <w:t>Главный судья: Калайда Александра Анатольевна</w:t>
      </w:r>
    </w:p>
    <w:p w:rsidR="00AB5996" w:rsidRDefault="00AB5996" w:rsidP="00885C49">
      <w:pPr>
        <w:spacing w:after="0"/>
        <w:rPr>
          <w:rFonts w:ascii="Times New Roman" w:hAnsi="Times New Roman"/>
          <w:sz w:val="28"/>
          <w:szCs w:val="28"/>
        </w:rPr>
      </w:pPr>
      <w:r w:rsidRPr="004F2E88">
        <w:rPr>
          <w:rFonts w:ascii="Times New Roman" w:hAnsi="Times New Roman"/>
          <w:sz w:val="28"/>
          <w:szCs w:val="28"/>
        </w:rPr>
        <w:t>Главный секретарь: Глодан Татьяна Николаевна</w:t>
      </w:r>
    </w:p>
    <w:p w:rsidR="00AB5996" w:rsidRPr="004F2E88" w:rsidRDefault="00AB5996" w:rsidP="00885C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трассы: Казаков Алексей Николаевич</w:t>
      </w:r>
    </w:p>
    <w:sectPr w:rsidR="00AB5996" w:rsidRPr="004F2E88" w:rsidSect="00F3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1F5"/>
    <w:rsid w:val="00020B83"/>
    <w:rsid w:val="001A3E76"/>
    <w:rsid w:val="00357953"/>
    <w:rsid w:val="0039438C"/>
    <w:rsid w:val="004D26B9"/>
    <w:rsid w:val="004F2E88"/>
    <w:rsid w:val="0070670A"/>
    <w:rsid w:val="00885C49"/>
    <w:rsid w:val="00AB5996"/>
    <w:rsid w:val="00AE3CCB"/>
    <w:rsid w:val="00B921F5"/>
    <w:rsid w:val="00BF5F30"/>
    <w:rsid w:val="00C34BF5"/>
    <w:rsid w:val="00E87818"/>
    <w:rsid w:val="00F30E2F"/>
    <w:rsid w:val="00FD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1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E3C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180</Words>
  <Characters>1032</Characters>
  <Application>Microsoft Office Outlook</Application>
  <DocSecurity>0</DocSecurity>
  <Lines>0</Lines>
  <Paragraphs>0</Paragraphs>
  <ScaleCrop>false</ScaleCrop>
  <Company>RSUPE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ski</cp:lastModifiedBy>
  <cp:revision>6</cp:revision>
  <cp:lastPrinted>2012-10-16T06:23:00Z</cp:lastPrinted>
  <dcterms:created xsi:type="dcterms:W3CDTF">2012-10-16T06:04:00Z</dcterms:created>
  <dcterms:modified xsi:type="dcterms:W3CDTF">2012-10-16T06:13:00Z</dcterms:modified>
</cp:coreProperties>
</file>