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1" w:type="dxa"/>
        <w:tblInd w:w="93" w:type="dxa"/>
        <w:tblLook w:val="00A0"/>
      </w:tblPr>
      <w:tblGrid>
        <w:gridCol w:w="960"/>
        <w:gridCol w:w="698"/>
        <w:gridCol w:w="3160"/>
        <w:gridCol w:w="1060"/>
        <w:gridCol w:w="3040"/>
        <w:gridCol w:w="1213"/>
        <w:gridCol w:w="1240"/>
      </w:tblGrid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 29 Уфимский лыжный марафон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МУЖЧИНЫ  (19-39лет)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48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48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4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50 км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Кравчук В.М. (РК)        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50 км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>:                                           5</w:t>
            </w:r>
          </w:p>
        </w:tc>
      </w:tr>
      <w:tr w:rsidR="00FA778B" w:rsidRPr="00226C85" w:rsidTr="001472A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Старт.</w:t>
            </w:r>
            <w:r w:rsidRPr="00DE62D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br/>
              <w:t>Клуб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Степанов Александр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2:04:31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Кутлугужин Ильдар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2:04:45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Павлов Ростислав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БГАУ Д-5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2:05:40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Ахметшин Ильяс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Нуримановский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2:08:23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Надеждин Владимир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2:08:24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417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Сафронов Евгений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Сифк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2:09:48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472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Михайлов Валентин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Калтасы ДЮСШ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2:10:12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475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Аминев Загир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УГНТУ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2:13:31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424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Минниахметов Даниль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УАТК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2:16:05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Андреев Андрей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Стфк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2:16:11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470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Якупов Айдар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УГНТУ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2:16:50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436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Юлдашев Амир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Уфа 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2:17:06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Зубов Владислав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2:17:57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429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Байрамов Марсель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Д-5 Галишин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2:18:04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173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Шумаев Виталий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Мишкино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2:20:08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Лупсанов Заригто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Д-5 БГУ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2:20:41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438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Исламов Булат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Уфа 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2:23:40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Акчурин Рузиль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ГАУСДЮШОР 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2:24:33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418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Разтоптанный Алексей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РФСО "Лкомотив"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2:24:46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178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Буюн Сергей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Булгаково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2:25:44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180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lang w:eastAsia="ru-RU"/>
              </w:rPr>
            </w:pPr>
            <w:r w:rsidRPr="00DE62DE">
              <w:rPr>
                <w:lang w:eastAsia="ru-RU"/>
              </w:rPr>
              <w:t>Нигматуллин Радик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1985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Булгаково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2:25:50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444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Булатов Марат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СК "Второе дыхание"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2:26:38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443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Яркин Роман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СК "Второе дыхание"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2:27:15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179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Саттаров Мунир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БФ Баш ГУ г. Бирск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2:27:50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442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Гиззатов Арнис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Уфанефтехим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2:28:07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425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Балле Максим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2:28:50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155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Кузьмин Ярослав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УГАТУ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2:29:45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480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Кудяков Андрей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УГНТУ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2:30:02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433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Галляув Ильдар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2:32:40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E37FD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20D1B" w:rsidRDefault="00FA778B" w:rsidP="00EE37FD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20D1B">
              <w:rPr>
                <w:b/>
                <w:bCs/>
                <w:color w:val="000000"/>
                <w:lang w:eastAsia="ru-RU"/>
              </w:rPr>
              <w:t>405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Аминев Булат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Ишимбайский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E37FD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20D1B">
              <w:rPr>
                <w:b/>
                <w:bCs/>
                <w:color w:val="000000"/>
                <w:lang w:eastAsia="ru-RU"/>
              </w:rPr>
              <w:t>2:34:08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421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Нуриев Динар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Башкирэнерго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2:34:35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Митранов Урал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2:35:55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476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Исаев Андрей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2:36:15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479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Васильков Валерий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ТЭЦ-2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2:40:13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DE62DE">
              <w:rPr>
                <w:b/>
                <w:bCs/>
                <w:lang w:eastAsia="ru-RU"/>
              </w:rPr>
              <w:t>473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Ибрагимов Андрей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1979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УГНТУ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DE62DE">
              <w:rPr>
                <w:b/>
                <w:bCs/>
                <w:lang w:eastAsia="ru-RU"/>
              </w:rPr>
              <w:t>2:41:35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478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Ильтимиров Леонид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ГАУСДЮШОР  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2:42:28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426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Гафаров Ильнар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2:44:40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408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Никитин Евгений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Красноусольск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2:44:47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446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Искандаров Руслан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ФКУ "1ОФПС ГПС по РБ"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2:45:27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435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Храмов Алексей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г. Октябрьский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2:48:10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41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Васильев Константин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МЧС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2:48:44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42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477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Муртазин Тимур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УГНТУ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2:49:49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43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423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Плотников Константин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Пермь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2:55:04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Мирзаянов Рустем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Уфа Д-31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3:02:56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45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Киекбаев Ильнур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Красноусольск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3:04:30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46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Федоров Владимир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ФКХ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3:12:25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  <w:r>
              <w:rPr>
                <w:b/>
                <w:bCs/>
                <w:color w:val="000000"/>
                <w:lang w:val="en-US" w:eastAsia="ru-RU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403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Каштанов Артур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УГАТУ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1:30:23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DE62DE">
              <w:rPr>
                <w:b/>
                <w:bCs/>
                <w:lang w:eastAsia="ru-RU"/>
              </w:rPr>
              <w:t>397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lang w:eastAsia="ru-RU"/>
              </w:rPr>
            </w:pPr>
            <w:r w:rsidRPr="00DE62DE">
              <w:rPr>
                <w:lang w:eastAsia="ru-RU"/>
              </w:rPr>
              <w:t xml:space="preserve">Маликов Азамат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1982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Новоил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lang w:eastAsia="ru-RU"/>
              </w:rPr>
            </w:pPr>
            <w:r w:rsidRPr="00DE62DE">
              <w:rPr>
                <w:lang w:eastAsia="ru-RU"/>
              </w:rPr>
              <w:t>в/к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Капитанов станислав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БГАУ Д-5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Захаров Николай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Миякинский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447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Ахьянов Алексей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Октябрьский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Апареев Игорь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Габов Александр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474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Ибрагимов Тимур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УГНТУ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Сафиканов Ильдар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404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Байгазин Ильнур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Ишимбайский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419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Иванов Владимир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Сифк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422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Моисеев Тимофей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Межгорье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437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Балашов Влад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Уфа баитлон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439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Аминев Тагир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Уфанефтехим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Зейберт Владимир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ФГКУ " 22 ОФПС ГПС по РБ"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Исламов Рамиль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Еникеев Максим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457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Кадочников Александр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Мухаметьянов Рафаэль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УГНТУ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464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Байтимиров Ильгиз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1992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468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Галимзянов Ильдар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1981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Белебей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40" w:type="dxa"/>
            <w:tcBorders>
              <w:top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C6319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9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62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DE62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C6319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C63190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9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62DE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DE62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 29 Уфимский лыжный марафон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1013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Мужчины 40-50  лет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48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48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4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50 км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Кравчук В.М. (РК)        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50 км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1472A1">
        <w:trPr>
          <w:trHeight w:val="300"/>
        </w:trPr>
        <w:tc>
          <w:tcPr>
            <w:tcW w:w="5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C6319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>:                                           5</w:t>
            </w:r>
          </w:p>
        </w:tc>
      </w:tr>
      <w:tr w:rsidR="00FA778B" w:rsidRPr="00226C85" w:rsidTr="001472A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Старт.</w:t>
            </w:r>
            <w:r w:rsidRPr="00DE62D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br/>
              <w:t>Клуб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Хасанов Данил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Челябинск " Динамо"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2:10:10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486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Гарейшин Валерий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г. Нефтекамск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2:12:45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402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Гарайшин Фидрат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Янаул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2:14:24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484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Галиахметов Радик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Ленинский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2:25:01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Фомин Сергей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АЛС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2:26:12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177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Газизов Айнур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г. Бирск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2:26:48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Руднев Сергей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Мечеткинский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2:28:08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Хадыев Айрат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АЛС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2:30:52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489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Куликов Максим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АЛС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2:31:05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487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Кидюк Андрей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ОАО НПО "Искра" г. Пермь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2:33:13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Ланюгов андрей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2:36:57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488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Корепанов Владимир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Пермь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2:37:03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485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Гатауллин Рустем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Стер. ТЭЦ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2:40:13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Мальцев Игорь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ФКУ "1 ОФПС ГПС по РБ"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2:40:20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Гибадуллин салават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Мечеткинский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2:49:31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471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Султанов Радик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Салават стекло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2:55:51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483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Ахмадиев Вагиз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3:14:15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409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Каскинбаев Фаиз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Красноусольск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1:52:43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Салихов Ильдар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Уфа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сош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Абдуллин Риф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ФГКУ "22 ОФПС ГПС по РБ"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498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Кагиров рустем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Белебей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н/я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9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62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DE62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95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62DE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DE62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FA778B" w:rsidRDefault="00FA778B" w:rsidP="00DE62DE">
      <w:pPr>
        <w:ind w:left="142"/>
      </w:pPr>
    </w:p>
    <w:tbl>
      <w:tblPr>
        <w:tblW w:w="11072" w:type="dxa"/>
        <w:tblInd w:w="93" w:type="dxa"/>
        <w:tblLook w:val="00A0"/>
      </w:tblPr>
      <w:tblGrid>
        <w:gridCol w:w="1088"/>
        <w:gridCol w:w="664"/>
        <w:gridCol w:w="2516"/>
        <w:gridCol w:w="755"/>
        <w:gridCol w:w="3504"/>
        <w:gridCol w:w="1213"/>
        <w:gridCol w:w="1332"/>
      </w:tblGrid>
      <w:tr w:rsidR="00FA778B" w:rsidRPr="00226C85" w:rsidTr="00DE62DE">
        <w:trPr>
          <w:trHeight w:val="31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DE62DE">
        <w:trPr>
          <w:trHeight w:val="31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DE62DE">
        <w:trPr>
          <w:trHeight w:val="31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DE62DE">
        <w:trPr>
          <w:trHeight w:val="31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29 Уфимский лыжный марафон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DE62DE">
        <w:trPr>
          <w:trHeight w:val="31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DE62DE">
        <w:trPr>
          <w:trHeight w:val="31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DE62DE">
        <w:trPr>
          <w:trHeight w:val="31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DE62DE">
        <w:trPr>
          <w:trHeight w:val="300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мужчины, женщины 1952 г.р. и старше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833AC6">
        <w:trPr>
          <w:trHeight w:val="315"/>
        </w:trPr>
        <w:tc>
          <w:tcPr>
            <w:tcW w:w="42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610DC" w:rsidRDefault="00FA778B" w:rsidP="006610D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610DC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</w:tr>
      <w:tr w:rsidR="00FA778B" w:rsidRPr="00226C85" w:rsidTr="00716EED">
        <w:trPr>
          <w:trHeight w:val="315"/>
        </w:trPr>
        <w:tc>
          <w:tcPr>
            <w:tcW w:w="42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60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610DC" w:rsidRDefault="00FA778B" w:rsidP="006610D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610DC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</w:tr>
      <w:tr w:rsidR="00FA778B" w:rsidRPr="00226C85" w:rsidTr="00532F29">
        <w:trPr>
          <w:trHeight w:val="315"/>
        </w:trPr>
        <w:tc>
          <w:tcPr>
            <w:tcW w:w="4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20 км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0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610DC" w:rsidRDefault="00FA778B" w:rsidP="006610D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610DC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</w:tr>
      <w:tr w:rsidR="00FA778B" w:rsidRPr="00226C85" w:rsidTr="00DE62DE">
        <w:trPr>
          <w:trHeight w:val="300"/>
        </w:trPr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6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vAlign w:val="bottom"/>
          </w:tcPr>
          <w:p w:rsidR="00FA778B" w:rsidRPr="006610DC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6610DC">
              <w:rPr>
                <w:rFonts w:ascii="Times New Roman" w:hAnsi="Times New Roman"/>
                <w:b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DE62DE">
        <w:trPr>
          <w:trHeight w:val="383"/>
        </w:trPr>
        <w:tc>
          <w:tcPr>
            <w:tcW w:w="50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</w:t>
            </w: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Кравчук В.М. (РК)</w:t>
            </w:r>
          </w:p>
        </w:tc>
        <w:tc>
          <w:tcPr>
            <w:tcW w:w="6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20 км</w:t>
            </w:r>
          </w:p>
        </w:tc>
      </w:tr>
      <w:tr w:rsidR="00FA778B" w:rsidRPr="00226C85" w:rsidTr="00DE62DE">
        <w:trPr>
          <w:trHeight w:val="300"/>
        </w:trPr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6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DE62DE">
        <w:trPr>
          <w:trHeight w:val="300"/>
        </w:trPr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DE62DE">
        <w:trPr>
          <w:trHeight w:val="300"/>
        </w:trPr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DE62DE">
        <w:trPr>
          <w:trHeight w:val="300"/>
        </w:trPr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DE62DE">
        <w:trPr>
          <w:trHeight w:val="300"/>
        </w:trPr>
        <w:tc>
          <w:tcPr>
            <w:tcW w:w="5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t>:                                           2</w:t>
            </w:r>
          </w:p>
        </w:tc>
      </w:tr>
      <w:tr w:rsidR="00FA778B" w:rsidRPr="00226C85" w:rsidTr="00DE62DE">
        <w:trPr>
          <w:trHeight w:val="9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Старт.</w:t>
            </w:r>
            <w:r w:rsidRPr="00DE62D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 w:rsidRPr="00DE62DE">
              <w:rPr>
                <w:rFonts w:ascii="Times New Roman" w:hAnsi="Times New Roman"/>
                <w:color w:val="000000"/>
                <w:lang w:eastAsia="ru-RU"/>
              </w:rPr>
              <w:br/>
              <w:t>Клуб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DE62DE">
        <w:trPr>
          <w:trHeight w:val="300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E62D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мужчины 1961 г.р. и старше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163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Мавродлев Илья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1948</w:t>
            </w: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г. Уфа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1:07:36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Шайдуллин Флорис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1951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г. Ишимбай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1:09:26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166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Семенов Владимир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1948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АЛС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1:16:02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162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Тимербаев Минибай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1949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Аша мет.3-д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1:17:48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161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Аникеев Владимир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1951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АЛС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1:21:25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Мазитов Валерий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1938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Стерлибашева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1:22:44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168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Яныбаев Иван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1949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АЛС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1:22:46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171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Булучев Николай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1949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АЛС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1:22:55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76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Щур Василий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1945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г. уфа , Булгакова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1:28:06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165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Ахметшин Роберт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1939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КЛБ "Марафон"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1:33:05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169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Николаев Виталий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1949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АЛС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1:39:01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167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Валинуров Асхад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1948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Личное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1:52:25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DE62DE">
              <w:rPr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170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Калышев Сергей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Волкуша, Моск. Обл.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2:25:10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E62DE">
        <w:trPr>
          <w:trHeight w:val="273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381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Фомин Вадим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1949</w:t>
            </w:r>
          </w:p>
        </w:tc>
        <w:tc>
          <w:tcPr>
            <w:tcW w:w="3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ФКУ"1 ОФПС ГПС по РБ"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сош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DE62DE">
              <w:rPr>
                <w:color w:val="000000"/>
                <w:lang w:eastAsia="ru-RU"/>
              </w:rPr>
              <w:t>10км 1:07:06</w:t>
            </w:r>
          </w:p>
        </w:tc>
      </w:tr>
      <w:tr w:rsidR="00FA778B" w:rsidRPr="00226C85" w:rsidTr="00DE62DE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DE62DE">
        <w:trPr>
          <w:trHeight w:val="375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4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62D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DE62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DE62DE">
        <w:trPr>
          <w:trHeight w:val="375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DE62DE">
        <w:trPr>
          <w:trHeight w:val="375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43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E62DE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DE62D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DE62DE" w:rsidRDefault="00FA778B" w:rsidP="00DE62DE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tbl>
      <w:tblPr>
        <w:tblW w:w="11072" w:type="dxa"/>
        <w:tblInd w:w="93" w:type="dxa"/>
        <w:tblLook w:val="00A0"/>
      </w:tblPr>
      <w:tblGrid>
        <w:gridCol w:w="894"/>
        <w:gridCol w:w="664"/>
        <w:gridCol w:w="3160"/>
        <w:gridCol w:w="902"/>
        <w:gridCol w:w="3184"/>
        <w:gridCol w:w="1414"/>
        <w:gridCol w:w="854"/>
      </w:tblGrid>
      <w:tr w:rsidR="00FA778B" w:rsidRPr="00226C85" w:rsidTr="00E57C47">
        <w:trPr>
          <w:trHeight w:val="315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29 Уфимский лыжный марафон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00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юноши  1996-1997г.р. (17-18)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B020AC">
        <w:trPr>
          <w:trHeight w:val="315"/>
        </w:trPr>
        <w:tc>
          <w:tcPr>
            <w:tcW w:w="47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6610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47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47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30 км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00"/>
        </w:trPr>
        <w:tc>
          <w:tcPr>
            <w:tcW w:w="5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5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E57C47">
        <w:trPr>
          <w:trHeight w:val="300"/>
        </w:trPr>
        <w:tc>
          <w:tcPr>
            <w:tcW w:w="5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Кравчук В.М. (РК)        </w:t>
            </w:r>
          </w:p>
        </w:tc>
        <w:tc>
          <w:tcPr>
            <w:tcW w:w="5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30 км</w:t>
            </w:r>
          </w:p>
        </w:tc>
      </w:tr>
      <w:tr w:rsidR="00FA778B" w:rsidRPr="00226C85" w:rsidTr="00E57C47">
        <w:trPr>
          <w:trHeight w:val="300"/>
        </w:trPr>
        <w:tc>
          <w:tcPr>
            <w:tcW w:w="5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5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E57C47">
        <w:trPr>
          <w:trHeight w:val="300"/>
        </w:trPr>
        <w:tc>
          <w:tcPr>
            <w:tcW w:w="5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E57C47">
        <w:trPr>
          <w:trHeight w:val="300"/>
        </w:trPr>
        <w:tc>
          <w:tcPr>
            <w:tcW w:w="5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E57C47">
        <w:trPr>
          <w:trHeight w:val="300"/>
        </w:trPr>
        <w:tc>
          <w:tcPr>
            <w:tcW w:w="5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E57C47">
        <w:trPr>
          <w:trHeight w:val="300"/>
        </w:trPr>
        <w:tc>
          <w:tcPr>
            <w:tcW w:w="5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>:                                           3</w:t>
            </w:r>
          </w:p>
        </w:tc>
      </w:tr>
      <w:tr w:rsidR="00FA778B" w:rsidRPr="00226C85" w:rsidTr="00E57C47">
        <w:trPr>
          <w:trHeight w:val="9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Старт.</w:t>
            </w:r>
            <w:r w:rsidRPr="00E57C4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br/>
              <w:t>Клуб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304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Сайгин Сергей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БГАУ Д-5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1:22:45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318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Ахметов Альберт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ГАУСДЮШОР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1:24:30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323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Амелин Данила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1:24:31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Буюн Александр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1:24:40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348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Усманов Нияз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 г. Уфа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1:25:36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351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Рыбкин Петр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Уфимский район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1:26:56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319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Федянин Александр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1:27:54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306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Нурмухаметов Радион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Мечеткинский район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1:27:57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322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Ларин Никита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1:28:44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327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Орешин Роман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1:28:44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342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Колодкин Артем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1:29:16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343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Шубин Константин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1:29:27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316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Матвеев Виктор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Гастелло, БАСК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1:29:33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309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Бородин Никита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1:29:37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305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Хайретдинов Рустам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Мечеткинский район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1:30:28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301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Хисамов Данил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Д-5 Галишин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1:30:40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333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Кугубаев Максим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Калтасы ДЮСШ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1:31:23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341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Ермилов Глеб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1:31:43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176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Байметов Илья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Мишкино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1:32:18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175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Зайнетдинов Вадим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Мишкино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1:33:05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326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Попков Павел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1:33:50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303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 xml:space="preserve">Авзалов Айдар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Д-5 Галишин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1:34:45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356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Саливон Александр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Уфимский район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1:35:15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340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Горбунов Максим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1:35:17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383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Ахтямов Карим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1:35:52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358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Абсалямов Булат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Уфа Биатлон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1:36:36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346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Терехин Никита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 г. Уфа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1:36:55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330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Асянов Альфир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1:37:10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331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Фаткуллин Ильсур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ДЮСШ№%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1:38:14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Емелев Владислав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Гастелло, Биатлон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1:39:40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337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Акбулатов Флюр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 УАТК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1:39:40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339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Кутлубаев Марсель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 УАТК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1:39:45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354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Дубров Кирилл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Уфимский район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1:43:31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335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 xml:space="preserve">Мавлютов Айдар 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 УАТК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1:45:43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359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Киреев Равиль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Уфимский район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1:48:42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393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Капитонов Леонид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г. Шаран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1:49:36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149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Ванхаркин Нияз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Кумертау ДЮСШ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1:55:21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350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Ибрагимов Тимур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 г.Уфа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2:02:14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158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Марданшин Эрнст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Нефтекамск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сош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Ромадин Михаил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сош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90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Сагманов Арслан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 г. Уфа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сош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349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Петров Леонид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 г. Уфа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сош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Хабиров Эмиль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Гастелло, Биатлон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н/я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Шуршин Евгений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Гастелло, Биатлон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н/я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338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Юзбахтин Константин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1996</w:t>
            </w:r>
          </w:p>
        </w:tc>
        <w:tc>
          <w:tcPr>
            <w:tcW w:w="3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 УАТК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н/я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75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9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7C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E57C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75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75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9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7C47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E57C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tbl>
      <w:tblPr>
        <w:tblW w:w="10591" w:type="dxa"/>
        <w:tblInd w:w="93" w:type="dxa"/>
        <w:tblLook w:val="00A0"/>
      </w:tblPr>
      <w:tblGrid>
        <w:gridCol w:w="1088"/>
        <w:gridCol w:w="664"/>
        <w:gridCol w:w="2941"/>
        <w:gridCol w:w="755"/>
        <w:gridCol w:w="2930"/>
        <w:gridCol w:w="1213"/>
        <w:gridCol w:w="1000"/>
      </w:tblGrid>
      <w:tr w:rsidR="00FA778B" w:rsidRPr="00226C85" w:rsidTr="00E57C47">
        <w:trPr>
          <w:trHeight w:val="315"/>
        </w:trPr>
        <w:tc>
          <w:tcPr>
            <w:tcW w:w="95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95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95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95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29 Уфимский лыжный марафон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95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95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15"/>
        </w:trPr>
        <w:tc>
          <w:tcPr>
            <w:tcW w:w="95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E57C47">
        <w:trPr>
          <w:trHeight w:val="300"/>
        </w:trPr>
        <w:tc>
          <w:tcPr>
            <w:tcW w:w="95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женщины  1995-1975 г.р.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0A0EDB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6610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6703D7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1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6610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007213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30 км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6610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00"/>
        </w:trPr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E57C47">
        <w:trPr>
          <w:trHeight w:val="300"/>
        </w:trPr>
        <w:tc>
          <w:tcPr>
            <w:tcW w:w="54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12450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Кравчук В.М. (РК) 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30 км</w:t>
            </w:r>
          </w:p>
        </w:tc>
      </w:tr>
      <w:tr w:rsidR="00FA778B" w:rsidRPr="00226C85" w:rsidTr="00E57C47">
        <w:trPr>
          <w:trHeight w:val="300"/>
        </w:trPr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E57C47">
        <w:trPr>
          <w:trHeight w:val="300"/>
        </w:trPr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E57C47">
        <w:trPr>
          <w:trHeight w:val="300"/>
        </w:trPr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E57C47">
        <w:trPr>
          <w:trHeight w:val="300"/>
        </w:trPr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E57C47">
        <w:trPr>
          <w:trHeight w:val="300"/>
        </w:trPr>
        <w:tc>
          <w:tcPr>
            <w:tcW w:w="5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t>:                                           3</w:t>
            </w:r>
          </w:p>
        </w:tc>
      </w:tr>
      <w:tr w:rsidR="00FA778B" w:rsidRPr="00226C85" w:rsidTr="00E57C47">
        <w:trPr>
          <w:trHeight w:val="9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Старт.</w:t>
            </w:r>
            <w:r w:rsidRPr="00E57C47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 w:rsidRPr="00E57C47">
              <w:rPr>
                <w:rFonts w:ascii="Times New Roman" w:hAnsi="Times New Roman"/>
                <w:color w:val="000000"/>
                <w:lang w:eastAsia="ru-RU"/>
              </w:rPr>
              <w:br/>
              <w:t>Клуб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57C47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E57C47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380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Хатмуллина Лиана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1993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1:29:21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Зиянгирова Светлана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1997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Д-5 Галишин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1:30:00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379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Фаттахова Эльвира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1971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АЛС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1:34:31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Шигапова Айгуль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1992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Сифк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1:36:08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374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Шакирова Дарья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1993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Белебей 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1:37:42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370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Овчинникова Татьяна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1995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Д-5 БГПУ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1:38:31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372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Зайдуллина Алсу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1991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Д-5 БГАУ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1:42:22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385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Галиахметова Аделя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1992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Ленинский район г. Уфа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1:44:26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361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Якитова Кристина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1993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Сифк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1:45:10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364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Сулейманова Лиана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1987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Уфа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1:51:23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362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Саттарова Гузель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1993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1:54:06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Фахретдинова Диана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1988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Уфа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1:55:49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D20D1B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EE37FD">
            <w:pPr>
              <w:spacing w:after="0" w:line="240" w:lineRule="auto"/>
              <w:jc w:val="center"/>
              <w:rPr>
                <w:b/>
                <w:bCs/>
                <w:color w:val="000000"/>
                <w:lang w:val="en-US" w:eastAsia="ru-RU"/>
              </w:rPr>
            </w:pPr>
            <w:r>
              <w:rPr>
                <w:b/>
                <w:bCs/>
                <w:color w:val="000000"/>
                <w:lang w:val="en-US"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Хафизова Гузель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1993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БГМУ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сош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E37FD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 1:30:33</w:t>
            </w:r>
          </w:p>
        </w:tc>
      </w:tr>
      <w:tr w:rsidR="00FA778B" w:rsidRPr="00226C85" w:rsidTr="00E57C47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367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Озерова Анастасия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1994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БГМУ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сош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368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Ишбулатова Айгуль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1991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БГМУ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сош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 </w:t>
            </w:r>
            <w:r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366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Мусина Алина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1994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БГМУ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сош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 </w:t>
            </w:r>
            <w:r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172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Саттарова Гузель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1993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н/я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 </w:t>
            </w:r>
            <w:r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373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Берсенева Надежда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1986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Д-5 ГУФСИН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н/я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E57C47">
              <w:rPr>
                <w:b/>
                <w:bCs/>
                <w:color w:val="000000"/>
                <w:lang w:eastAsia="ru-RU"/>
              </w:rPr>
              <w:t> </w:t>
            </w:r>
            <w:r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378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Назирова эльвира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1975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Уфа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н/я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E57C47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E57C47">
        <w:trPr>
          <w:trHeight w:val="300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75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7C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E57C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75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E57C47">
        <w:trPr>
          <w:trHeight w:val="375"/>
        </w:trPr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7C47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E57C4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E57C47" w:rsidRDefault="00FA778B" w:rsidP="00E57C47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FA778B" w:rsidRDefault="00FA778B" w:rsidP="00DE62DE">
      <w:pPr>
        <w:ind w:left="142"/>
        <w:rPr>
          <w:lang w:val="en-US"/>
        </w:rPr>
      </w:pPr>
    </w:p>
    <w:p w:rsidR="00FA778B" w:rsidRDefault="00FA778B" w:rsidP="00DE62DE">
      <w:pPr>
        <w:ind w:left="142"/>
        <w:rPr>
          <w:lang w:val="en-US"/>
        </w:rPr>
      </w:pPr>
    </w:p>
    <w:p w:rsidR="00FA778B" w:rsidRPr="00D20D1B" w:rsidRDefault="00FA778B" w:rsidP="00DE62DE">
      <w:pPr>
        <w:ind w:left="142"/>
        <w:rPr>
          <w:lang w:val="en-US"/>
        </w:rPr>
      </w:pPr>
    </w:p>
    <w:tbl>
      <w:tblPr>
        <w:tblW w:w="10666" w:type="dxa"/>
        <w:tblInd w:w="93" w:type="dxa"/>
        <w:tblLook w:val="00A0"/>
      </w:tblPr>
      <w:tblGrid>
        <w:gridCol w:w="894"/>
        <w:gridCol w:w="664"/>
        <w:gridCol w:w="3135"/>
        <w:gridCol w:w="914"/>
        <w:gridCol w:w="2630"/>
        <w:gridCol w:w="1429"/>
        <w:gridCol w:w="1000"/>
      </w:tblGrid>
      <w:tr w:rsidR="00FA778B" w:rsidRPr="00226C85" w:rsidTr="0012450B">
        <w:trPr>
          <w:trHeight w:val="315"/>
        </w:trPr>
        <w:tc>
          <w:tcPr>
            <w:tcW w:w="96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5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2450B">
        <w:trPr>
          <w:trHeight w:val="315"/>
        </w:trPr>
        <w:tc>
          <w:tcPr>
            <w:tcW w:w="96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50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2450B">
        <w:trPr>
          <w:trHeight w:val="315"/>
        </w:trPr>
        <w:tc>
          <w:tcPr>
            <w:tcW w:w="96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50B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2450B">
        <w:trPr>
          <w:trHeight w:val="315"/>
        </w:trPr>
        <w:tc>
          <w:tcPr>
            <w:tcW w:w="96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5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29 Уфимский лыжный марафон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2450B">
        <w:trPr>
          <w:trHeight w:val="315"/>
        </w:trPr>
        <w:tc>
          <w:tcPr>
            <w:tcW w:w="96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50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2450B">
        <w:trPr>
          <w:trHeight w:val="315"/>
        </w:trPr>
        <w:tc>
          <w:tcPr>
            <w:tcW w:w="96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450B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2450B">
        <w:trPr>
          <w:trHeight w:val="315"/>
        </w:trPr>
        <w:tc>
          <w:tcPr>
            <w:tcW w:w="96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12450B">
        <w:trPr>
          <w:trHeight w:val="300"/>
        </w:trPr>
        <w:tc>
          <w:tcPr>
            <w:tcW w:w="966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lang w:eastAsia="ru-RU"/>
              </w:rPr>
              <w:t>мужчины  1953-1962 г.р.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B96EBD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5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6610D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</w:tr>
      <w:tr w:rsidR="00FA778B" w:rsidRPr="00226C85" w:rsidTr="007117C0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6610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317926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30 км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6610D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2450B">
        <w:trPr>
          <w:trHeight w:val="300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9CCFF"/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12450B">
        <w:trPr>
          <w:trHeight w:val="300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 w:rsidRPr="0012450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Кравчук В.М. (РК)        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12450B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30 км</w:t>
            </w:r>
          </w:p>
        </w:tc>
      </w:tr>
      <w:tr w:rsidR="00FA778B" w:rsidRPr="00226C85" w:rsidTr="0012450B">
        <w:trPr>
          <w:trHeight w:val="300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12450B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12450B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12450B">
        <w:trPr>
          <w:trHeight w:val="300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12450B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12450B">
        <w:trPr>
          <w:trHeight w:val="300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12450B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12450B">
        <w:trPr>
          <w:trHeight w:val="300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12450B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12450B">
        <w:trPr>
          <w:trHeight w:val="300"/>
        </w:trPr>
        <w:tc>
          <w:tcPr>
            <w:tcW w:w="5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12450B">
              <w:rPr>
                <w:rFonts w:ascii="Times New Roman" w:hAnsi="Times New Roman"/>
                <w:color w:val="000000"/>
                <w:lang w:eastAsia="ru-RU"/>
              </w:rPr>
              <w:t>:                                           3</w:t>
            </w:r>
          </w:p>
        </w:tc>
      </w:tr>
      <w:tr w:rsidR="00FA778B" w:rsidRPr="00226C85" w:rsidTr="0012450B">
        <w:trPr>
          <w:trHeight w:val="9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Старт.</w:t>
            </w:r>
            <w:r w:rsidRPr="0012450B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12450B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12450B">
              <w:rPr>
                <w:rFonts w:ascii="Times New Roman" w:hAnsi="Times New Roman"/>
                <w:color w:val="000000"/>
                <w:lang w:eastAsia="ru-RU"/>
              </w:rPr>
              <w:t>Клуб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2450B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401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Шайдуллин Валентин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1960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г. Янаул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1:26:59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Самниев Иван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1962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Мишкино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1:29:25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400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 xml:space="preserve">Байбурин Рамиль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1955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АЛС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1:31:46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398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Кугубаев Тимофей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1962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ТЭЦ-2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1:33:18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392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Сыртланов Тимерзян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1956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с. Шаран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1:34:13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388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Белов Александр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1954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г. Ишимбай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1:34:18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481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Ахметьянов Фаткулла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1957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Красноусольск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1:36:14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394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Булатов Ильгиз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1959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Газ сервис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1:37:12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Ежов сергей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1960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Локомотив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1:37:59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Титюлин Валерий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1960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Локомотив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1:38:16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432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Улыбин Виктор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1955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ИП г. Уфа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1:40:12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482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Киекбаев Гайса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1958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Красноусольск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1:50:59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386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Рябов Сергей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1959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г. Ишимбай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1:52:41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lang w:eastAsia="ru-RU"/>
              </w:rPr>
            </w:pPr>
            <w:r w:rsidRPr="0012450B">
              <w:rPr>
                <w:b/>
                <w:bCs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lang w:eastAsia="ru-RU"/>
              </w:rPr>
            </w:pPr>
            <w:r w:rsidRPr="0012450B">
              <w:rPr>
                <w:lang w:eastAsia="ru-RU"/>
              </w:rPr>
              <w:t>387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lang w:eastAsia="ru-RU"/>
              </w:rPr>
            </w:pPr>
            <w:r w:rsidRPr="0012450B">
              <w:rPr>
                <w:lang w:eastAsia="ru-RU"/>
              </w:rPr>
              <w:t>Галяутдинов Дамир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lang w:eastAsia="ru-RU"/>
              </w:rPr>
            </w:pPr>
            <w:r w:rsidRPr="0012450B">
              <w:rPr>
                <w:lang w:eastAsia="ru-RU"/>
              </w:rPr>
              <w:t>1968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lang w:eastAsia="ru-RU"/>
              </w:rPr>
            </w:pPr>
            <w:r w:rsidRPr="0012450B">
              <w:rPr>
                <w:lang w:eastAsia="ru-RU"/>
              </w:rPr>
              <w:t>г. Ишимбай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lang w:eastAsia="ru-RU"/>
              </w:rPr>
            </w:pPr>
            <w:r w:rsidRPr="0012450B">
              <w:rPr>
                <w:lang w:eastAsia="ru-RU"/>
              </w:rPr>
              <w:t>1:55:49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lang w:eastAsia="ru-RU"/>
              </w:rPr>
            </w:pPr>
            <w:r w:rsidRPr="0012450B">
              <w:rPr>
                <w:lang w:eastAsia="ru-RU"/>
              </w:rPr>
              <w:t>В/к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420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Ахмадеев Рашит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1961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ООО БЭТ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1:56:45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416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Хабибуллин Инзил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1963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Янаул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сош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sz w:val="12"/>
                <w:szCs w:val="12"/>
                <w:lang w:eastAsia="ru-RU"/>
              </w:rPr>
            </w:pPr>
            <w:r w:rsidRPr="0012450B">
              <w:rPr>
                <w:color w:val="000000"/>
                <w:sz w:val="12"/>
                <w:szCs w:val="12"/>
                <w:lang w:eastAsia="ru-RU"/>
              </w:rPr>
              <w:t>получил травму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166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Семенов владимир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1961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АЛС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сош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12450B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391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Яппаров Билал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1962</w:t>
            </w: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г. Ишимбай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н/я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  <w:r w:rsidRPr="0012450B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2450B">
        <w:trPr>
          <w:trHeight w:val="30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2450B">
        <w:trPr>
          <w:trHeight w:val="375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34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5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1245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2450B">
        <w:trPr>
          <w:trHeight w:val="375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2450B">
        <w:trPr>
          <w:trHeight w:val="375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34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450B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1245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12450B" w:rsidRDefault="00FA778B" w:rsidP="0012450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FA778B" w:rsidRDefault="00FA778B" w:rsidP="00DE62DE">
      <w:pPr>
        <w:ind w:left="142"/>
      </w:pPr>
    </w:p>
    <w:p w:rsidR="00FA778B" w:rsidRDefault="00FA778B" w:rsidP="00DE62DE">
      <w:pPr>
        <w:ind w:left="142"/>
        <w:rPr>
          <w:lang w:val="en-US"/>
        </w:rPr>
      </w:pPr>
    </w:p>
    <w:p w:rsidR="00FA778B" w:rsidRPr="00D20D1B" w:rsidRDefault="00FA778B" w:rsidP="00DE62DE">
      <w:pPr>
        <w:ind w:left="142"/>
        <w:rPr>
          <w:lang w:val="en-US"/>
        </w:rPr>
      </w:pPr>
    </w:p>
    <w:tbl>
      <w:tblPr>
        <w:tblW w:w="10817" w:type="dxa"/>
        <w:tblInd w:w="93" w:type="dxa"/>
        <w:tblLook w:val="00A0"/>
      </w:tblPr>
      <w:tblGrid>
        <w:gridCol w:w="5"/>
        <w:gridCol w:w="1291"/>
        <w:gridCol w:w="851"/>
        <w:gridCol w:w="2835"/>
        <w:gridCol w:w="755"/>
        <w:gridCol w:w="2647"/>
        <w:gridCol w:w="1418"/>
        <w:gridCol w:w="1020"/>
      </w:tblGrid>
      <w:tr w:rsidR="00FA778B" w:rsidRPr="00226C85" w:rsidTr="006E3D21">
        <w:trPr>
          <w:trHeight w:val="315"/>
        </w:trPr>
        <w:tc>
          <w:tcPr>
            <w:tcW w:w="979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79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79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79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29 Уфимский лыжный марафон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79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79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79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450"/>
        </w:trPr>
        <w:tc>
          <w:tcPr>
            <w:tcW w:w="979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eastAsia="ru-RU"/>
              </w:rPr>
              <w:t>девушки 1995-1996 г.р. (17-18лет)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497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497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gridBefore w:val="1"/>
          <w:trHeight w:val="315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20 км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06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5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5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AF6C65">
        <w:trPr>
          <w:gridBefore w:val="1"/>
          <w:trHeight w:val="300"/>
        </w:trPr>
        <w:tc>
          <w:tcPr>
            <w:tcW w:w="57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1472A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Кравчук В.М. (РК)     </w:t>
            </w:r>
          </w:p>
        </w:tc>
        <w:tc>
          <w:tcPr>
            <w:tcW w:w="5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20 км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5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5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5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5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5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5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>:                                           2</w:t>
            </w:r>
          </w:p>
        </w:tc>
      </w:tr>
      <w:tr w:rsidR="00FA778B" w:rsidRPr="00226C85" w:rsidTr="006E3D21">
        <w:trPr>
          <w:gridBefore w:val="1"/>
          <w:trHeight w:val="9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Старт.</w:t>
            </w:r>
            <w:r w:rsidRPr="006E3D2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>Клуб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73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Клементьева Юлия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1996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Стфк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1:08:19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Федорова Наталья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1996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ГАУСДЮШОР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1:08:48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 xml:space="preserve"> Арсланова Гюзель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1997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1:10:14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Никитина Анастасия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1997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ГАУСДЮШОР биатлон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1:12:54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157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Набиуллина Юлиана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1997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Нефтекамск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1:12:58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Садыкова Велина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1997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1:13:20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71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Ахатова Айсылу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1996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1:16:00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Аглетдинова Эльвина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1996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 Уфа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1:19:28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70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Хаванская Влада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1997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1:20:45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Андрюшина Полина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1997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1:21:40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74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Самигуллина Эльвина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1996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Уфим. р-н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1:22:14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72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Назмутдинова Амина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1997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Д-5 Галишин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1:27:31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Булякова Эльвина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1996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1:31:22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Гимаева Юлия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1996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Гастелло, Биатлон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Фатахова Альсина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1995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БГМУ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сош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 </w:t>
            </w:r>
            <w:r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Валеева Лилия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1995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БГМУ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 </w:t>
            </w:r>
            <w:r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Ибаева Надежда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1997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Калтасы ДЮСШ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gridBefore w:val="1"/>
          <w:trHeight w:val="3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gridBefore w:val="1"/>
          <w:trHeight w:val="37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3D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6E3D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gridBefore w:val="1"/>
          <w:trHeight w:val="37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gridBefore w:val="1"/>
          <w:trHeight w:val="37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3D21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6E3D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tbl>
      <w:tblPr>
        <w:tblW w:w="10895" w:type="dxa"/>
        <w:tblInd w:w="93" w:type="dxa"/>
        <w:tblLook w:val="00A0"/>
      </w:tblPr>
      <w:tblGrid>
        <w:gridCol w:w="1149"/>
        <w:gridCol w:w="664"/>
        <w:gridCol w:w="2880"/>
        <w:gridCol w:w="854"/>
        <w:gridCol w:w="3115"/>
        <w:gridCol w:w="1213"/>
        <w:gridCol w:w="1020"/>
      </w:tblGrid>
      <w:tr w:rsidR="00FA778B" w:rsidRPr="00226C85" w:rsidTr="001472A1">
        <w:trPr>
          <w:trHeight w:val="315"/>
        </w:trPr>
        <w:tc>
          <w:tcPr>
            <w:tcW w:w="98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98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98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98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29 Уфимский лыжный марафон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98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98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98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1472A1">
        <w:trPr>
          <w:trHeight w:val="450"/>
        </w:trPr>
        <w:tc>
          <w:tcPr>
            <w:tcW w:w="987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eastAsia="ru-RU"/>
              </w:rPr>
              <w:t>юноши 1998 г.р. и младше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20 км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00"/>
        </w:trPr>
        <w:tc>
          <w:tcPr>
            <w:tcW w:w="5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9CCFF"/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1472A1">
        <w:trPr>
          <w:trHeight w:val="300"/>
        </w:trPr>
        <w:tc>
          <w:tcPr>
            <w:tcW w:w="55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Кравчук В.М. (РК)    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20 км</w:t>
            </w:r>
          </w:p>
        </w:tc>
      </w:tr>
      <w:tr w:rsidR="00FA778B" w:rsidRPr="00226C85" w:rsidTr="001472A1">
        <w:trPr>
          <w:trHeight w:val="300"/>
        </w:trPr>
        <w:tc>
          <w:tcPr>
            <w:tcW w:w="5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1472A1">
        <w:trPr>
          <w:trHeight w:val="300"/>
        </w:trPr>
        <w:tc>
          <w:tcPr>
            <w:tcW w:w="5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1472A1">
        <w:trPr>
          <w:trHeight w:val="300"/>
        </w:trPr>
        <w:tc>
          <w:tcPr>
            <w:tcW w:w="5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1472A1">
        <w:trPr>
          <w:trHeight w:val="300"/>
        </w:trPr>
        <w:tc>
          <w:tcPr>
            <w:tcW w:w="5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1472A1">
        <w:trPr>
          <w:trHeight w:val="300"/>
        </w:trPr>
        <w:tc>
          <w:tcPr>
            <w:tcW w:w="5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>:                                           2</w:t>
            </w:r>
          </w:p>
        </w:tc>
      </w:tr>
      <w:tr w:rsidR="00FA778B" w:rsidRPr="00226C85" w:rsidTr="001472A1">
        <w:trPr>
          <w:trHeight w:val="9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Старт.</w:t>
            </w:r>
            <w:r w:rsidRPr="006E3D2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br/>
              <w:t>Клуб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Сафин Ленар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1:02:06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Чуфистов Николай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Якутия 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1:02:22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Михайлов Артем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1:03:04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Гайнильзянов Арслан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1:03:11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41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Бирюков Данила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1:03:25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Мустафин Тимур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Калтасы ДЮСШ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1:03:52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182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Галишин Руслан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Д-5 Галишин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1:04:07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Агуреев Владислав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1:04:39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46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Муратшин Алик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Д-5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1:04:42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 xml:space="preserve">Велькер Владислав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Якутия 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1:04:58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357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Ишдавлетов Айдар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Уфимский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1:06:55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Кутлубаев Денис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Калтасы ДЮСШ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1:07:51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31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Матвеев иван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1:07:52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Азаров Глеб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1:07:59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33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Никонов Артем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1:08:05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30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Каптюков Никита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1:09:15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39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Устьянцев Максим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1:09:17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355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Решетников Максим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Уфимский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1:10:10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Ардуганов Артур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1:10:16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185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Кривашеев Сергей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Д-5 Галишин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1:10:17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Магадеев Марсель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 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1:11:09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43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Фодеев Федор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1:11:24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159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Еремеев Сергей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1:12:32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59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Канафьев Данил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1:13:17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58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 xml:space="preserve">Комзалов Евгений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ГАУСДЮШОР по биатлону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1:13:49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 xml:space="preserve">Лисин Данил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1:14:06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Запросов Даниил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Иглинская ДЮСШ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1:14:20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Власов Егор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1:14:27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Усманов Наиль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1:15:39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153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Тумбаев Ильсур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1:15:45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42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Богданов Роман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1:16:16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Давлетбаев Тимур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Мечеткинский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1:16:53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Жевланов Александр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1:18:01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Молоканов Алексей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1:18:44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Владимиров Александр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1:18:56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Иванов Егор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1:19:02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Криони Василий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1:20:05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150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Аксаров Давид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1:21:11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Куликов Александр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Д-5 Галишин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1:21:12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Султангареев Решат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1:21:35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 xml:space="preserve">Имаев Эдуард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1:22:02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Азаров Роман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1:22:43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Потосян Арминак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Иглинская ДЮСШ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1:23:00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Байгазин Артур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Ишимбайский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1:23:37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57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Мингазетдинов Рамзиль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Д-5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1:26:52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151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Буляков Рустам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1:27:12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47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Башаров Артур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РШСПИ№5 Д-31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1:29:53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Чубукин Александр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Иглинская ДЮСШ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1:33:48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189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Чубукин Дмитрий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Иглинская ДЮСШ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1:34:22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Гайдучик Никита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1:42:59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51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Бондин Алексей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1:43:15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Багазаков Никита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Салават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Отичев Егор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сош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Якупов Вадим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 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сош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Мартынов Илья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ДЮСШ№5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сош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32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Шиняев Данил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44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Малахатко Виталий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Д-5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49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Мингазетдинов Ильназ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2002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Д-5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Гибадуллин Галиаскар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Мечеткинский район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1472A1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7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1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3D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6E3D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7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1472A1">
        <w:trPr>
          <w:trHeight w:val="375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51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3D21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6E3D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tbl>
      <w:tblPr>
        <w:tblW w:w="10680" w:type="dxa"/>
        <w:tblInd w:w="93" w:type="dxa"/>
        <w:tblLook w:val="00A0"/>
      </w:tblPr>
      <w:tblGrid>
        <w:gridCol w:w="890"/>
        <w:gridCol w:w="662"/>
        <w:gridCol w:w="3146"/>
        <w:gridCol w:w="956"/>
        <w:gridCol w:w="2569"/>
        <w:gridCol w:w="1514"/>
        <w:gridCol w:w="1016"/>
      </w:tblGrid>
      <w:tr w:rsidR="00FA778B" w:rsidRPr="00226C85" w:rsidTr="006E3D21">
        <w:trPr>
          <w:trHeight w:val="315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29 Уфимский лыжный марафон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450"/>
        </w:trPr>
        <w:tc>
          <w:tcPr>
            <w:tcW w:w="966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  <w:lang w:eastAsia="ru-RU"/>
              </w:rPr>
              <w:t>девушки 1998 г.р. и младше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trHeight w:val="31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20 км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6E3D21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Кравчук В.М. (РК)        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20 км</w:t>
            </w:r>
          </w:p>
        </w:tc>
      </w:tr>
      <w:tr w:rsidR="00FA778B" w:rsidRPr="00226C85" w:rsidTr="006E3D21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6E3D21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6E3D21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6E3D21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6E3D21">
        <w:trPr>
          <w:trHeight w:val="300"/>
        </w:trPr>
        <w:tc>
          <w:tcPr>
            <w:tcW w:w="5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>:                                           2</w:t>
            </w:r>
          </w:p>
        </w:tc>
      </w:tr>
      <w:tr w:rsidR="00FA778B" w:rsidRPr="00226C85" w:rsidTr="006E3D21">
        <w:trPr>
          <w:trHeight w:val="6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Старт.</w:t>
            </w:r>
            <w:r w:rsidRPr="006E3D2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br/>
              <w:t>Клуб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94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Елисеева Анна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1:11:21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124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Казакова Лида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1:11:27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81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Руднева Софья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Мечеткинский район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1:18:01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Ковалева Виктория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 Уфа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1:18:24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Елисеева Светлана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1:19:07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91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Ростова Лиза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1:19:28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Егорова Анастасия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Уфим. р-н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1:21:46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Абсалямова Тансулпан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 Уфа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1:22:30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129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Радакина Мария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1:22:57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Нажипова Диана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1:23:58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121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Рахимова Юлия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1:24:18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95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Худякова София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1:24:28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125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Тулупова Мария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1:24:29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Алимова Карина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1:25:55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 xml:space="preserve">Баширова Алия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 Уфа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1:26:21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Князева Карина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1:26:40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Манапова Гульназ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 Уфа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1:27:44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Ахмедова Лилия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1:28:31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92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Шелехова Эллина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1:29:30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Фазуллина Юлдуз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 Уфа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1:30:16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Милушкина Александра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1:30:19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98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 xml:space="preserve">Салимгареева Лилия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1:32:32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130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Афонина Виктория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1:34:10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77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Дьяконова Виктория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Уфимский район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1:34:58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127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 xml:space="preserve">Жолис Анастасия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1:37:24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99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 xml:space="preserve"> Усманова Диана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1:40:04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Самойлова Татьяна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1997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1:40:08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97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Шарифуллина Диана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1:41:13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104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Кузнецова Анастасия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1:44:58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Саляхова Аделина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1:48:12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186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Ким Яна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Иглинский ДЮСШ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2:11:40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187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Сухова Александра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Иглинский ДЮСШ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2:12:40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93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Силкина Полина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сош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Исламова Алина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сош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116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Ахметова Диана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2002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сош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Белая Даша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1998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69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Чикова Вера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Биатлон Уфа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Перегуд Оксана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1999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г. Уфа, ДЮСШ №5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6E3D21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trHeight w:val="37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3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3D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6E3D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trHeight w:val="37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6E3D21">
        <w:trPr>
          <w:trHeight w:val="37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3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3D21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6E3D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p w:rsidR="00FA778B" w:rsidRDefault="00FA778B" w:rsidP="00DE62DE">
      <w:pPr>
        <w:ind w:left="142"/>
      </w:pPr>
    </w:p>
    <w:tbl>
      <w:tblPr>
        <w:tblW w:w="10753" w:type="dxa"/>
        <w:tblInd w:w="93" w:type="dxa"/>
        <w:tblLook w:val="00A0"/>
      </w:tblPr>
      <w:tblGrid>
        <w:gridCol w:w="894"/>
        <w:gridCol w:w="664"/>
        <w:gridCol w:w="3144"/>
        <w:gridCol w:w="956"/>
        <w:gridCol w:w="2567"/>
        <w:gridCol w:w="1513"/>
        <w:gridCol w:w="1015"/>
      </w:tblGrid>
      <w:tr w:rsidR="00FA778B" w:rsidRPr="00226C85" w:rsidTr="00427937">
        <w:trPr>
          <w:trHeight w:val="315"/>
        </w:trPr>
        <w:tc>
          <w:tcPr>
            <w:tcW w:w="973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Комитет по физической культуре и спорту 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427937">
        <w:trPr>
          <w:trHeight w:val="315"/>
        </w:trPr>
        <w:tc>
          <w:tcPr>
            <w:tcW w:w="973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городского округа город Уфа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427937">
        <w:trPr>
          <w:trHeight w:val="315"/>
        </w:trPr>
        <w:tc>
          <w:tcPr>
            <w:tcW w:w="973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Федерация лыжных гонок г.Уфы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427937">
        <w:trPr>
          <w:trHeight w:val="315"/>
        </w:trPr>
        <w:tc>
          <w:tcPr>
            <w:tcW w:w="973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открытый 29 Уфимский лыжный марафон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427937">
        <w:trPr>
          <w:trHeight w:val="315"/>
        </w:trPr>
        <w:tc>
          <w:tcPr>
            <w:tcW w:w="973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призы Администрации городского округа город Уфа 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427937">
        <w:trPr>
          <w:trHeight w:val="315"/>
        </w:trPr>
        <w:tc>
          <w:tcPr>
            <w:tcW w:w="973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sz w:val="24"/>
                <w:szCs w:val="24"/>
                <w:lang w:eastAsia="ru-RU"/>
              </w:rPr>
              <w:t>по лыжным гонкам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778B" w:rsidRPr="00226C85" w:rsidTr="00427937">
        <w:trPr>
          <w:trHeight w:val="315"/>
        </w:trPr>
        <w:tc>
          <w:tcPr>
            <w:tcW w:w="973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ИТОГОВЫЙ ПРОТОКОЛ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778B" w:rsidRPr="00226C85" w:rsidTr="006E3D21">
        <w:trPr>
          <w:trHeight w:val="375"/>
        </w:trPr>
        <w:tc>
          <w:tcPr>
            <w:tcW w:w="1075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E3D21">
              <w:rPr>
                <w:b/>
                <w:bCs/>
                <w:color w:val="000000"/>
                <w:sz w:val="28"/>
                <w:szCs w:val="28"/>
                <w:lang w:eastAsia="ru-RU"/>
              </w:rPr>
              <w:t>Женщины 40 лет и старше</w:t>
            </w:r>
          </w:p>
        </w:tc>
      </w:tr>
      <w:tr w:rsidR="00FA778B" w:rsidRPr="00226C85" w:rsidTr="00427937">
        <w:trPr>
          <w:trHeight w:val="315"/>
        </w:trPr>
        <w:tc>
          <w:tcPr>
            <w:tcW w:w="47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Место проведения: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Дата проведения: 16 марта 2014 года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427937">
        <w:trPr>
          <w:trHeight w:val="315"/>
        </w:trPr>
        <w:tc>
          <w:tcPr>
            <w:tcW w:w="47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РБ Уфа сок Биатлон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Начало соревнований: 11 ч 00 м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427937">
        <w:trPr>
          <w:trHeight w:val="315"/>
        </w:trPr>
        <w:tc>
          <w:tcPr>
            <w:tcW w:w="470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Дистанция: 20 км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Окончание соревнований: 15 ч 45м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A778B" w:rsidRPr="00226C85" w:rsidTr="00427937">
        <w:trPr>
          <w:trHeight w:val="300"/>
        </w:trPr>
        <w:tc>
          <w:tcPr>
            <w:tcW w:w="5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Жюри соревнований:</w:t>
            </w:r>
          </w:p>
        </w:tc>
        <w:tc>
          <w:tcPr>
            <w:tcW w:w="5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Технические данные:</w:t>
            </w:r>
          </w:p>
        </w:tc>
      </w:tr>
      <w:tr w:rsidR="00FA778B" w:rsidRPr="00226C85" w:rsidTr="00427937">
        <w:trPr>
          <w:trHeight w:val="300"/>
        </w:trPr>
        <w:tc>
          <w:tcPr>
            <w:tcW w:w="5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Главный судья: </w:t>
            </w: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                         Кравчук В.М. (РК)        </w:t>
            </w:r>
          </w:p>
        </w:tc>
        <w:tc>
          <w:tcPr>
            <w:tcW w:w="5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Дистанция: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    20 км</w:t>
            </w:r>
          </w:p>
        </w:tc>
      </w:tr>
      <w:tr w:rsidR="00FA778B" w:rsidRPr="00226C85" w:rsidTr="00427937">
        <w:trPr>
          <w:trHeight w:val="300"/>
        </w:trPr>
        <w:tc>
          <w:tcPr>
            <w:tcW w:w="5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Главный секретарь: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Крутько Ю.Е (1К)</w:t>
            </w:r>
          </w:p>
        </w:tc>
        <w:tc>
          <w:tcPr>
            <w:tcW w:w="5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Максимальный перепад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(HD): 25 м</w:t>
            </w:r>
          </w:p>
        </w:tc>
      </w:tr>
      <w:tr w:rsidR="00FA778B" w:rsidRPr="00226C85" w:rsidTr="00427937">
        <w:trPr>
          <w:trHeight w:val="300"/>
        </w:trPr>
        <w:tc>
          <w:tcPr>
            <w:tcW w:w="5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Максимальный подъем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(МС): 19 м</w:t>
            </w:r>
          </w:p>
        </w:tc>
      </w:tr>
      <w:tr w:rsidR="00FA778B" w:rsidRPr="00226C85" w:rsidTr="00427937">
        <w:trPr>
          <w:trHeight w:val="300"/>
        </w:trPr>
        <w:tc>
          <w:tcPr>
            <w:tcW w:w="5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Сумма перепадов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(ТС): 246 м</w:t>
            </w:r>
          </w:p>
        </w:tc>
      </w:tr>
      <w:tr w:rsidR="00FA778B" w:rsidRPr="00226C85" w:rsidTr="00427937">
        <w:trPr>
          <w:trHeight w:val="300"/>
        </w:trPr>
        <w:tc>
          <w:tcPr>
            <w:tcW w:w="5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Длина круга   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 xml:space="preserve">                                  10 000 м</w:t>
            </w:r>
          </w:p>
        </w:tc>
      </w:tr>
      <w:tr w:rsidR="00FA778B" w:rsidRPr="00226C85" w:rsidTr="00427937">
        <w:trPr>
          <w:trHeight w:val="300"/>
        </w:trPr>
        <w:tc>
          <w:tcPr>
            <w:tcW w:w="5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Кругов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t>:                                           2</w:t>
            </w:r>
          </w:p>
        </w:tc>
      </w:tr>
      <w:tr w:rsidR="00FA778B" w:rsidRPr="00226C85" w:rsidTr="00427937">
        <w:trPr>
          <w:trHeight w:val="630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Старт.</w:t>
            </w:r>
            <w:r w:rsidRPr="006E3D21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Фамилия, имя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Год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br/>
              <w:t>рожд.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Субъект РФ - Субъект РФ (пар.) -</w:t>
            </w:r>
            <w:r w:rsidRPr="006E3D21">
              <w:rPr>
                <w:rFonts w:ascii="Times New Roman" w:hAnsi="Times New Roman"/>
                <w:color w:val="000000"/>
                <w:lang w:eastAsia="ru-RU"/>
              </w:rPr>
              <w:br/>
              <w:t>Клуб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прим</w:t>
            </w:r>
          </w:p>
        </w:tc>
      </w:tr>
      <w:tr w:rsidR="00FA778B" w:rsidRPr="00226C85" w:rsidTr="0042793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371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Тухватшина Ирина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1972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D20D1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Кумертау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1:15:55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42793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160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Габбасова Любовь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78B" w:rsidRPr="006E3D21" w:rsidRDefault="00FA778B" w:rsidP="006E3D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1960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78B" w:rsidRPr="006E3D21" w:rsidRDefault="00FA778B" w:rsidP="00D20D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E3D21">
              <w:rPr>
                <w:rFonts w:ascii="Times New Roman" w:hAnsi="Times New Roman"/>
                <w:color w:val="000000"/>
                <w:lang w:eastAsia="ru-RU"/>
              </w:rPr>
              <w:t>АЛС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1:23:03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42793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139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Николенко Надя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1971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D20D1B" w:rsidRDefault="00FA778B" w:rsidP="00D20D1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Уфа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сош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42793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131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Гордеева Вера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1971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D20D1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Стер. ТЭЦ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сош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42793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140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Наумова Татьяна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1974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D20D1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АЛС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427937">
        <w:trPr>
          <w:trHeight w:val="300"/>
        </w:trPr>
        <w:tc>
          <w:tcPr>
            <w:tcW w:w="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  <w:r w:rsidRPr="006E3D21">
              <w:rPr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132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Никитина Ирина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1970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D20D1B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Стер. ТЭЦ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н/я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E3D21">
              <w:rPr>
                <w:color w:val="000000"/>
                <w:lang w:eastAsia="ru-RU"/>
              </w:rPr>
              <w:t> </w:t>
            </w:r>
          </w:p>
        </w:tc>
      </w:tr>
      <w:tr w:rsidR="00FA778B" w:rsidRPr="00226C85" w:rsidTr="00427937">
        <w:trPr>
          <w:trHeight w:val="30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427937">
        <w:trPr>
          <w:trHeight w:val="375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3D2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судья: </w:t>
            </w:r>
            <w:r w:rsidRPr="006E3D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Кравчук В.М. (РК)        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427937">
        <w:trPr>
          <w:trHeight w:val="375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  <w:tr w:rsidR="00FA778B" w:rsidRPr="00226C85" w:rsidTr="00427937">
        <w:trPr>
          <w:trHeight w:val="375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73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E3D21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секретарь:</w:t>
            </w:r>
            <w:r w:rsidRPr="006E3D2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Крутько Ю.Е (1К)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778B" w:rsidRPr="006E3D21" w:rsidRDefault="00FA778B" w:rsidP="006E3D21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 w:rsidR="00FA778B" w:rsidRDefault="00FA778B" w:rsidP="001472A1">
      <w:pPr>
        <w:ind w:left="142"/>
      </w:pPr>
      <w:bookmarkStart w:id="0" w:name="_GoBack"/>
      <w:bookmarkEnd w:id="0"/>
    </w:p>
    <w:sectPr w:rsidR="00FA778B" w:rsidSect="00DE62DE">
      <w:footerReference w:type="default" r:id="rId6"/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78B" w:rsidRDefault="00FA778B" w:rsidP="001472A1">
      <w:pPr>
        <w:spacing w:after="0" w:line="240" w:lineRule="auto"/>
      </w:pPr>
      <w:r>
        <w:separator/>
      </w:r>
    </w:p>
  </w:endnote>
  <w:endnote w:type="continuationSeparator" w:id="0">
    <w:p w:rsidR="00FA778B" w:rsidRDefault="00FA778B" w:rsidP="00147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78B" w:rsidRDefault="00FA778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FA778B" w:rsidRDefault="00FA77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78B" w:rsidRDefault="00FA778B" w:rsidP="001472A1">
      <w:pPr>
        <w:spacing w:after="0" w:line="240" w:lineRule="auto"/>
      </w:pPr>
      <w:r>
        <w:separator/>
      </w:r>
    </w:p>
  </w:footnote>
  <w:footnote w:type="continuationSeparator" w:id="0">
    <w:p w:rsidR="00FA778B" w:rsidRDefault="00FA778B" w:rsidP="001472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62DE"/>
    <w:rsid w:val="00007213"/>
    <w:rsid w:val="000414B5"/>
    <w:rsid w:val="000A0EDB"/>
    <w:rsid w:val="000E2CD5"/>
    <w:rsid w:val="0012450B"/>
    <w:rsid w:val="001472A1"/>
    <w:rsid w:val="00226C85"/>
    <w:rsid w:val="002A2CF0"/>
    <w:rsid w:val="00317926"/>
    <w:rsid w:val="00427937"/>
    <w:rsid w:val="00487BB0"/>
    <w:rsid w:val="00532F29"/>
    <w:rsid w:val="006610DC"/>
    <w:rsid w:val="006703D7"/>
    <w:rsid w:val="006E3D21"/>
    <w:rsid w:val="007117C0"/>
    <w:rsid w:val="00715BA9"/>
    <w:rsid w:val="00716EED"/>
    <w:rsid w:val="00833AC6"/>
    <w:rsid w:val="00897E1C"/>
    <w:rsid w:val="00AF6C65"/>
    <w:rsid w:val="00B020AC"/>
    <w:rsid w:val="00B96EBD"/>
    <w:rsid w:val="00C26F15"/>
    <w:rsid w:val="00C63190"/>
    <w:rsid w:val="00C87A21"/>
    <w:rsid w:val="00D20D1B"/>
    <w:rsid w:val="00DE62DE"/>
    <w:rsid w:val="00E57C47"/>
    <w:rsid w:val="00EE37FD"/>
    <w:rsid w:val="00FA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CF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47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72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47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472A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6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1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8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14</Pages>
  <Words>3954</Words>
  <Characters>22539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</dc:title>
  <dc:subject/>
  <dc:creator>ДЮСШ 5</dc:creator>
  <cp:keywords/>
  <dc:description/>
  <cp:lastModifiedBy>Евгений</cp:lastModifiedBy>
  <cp:revision>2</cp:revision>
  <cp:lastPrinted>2014-03-17T06:24:00Z</cp:lastPrinted>
  <dcterms:created xsi:type="dcterms:W3CDTF">2014-05-14T18:27:00Z</dcterms:created>
  <dcterms:modified xsi:type="dcterms:W3CDTF">2014-05-14T18:27:00Z</dcterms:modified>
</cp:coreProperties>
</file>