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BCE" w:rsidRPr="00B06A64" w:rsidRDefault="00EB1BCE" w:rsidP="00B06A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Протокол результатов</w:t>
      </w:r>
    </w:p>
    <w:p w:rsidR="00EB1BCE" w:rsidRPr="00B06A64" w:rsidRDefault="00EB1BCE" w:rsidP="00B06A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06A64">
        <w:rPr>
          <w:rFonts w:ascii="Times New Roman" w:hAnsi="Times New Roman"/>
          <w:b/>
          <w:bCs/>
          <w:sz w:val="24"/>
          <w:szCs w:val="24"/>
        </w:rPr>
        <w:t>XXХ  Кузбасского лыжного марафона по лыжным гонкам,</w:t>
      </w:r>
    </w:p>
    <w:p w:rsidR="00EB1BCE" w:rsidRPr="00B06A64" w:rsidRDefault="00EB1BCE" w:rsidP="00B06A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06A64">
        <w:rPr>
          <w:rFonts w:ascii="Times New Roman" w:hAnsi="Times New Roman"/>
          <w:b/>
          <w:bCs/>
          <w:sz w:val="24"/>
          <w:szCs w:val="24"/>
        </w:rPr>
        <w:t>посвященного памяти тренера Г.М. Беляева</w:t>
      </w:r>
    </w:p>
    <w:p w:rsidR="00EB1BCE" w:rsidRPr="00B06A64" w:rsidRDefault="00EB1BCE" w:rsidP="00B06A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06A64">
        <w:rPr>
          <w:rFonts w:ascii="Times New Roman" w:hAnsi="Times New Roman"/>
          <w:b/>
          <w:bCs/>
          <w:sz w:val="24"/>
          <w:szCs w:val="24"/>
        </w:rPr>
        <w:t>г. Ленинск-Кузнецкий</w:t>
      </w:r>
      <w:r>
        <w:rPr>
          <w:rFonts w:ascii="Times New Roman" w:hAnsi="Times New Roman"/>
          <w:b/>
          <w:bCs/>
          <w:sz w:val="24"/>
          <w:szCs w:val="24"/>
        </w:rPr>
        <w:t>, Кемеровская область</w:t>
      </w:r>
    </w:p>
    <w:p w:rsidR="00EB1BCE" w:rsidRDefault="00EB1BCE" w:rsidP="00B06A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6A64">
        <w:rPr>
          <w:rFonts w:ascii="Times New Roman" w:hAnsi="Times New Roman"/>
          <w:sz w:val="24"/>
          <w:szCs w:val="24"/>
        </w:rPr>
        <w:t xml:space="preserve">03.03.2013 </w:t>
      </w:r>
    </w:p>
    <w:p w:rsidR="00EB1BCE" w:rsidRDefault="00EB1BCE" w:rsidP="00B06A6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старта: 12:00</w:t>
      </w:r>
    </w:p>
    <w:p w:rsidR="00EB1BCE" w:rsidRDefault="00EB1BCE" w:rsidP="00F6253A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проведения: Лыжно-спортивный комплекс, Лесной городок, 35</w:t>
      </w:r>
    </w:p>
    <w:p w:rsidR="00EB1BCE" w:rsidRDefault="00EB1BCE" w:rsidP="00F6253A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</w:p>
    <w:p w:rsidR="00EB1BCE" w:rsidRPr="00F6253A" w:rsidRDefault="00EB1BCE" w:rsidP="00F625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6253A">
        <w:rPr>
          <w:rFonts w:ascii="Times New Roman" w:hAnsi="Times New Roman"/>
          <w:sz w:val="24"/>
          <w:szCs w:val="24"/>
        </w:rPr>
        <w:t>дистанция 50 км</w:t>
      </w:r>
      <w:r>
        <w:rPr>
          <w:rFonts w:ascii="Times New Roman" w:hAnsi="Times New Roman"/>
          <w:sz w:val="24"/>
          <w:szCs w:val="24"/>
        </w:rPr>
        <w:t>, стиль</w:t>
      </w:r>
      <w:r w:rsidRPr="00F6253A">
        <w:rPr>
          <w:rFonts w:ascii="Times New Roman" w:hAnsi="Times New Roman"/>
          <w:sz w:val="24"/>
          <w:szCs w:val="24"/>
        </w:rPr>
        <w:t xml:space="preserve"> свободный</w:t>
      </w:r>
    </w:p>
    <w:tbl>
      <w:tblPr>
        <w:tblW w:w="1050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878"/>
        <w:gridCol w:w="2852"/>
        <w:gridCol w:w="1278"/>
        <w:gridCol w:w="992"/>
        <w:gridCol w:w="1984"/>
        <w:gridCol w:w="1303"/>
        <w:gridCol w:w="694"/>
      </w:tblGrid>
      <w:tr w:rsidR="00EB1BCE" w:rsidRPr="004C60F3" w:rsidTr="004C60F3">
        <w:trPr>
          <w:trHeight w:val="25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0F3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ind w:left="-9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0F3">
              <w:rPr>
                <w:rFonts w:ascii="Times New Roman" w:hAnsi="Times New Roman"/>
                <w:b/>
                <w:bCs/>
                <w:sz w:val="24"/>
                <w:szCs w:val="24"/>
              </w:rPr>
              <w:t>Старт. номер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0F3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Фамилия, имя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0F3">
              <w:rPr>
                <w:rFonts w:ascii="Times New Roman" w:hAnsi="Times New Roman"/>
                <w:b/>
                <w:bCs/>
                <w:sz w:val="24"/>
                <w:szCs w:val="24"/>
              </w:rPr>
              <w:t>Год рождения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0F3">
              <w:rPr>
                <w:rFonts w:ascii="Times New Roman" w:hAnsi="Times New Roman"/>
                <w:b/>
                <w:bCs/>
                <w:sz w:val="24"/>
                <w:szCs w:val="24"/>
              </w:rPr>
              <w:t>Разряд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0F3">
              <w:rPr>
                <w:rFonts w:ascii="Times New Roman" w:hAnsi="Times New Roman"/>
                <w:b/>
                <w:bCs/>
                <w:sz w:val="24"/>
                <w:szCs w:val="24"/>
              </w:rPr>
              <w:t>Город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0F3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ind w:left="-13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0F3">
              <w:rPr>
                <w:rFonts w:ascii="Times New Roman" w:hAnsi="Times New Roman"/>
                <w:b/>
                <w:bCs/>
                <w:sz w:val="24"/>
                <w:szCs w:val="24"/>
              </w:rPr>
              <w:t>место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2" w:type="dxa"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Жмурко Артем</w:t>
            </w:r>
          </w:p>
        </w:tc>
        <w:tc>
          <w:tcPr>
            <w:tcW w:w="1278" w:type="dxa"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1985</w:t>
            </w:r>
          </w:p>
        </w:tc>
        <w:tc>
          <w:tcPr>
            <w:tcW w:w="992" w:type="dxa"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МСМК</w:t>
            </w:r>
          </w:p>
        </w:tc>
        <w:tc>
          <w:tcPr>
            <w:tcW w:w="1984" w:type="dxa"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Полысаево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2:22:40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0F3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Рассказов Андрей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КМС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Кемерово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2:24:00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0F3">
              <w:rPr>
                <w:rFonts w:ascii="Times New Roman" w:hAnsi="Times New Roman"/>
                <w:b/>
                <w:bCs/>
                <w:sz w:val="24"/>
                <w:szCs w:val="24"/>
              </w:rPr>
              <w:t>II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52" w:type="dxa"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Хаустов Ярослав</w:t>
            </w:r>
          </w:p>
        </w:tc>
        <w:tc>
          <w:tcPr>
            <w:tcW w:w="1278" w:type="dxa"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  <w:tc>
          <w:tcPr>
            <w:tcW w:w="992" w:type="dxa"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КМС</w:t>
            </w:r>
          </w:p>
        </w:tc>
        <w:tc>
          <w:tcPr>
            <w:tcW w:w="1984" w:type="dxa"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п. Щегловский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2:25:10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0F3">
              <w:rPr>
                <w:rFonts w:ascii="Times New Roman" w:hAnsi="Times New Roman"/>
                <w:b/>
                <w:bCs/>
                <w:sz w:val="24"/>
                <w:szCs w:val="24"/>
              </w:rPr>
              <w:t>III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Меншиков Александр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КМС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пгт Яя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2:28:50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Канцебура Александр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МС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Кемерово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2:29:25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Негрий Дмитрий 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1982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МС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Новокузнецкий р-н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2:33:50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Пикалов Илья 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1982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МС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Красноярск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2:34:25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Пикалов Олег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КМС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Осинники 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2:36:30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Матвеев Дмитрий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пгт Яя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2:38:50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Кинчаров Александр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КМС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Киселевск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2:43:15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52" w:type="dxa"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Дикарев Алексей</w:t>
            </w:r>
          </w:p>
        </w:tc>
        <w:tc>
          <w:tcPr>
            <w:tcW w:w="1278" w:type="dxa"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1992</w:t>
            </w:r>
          </w:p>
        </w:tc>
        <w:tc>
          <w:tcPr>
            <w:tcW w:w="992" w:type="dxa"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КМС</w:t>
            </w:r>
          </w:p>
        </w:tc>
        <w:tc>
          <w:tcPr>
            <w:tcW w:w="1984" w:type="dxa"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Гурьевск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2:45:45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Левченко Сергей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Новокузнецк 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2:52:33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2" w:type="dxa"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Старцев Александр</w:t>
            </w:r>
          </w:p>
        </w:tc>
        <w:tc>
          <w:tcPr>
            <w:tcW w:w="1278" w:type="dxa"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1992</w:t>
            </w:r>
          </w:p>
        </w:tc>
        <w:tc>
          <w:tcPr>
            <w:tcW w:w="992" w:type="dxa"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984" w:type="dxa"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Гурьевск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2:55:03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Никитин Алексей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1973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б/р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Полысаево 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2:55:17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Старун Игорь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Новокузнецк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2:55:20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Файзулин Айнур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Прокопьевск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2:55:55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Рябцев Денис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Калтан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2:57:10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Мильченко Сергей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1983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б/р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Кемерово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2:57:45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Наумов Сергей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Киселевск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2:58:02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Васильев Олег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КМС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Киселевск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2:58:05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Яровский Виктор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1974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с.Ваганово 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2:59:00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Долганов Александр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1984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Кемерово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2:59:53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Морозов Валентин 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1968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Юрга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3:00:20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Ананьев Александр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1982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Л-Кузнецкий 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3:02:35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Крапивин Николай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1977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КМС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Междуреченск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3:03:08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Богомолов Евгений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1965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б/р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Новокузнецк 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3:03:25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Суховских Вячеслав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1973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с.Ваганово 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3:05:30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Неудахин Иван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1988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б/р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Новокузнецк 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3:08:31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3877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Вологин Алексей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1973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б/р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Ленинск-Кузнецкий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3:10:32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Лепнюк Игорь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Топки 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3:11:03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Полозов Николай 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1992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с.Ваганово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3:11:13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Конищев Андрей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1975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б/р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Новокузнецк 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3:19:00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Конаков Олег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1967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б/р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Новокузнецк 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3:20:18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Косенко Григорий 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с.Ваганово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3:21:27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Лещев Семен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Кемерово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3:24:32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Цейзер Никита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1983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б/р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Кемерово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3:27:34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Лужник Сергей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1983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б/р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Кемерово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3:40:15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Федоров Вадим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1973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Новокузнецк 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3:41:35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Шумский Александр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1992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б/р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Кемерово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3:43:03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Стрелов Сергей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1981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Кемерово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сошел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Афанасенко Алексей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Калтан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сошел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Онучин Константин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Киселевск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сошел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Петров Максим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МС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п.Благодатный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сошел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Загулчев Евгений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б/р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Прокопьевск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сошел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Козырев Дмитрий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б/р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Киселевск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сошел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Бобров Сергей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КМС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Киселевск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сошел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Елисейцев Дмитрий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1971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Новокузнецк 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сошел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Косчин Сергей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Березовский 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сошел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Пащенко Андрей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1968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Мыски 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сошел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Щелгачев Сергей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1962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Новокузнецк 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сошел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Червов Алексей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1965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Новокузнецк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сошел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Зубаков Владимир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1974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б/р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Новокузнецк 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сошел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Корнилюк Владимир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Белово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сошел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Зеленский Константин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1973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б/р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Прокопьевск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сошел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Ушаков Вячеслав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1973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б/р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Прокопьевск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сошел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B1BCE" w:rsidRPr="004C60F3" w:rsidTr="004C60F3">
        <w:trPr>
          <w:trHeight w:val="315"/>
        </w:trPr>
        <w:tc>
          <w:tcPr>
            <w:tcW w:w="560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41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85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Чиликин Александр</w:t>
            </w:r>
          </w:p>
        </w:tc>
        <w:tc>
          <w:tcPr>
            <w:tcW w:w="1278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  <w:tc>
          <w:tcPr>
            <w:tcW w:w="992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б/р</w:t>
            </w:r>
          </w:p>
        </w:tc>
        <w:tc>
          <w:tcPr>
            <w:tcW w:w="198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 xml:space="preserve">Новокузнецк </w:t>
            </w:r>
          </w:p>
        </w:tc>
        <w:tc>
          <w:tcPr>
            <w:tcW w:w="1303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0F3">
              <w:rPr>
                <w:rFonts w:ascii="Times New Roman" w:hAnsi="Times New Roman"/>
                <w:sz w:val="24"/>
                <w:szCs w:val="24"/>
              </w:rPr>
              <w:t>сошел</w:t>
            </w:r>
          </w:p>
        </w:tc>
        <w:tc>
          <w:tcPr>
            <w:tcW w:w="694" w:type="dxa"/>
            <w:noWrap/>
          </w:tcPr>
          <w:p w:rsidR="00EB1BCE" w:rsidRPr="004C60F3" w:rsidRDefault="00EB1BCE" w:rsidP="004C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1BCE" w:rsidRDefault="00EB1BCE" w:rsidP="00B06A6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8420" w:type="dxa"/>
        <w:tblInd w:w="-531" w:type="dxa"/>
        <w:tblLook w:val="00A0"/>
      </w:tblPr>
      <w:tblGrid>
        <w:gridCol w:w="560"/>
        <w:gridCol w:w="1540"/>
        <w:gridCol w:w="1540"/>
        <w:gridCol w:w="1400"/>
        <w:gridCol w:w="1000"/>
        <w:gridCol w:w="2380"/>
      </w:tblGrid>
      <w:tr w:rsidR="00EB1BCE" w:rsidRPr="004C60F3" w:rsidTr="00BC3685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BC368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Главный судья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BC368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А.В.Дмитриева</w:t>
            </w:r>
          </w:p>
        </w:tc>
      </w:tr>
      <w:tr w:rsidR="00EB1BCE" w:rsidRPr="004C60F3" w:rsidTr="00BC3685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BC368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судья 1 К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BC368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г. Л-Кузнецкий</w:t>
            </w:r>
          </w:p>
        </w:tc>
      </w:tr>
      <w:tr w:rsidR="00EB1BCE" w:rsidRPr="004C60F3" w:rsidTr="00BC3685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EB1BCE" w:rsidRPr="004C60F3" w:rsidTr="00BC3685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3685">
              <w:rPr>
                <w:rFonts w:ascii="Times New Roman" w:hAnsi="Times New Roman"/>
                <w:b/>
                <w:bCs/>
                <w:sz w:val="20"/>
                <w:szCs w:val="20"/>
              </w:rPr>
              <w:t>Главный секретарь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3685">
              <w:rPr>
                <w:rFonts w:ascii="Times New Roman" w:hAnsi="Times New Roman"/>
                <w:b/>
                <w:bCs/>
                <w:sz w:val="20"/>
                <w:szCs w:val="20"/>
              </w:rPr>
              <w:t>С.В.Вострикова</w:t>
            </w:r>
          </w:p>
        </w:tc>
      </w:tr>
      <w:tr w:rsidR="00EB1BCE" w:rsidRPr="004C60F3" w:rsidTr="00BC3685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3685">
              <w:rPr>
                <w:rFonts w:ascii="Times New Roman" w:hAnsi="Times New Roman"/>
                <w:b/>
                <w:bCs/>
                <w:sz w:val="20"/>
                <w:szCs w:val="20"/>
              </w:rPr>
              <w:t>судья 1К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1BCE" w:rsidRPr="00BC3685" w:rsidRDefault="00EB1BCE" w:rsidP="00BC368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3685">
              <w:rPr>
                <w:rFonts w:ascii="Times New Roman" w:hAnsi="Times New Roman"/>
                <w:b/>
                <w:bCs/>
                <w:sz w:val="20"/>
                <w:szCs w:val="20"/>
              </w:rPr>
              <w:t>г. Л-Кузнецкий</w:t>
            </w:r>
          </w:p>
        </w:tc>
      </w:tr>
    </w:tbl>
    <w:p w:rsidR="00EB1BCE" w:rsidRDefault="00EB1BCE" w:rsidP="00B06A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1BCE" w:rsidRDefault="00EB1BCE" w:rsidP="00B06A6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Примечание: </w:t>
      </w:r>
    </w:p>
    <w:p w:rsidR="00EB1BCE" w:rsidRDefault="00EB1BCE" w:rsidP="00B06A6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Погодные условия были плохие, в течение 3 часов шел дождь, поэтому многие участники сошли с дистанции.</w:t>
      </w:r>
    </w:p>
    <w:p w:rsidR="00EB1BCE" w:rsidRPr="00B06A64" w:rsidRDefault="00EB1BCE" w:rsidP="00B06A6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старт вышло 470 человек.</w:t>
      </w:r>
    </w:p>
    <w:sectPr w:rsidR="00EB1BCE" w:rsidRPr="00B06A64" w:rsidSect="003F0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48D3"/>
    <w:rsid w:val="00344442"/>
    <w:rsid w:val="003F0F9C"/>
    <w:rsid w:val="004C60F3"/>
    <w:rsid w:val="006E6A64"/>
    <w:rsid w:val="008351F2"/>
    <w:rsid w:val="00976CD6"/>
    <w:rsid w:val="00AC75A0"/>
    <w:rsid w:val="00B06A64"/>
    <w:rsid w:val="00B22685"/>
    <w:rsid w:val="00B56E18"/>
    <w:rsid w:val="00BC3685"/>
    <w:rsid w:val="00DC48D3"/>
    <w:rsid w:val="00EB1BCE"/>
    <w:rsid w:val="00F62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F9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C48D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22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134</TotalTime>
  <Pages>2</Pages>
  <Words>526</Words>
  <Characters>3002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Краснов Андрей</cp:lastModifiedBy>
  <cp:revision>6</cp:revision>
  <dcterms:created xsi:type="dcterms:W3CDTF">2013-03-04T07:30:00Z</dcterms:created>
  <dcterms:modified xsi:type="dcterms:W3CDTF">2013-03-06T07:05:00Z</dcterms:modified>
</cp:coreProperties>
</file>