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E6E" w:rsidRPr="00AF02D0" w:rsidRDefault="00023E6E" w:rsidP="00AB08CA">
      <w:pPr>
        <w:jc w:val="center"/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Итоговый протокол</w:t>
      </w:r>
    </w:p>
    <w:p w:rsidR="00023E6E" w:rsidRPr="00AF02D0" w:rsidRDefault="00023E6E" w:rsidP="00AB08CA">
      <w:pPr>
        <w:jc w:val="center"/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Чемпионата СССР по экстремальному стипль-чезу</w:t>
      </w:r>
    </w:p>
    <w:p w:rsidR="00023E6E" w:rsidRPr="00AF02D0" w:rsidRDefault="00023E6E" w:rsidP="00AB08CA">
      <w:pPr>
        <w:jc w:val="center"/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«Шустрые зайцы» 2010</w:t>
      </w:r>
    </w:p>
    <w:p w:rsidR="00023E6E" w:rsidRPr="00AF02D0" w:rsidRDefault="00023E6E" w:rsidP="00AB08CA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Девочки 1999/2000 г.р.</w:t>
      </w:r>
    </w:p>
    <w:p w:rsidR="00023E6E" w:rsidRPr="00AF02D0" w:rsidRDefault="00023E6E" w:rsidP="00AB08CA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Дистанция 500 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Малышева Мария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1.36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Козлова Олеся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1.44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Купцова Мария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2.10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7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Голикова Виктория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2.28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8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Дмитриева Дарья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н/с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-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Горбачёва Соня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3.59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10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Грушина Мария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1.53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4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Троицкая Александра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1.25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Паскалова Елена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2.05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6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Никитенкова Александра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1.55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5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Кузина Анна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121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3.56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9</w:t>
            </w:r>
          </w:p>
        </w:tc>
      </w:tr>
    </w:tbl>
    <w:p w:rsidR="00023E6E" w:rsidRDefault="00023E6E" w:rsidP="009D277D">
      <w:pPr>
        <w:rPr>
          <w:rStyle w:val="apple-style-span"/>
          <w:rFonts w:ascii="Verdana" w:hAnsi="Verdana"/>
          <w:color w:val="666666"/>
          <w:sz w:val="18"/>
          <w:szCs w:val="18"/>
          <w:lang w:val="en-US"/>
        </w:rPr>
      </w:pPr>
    </w:p>
    <w:p w:rsidR="00023E6E" w:rsidRPr="00AF02D0" w:rsidRDefault="00023E6E" w:rsidP="009D277D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Мальчики 1999/2000 г.р.</w:t>
      </w:r>
    </w:p>
    <w:p w:rsidR="00023E6E" w:rsidRPr="00AF02D0" w:rsidRDefault="00023E6E" w:rsidP="009D277D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Дистанция 500 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Горбачёв Илья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1.31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5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Козлов Артем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1.47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9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Хориков Данила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1.40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7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Манухин Кирилл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1.31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6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Юрьев Дмитрий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1.15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Берестнев Андрей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1.40,5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8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Киселёв Дмитрий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122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4.06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12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Ганушкин Владимир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123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1.19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Грядунов Артемий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125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2.18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11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Кабанов Данил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1.23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Кобзев Дмитрий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133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н/с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-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Абросимов Александр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136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1.27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4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Морев Родиион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139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2.12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10</w:t>
            </w:r>
          </w:p>
        </w:tc>
      </w:tr>
    </w:tbl>
    <w:p w:rsidR="00023E6E" w:rsidRDefault="00023E6E" w:rsidP="009D277D">
      <w:pPr>
        <w:rPr>
          <w:rStyle w:val="apple-style-span"/>
          <w:rFonts w:ascii="Verdana" w:hAnsi="Verdana"/>
          <w:color w:val="666666"/>
          <w:sz w:val="18"/>
          <w:szCs w:val="18"/>
        </w:rPr>
      </w:pPr>
    </w:p>
    <w:p w:rsidR="00023E6E" w:rsidRPr="00AF02D0" w:rsidRDefault="00023E6E" w:rsidP="00AB08CA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Девушки 1997/1998 г.р.</w:t>
      </w:r>
    </w:p>
    <w:p w:rsidR="00023E6E" w:rsidRPr="00AF02D0" w:rsidRDefault="00023E6E" w:rsidP="00AB08CA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1000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Вольская Александра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3.41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Кузнецова Дарья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3.59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6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Феоктистова Анна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5.40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11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Федорова Виктория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3.42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4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Мирон Анастасия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4.10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8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Алимова Мария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3.30.5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Березкина Елена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4.15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10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Чернова Дарья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3.42.5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5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Краснова Мария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4.01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7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Федотова Анастасия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4.13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9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Полякова Наталья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3.20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</w:tbl>
    <w:p w:rsidR="00023E6E" w:rsidRPr="00364C9E" w:rsidRDefault="00023E6E" w:rsidP="00AB08CA">
      <w:pPr>
        <w:rPr>
          <w:rStyle w:val="apple-style-span"/>
          <w:rFonts w:ascii="Verdana" w:hAnsi="Verdana"/>
          <w:color w:val="666666"/>
          <w:sz w:val="18"/>
          <w:szCs w:val="18"/>
        </w:rPr>
      </w:pPr>
    </w:p>
    <w:p w:rsidR="00023E6E" w:rsidRPr="00AF02D0" w:rsidRDefault="00023E6E" w:rsidP="00CD419A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Юноши 1997/1998 г.р.</w:t>
      </w:r>
    </w:p>
    <w:p w:rsidR="00023E6E" w:rsidRDefault="00023E6E" w:rsidP="00CD419A">
      <w:pPr>
        <w:rPr>
          <w:rStyle w:val="apple-style-span"/>
          <w:rFonts w:ascii="Verdana" w:hAnsi="Verdana"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Дистанция 1000 м</w:t>
      </w:r>
      <w:r>
        <w:rPr>
          <w:rStyle w:val="apple-style-span"/>
          <w:rFonts w:ascii="Verdana" w:hAnsi="Verdana"/>
          <w:color w:val="666666"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Зайцев Андрей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3.02.5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6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Горбачев Александр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3.47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12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Васильев Леонид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3.01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4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Вахромеев Филипп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3.15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8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Толбатов Руслан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4.47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15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Соломатин Анатолий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4.07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13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Сивалкин Алексей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4.17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14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Будкин Денис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2.52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Антипов Дмитрий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2.51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Христенко Алексей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2.45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Атангулов Руслан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3.02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5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Калинкин Степан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3.11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7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Соловьев Артем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150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3.26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9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Козырев Михаил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149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3.38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11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Селезнев Евгений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148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3.30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10</w:t>
            </w:r>
          </w:p>
        </w:tc>
      </w:tr>
    </w:tbl>
    <w:p w:rsidR="00023E6E" w:rsidRDefault="00023E6E" w:rsidP="00E26F24">
      <w:pPr>
        <w:rPr>
          <w:rStyle w:val="apple-style-span"/>
          <w:rFonts w:ascii="Verdana" w:hAnsi="Verdana"/>
          <w:color w:val="666666"/>
          <w:sz w:val="18"/>
          <w:szCs w:val="18"/>
          <w:lang w:val="en-US"/>
        </w:rPr>
      </w:pPr>
    </w:p>
    <w:p w:rsidR="00023E6E" w:rsidRPr="00AF02D0" w:rsidRDefault="00023E6E" w:rsidP="0076065D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Девушки 1995/1996 г.р.</w:t>
      </w:r>
    </w:p>
    <w:p w:rsidR="00023E6E" w:rsidRPr="00AF02D0" w:rsidRDefault="00023E6E" w:rsidP="0076065D">
      <w:pPr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2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Карасева Анастасия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9.37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Вахромеева Анастасия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10.42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4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Королева Юлия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9.36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4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Тимофеева Юлия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11.15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5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5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Карманова Анастасия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7.52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</w:tbl>
    <w:p w:rsidR="00023E6E" w:rsidRPr="0076065D" w:rsidRDefault="00023E6E" w:rsidP="0076065D">
      <w:pPr>
        <w:rPr>
          <w:rStyle w:val="apple-style-span"/>
          <w:rFonts w:ascii="Verdana" w:hAnsi="Verdana"/>
          <w:color w:val="666666"/>
          <w:sz w:val="18"/>
          <w:szCs w:val="18"/>
          <w:lang w:val="en-US"/>
        </w:rPr>
      </w:pPr>
    </w:p>
    <w:p w:rsidR="00023E6E" w:rsidRPr="00AF02D0" w:rsidRDefault="00023E6E" w:rsidP="0076065D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Юноши 199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5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/199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6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 г.р.</w:t>
      </w:r>
    </w:p>
    <w:p w:rsidR="00023E6E" w:rsidRPr="00AF02D0" w:rsidRDefault="00023E6E" w:rsidP="0076065D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2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Усиков Иван 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7.20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Квардаков Антон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8.20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7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Давидюк Богдан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8.02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6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4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Матюшенко Максим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10.37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11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5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Васильев Павел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8.39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9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6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Котов Никита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10.00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10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7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Тимофеев Никита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8.34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8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8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Поляков Александр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7.07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9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Хамидуллин Александр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7.35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10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Горохов Дмитрий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7.54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5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Захаров Станислав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7.50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4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Фатеев Александр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Сошел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Дворядкин Даниил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146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11.46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13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14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Дворядкин Игорь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2000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144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11.43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12</w:t>
            </w:r>
          </w:p>
        </w:tc>
      </w:tr>
    </w:tbl>
    <w:p w:rsidR="00023E6E" w:rsidRPr="0076065D" w:rsidRDefault="00023E6E" w:rsidP="00E26F24">
      <w:pPr>
        <w:rPr>
          <w:rStyle w:val="apple-style-span"/>
          <w:rFonts w:ascii="Verdana" w:hAnsi="Verdana"/>
          <w:color w:val="666666"/>
          <w:sz w:val="18"/>
          <w:szCs w:val="18"/>
        </w:rPr>
      </w:pPr>
    </w:p>
    <w:p w:rsidR="00023E6E" w:rsidRDefault="00023E6E" w:rsidP="006C2205">
      <w:pPr>
        <w:rPr>
          <w:rStyle w:val="apple-style-span"/>
          <w:rFonts w:ascii="Verdana" w:hAnsi="Verdana"/>
          <w:color w:val="666666"/>
          <w:sz w:val="18"/>
          <w:szCs w:val="18"/>
          <w:lang w:val="en-US"/>
        </w:rPr>
      </w:pPr>
    </w:p>
    <w:p w:rsidR="00023E6E" w:rsidRDefault="00023E6E" w:rsidP="006C2205">
      <w:pPr>
        <w:rPr>
          <w:rStyle w:val="apple-style-span"/>
          <w:rFonts w:ascii="Verdana" w:hAnsi="Verdana"/>
          <w:color w:val="666666"/>
          <w:sz w:val="18"/>
          <w:szCs w:val="18"/>
          <w:lang w:val="en-US"/>
        </w:rPr>
      </w:pPr>
    </w:p>
    <w:p w:rsidR="00023E6E" w:rsidRDefault="00023E6E" w:rsidP="006C2205">
      <w:pPr>
        <w:rPr>
          <w:rStyle w:val="apple-style-span"/>
          <w:rFonts w:ascii="Verdana" w:hAnsi="Verdana"/>
          <w:color w:val="666666"/>
          <w:sz w:val="18"/>
          <w:szCs w:val="18"/>
          <w:lang w:val="en-US"/>
        </w:rPr>
      </w:pPr>
    </w:p>
    <w:p w:rsidR="00023E6E" w:rsidRPr="00AF02D0" w:rsidRDefault="00023E6E" w:rsidP="006C2205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Девушки 199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3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/199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4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 г.р.</w:t>
      </w:r>
    </w:p>
    <w:p w:rsidR="00023E6E" w:rsidRPr="00AF02D0" w:rsidRDefault="00023E6E" w:rsidP="00E26F24">
      <w:pPr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4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Соболева Ольга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18.25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Ионченкова Алла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20.11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Кожуринцева Екатерина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97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23.51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III</w:t>
            </w:r>
          </w:p>
        </w:tc>
      </w:tr>
    </w:tbl>
    <w:p w:rsidR="00023E6E" w:rsidRDefault="00023E6E" w:rsidP="00E26F24">
      <w:pPr>
        <w:rPr>
          <w:rStyle w:val="apple-style-span"/>
          <w:rFonts w:ascii="Verdana" w:hAnsi="Verdana"/>
          <w:color w:val="666666"/>
          <w:sz w:val="18"/>
          <w:szCs w:val="18"/>
        </w:rPr>
      </w:pPr>
    </w:p>
    <w:p w:rsidR="00023E6E" w:rsidRPr="00AF02D0" w:rsidRDefault="00023E6E" w:rsidP="006C2205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Юноши 199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3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/199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4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 г.р.</w:t>
      </w:r>
    </w:p>
    <w:p w:rsidR="00023E6E" w:rsidRPr="00AF02D0" w:rsidRDefault="00023E6E" w:rsidP="006C2205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4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Хамидуллин Тимур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55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17.18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Науменков Андрей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130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16.39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</w:tbl>
    <w:p w:rsidR="00023E6E" w:rsidRDefault="00023E6E" w:rsidP="00E26F24">
      <w:pPr>
        <w:rPr>
          <w:rStyle w:val="apple-style-span"/>
          <w:rFonts w:ascii="Verdana" w:hAnsi="Verdana"/>
          <w:color w:val="666666"/>
          <w:sz w:val="18"/>
          <w:szCs w:val="18"/>
        </w:rPr>
      </w:pPr>
    </w:p>
    <w:p w:rsidR="00023E6E" w:rsidRPr="00AF02D0" w:rsidRDefault="00023E6E" w:rsidP="005E3A9E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Девушки 199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2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/19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89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 г.р.</w:t>
      </w:r>
    </w:p>
    <w:p w:rsidR="00023E6E" w:rsidRPr="00AF02D0" w:rsidRDefault="00023E6E" w:rsidP="005E3A9E">
      <w:pPr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4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Миронова Елена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1989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127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21.27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Усманова Валерия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17.05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</w:tbl>
    <w:p w:rsidR="00023E6E" w:rsidRDefault="00023E6E" w:rsidP="00E26F24">
      <w:pPr>
        <w:rPr>
          <w:rStyle w:val="apple-style-span"/>
          <w:rFonts w:ascii="Verdana" w:hAnsi="Verdana"/>
          <w:color w:val="666666"/>
          <w:sz w:val="18"/>
          <w:szCs w:val="18"/>
        </w:rPr>
      </w:pPr>
    </w:p>
    <w:p w:rsidR="00023E6E" w:rsidRPr="00AF02D0" w:rsidRDefault="00023E6E" w:rsidP="005E3A9E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Юноши 199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2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/19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89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 г.р.</w:t>
      </w:r>
    </w:p>
    <w:p w:rsidR="00023E6E" w:rsidRPr="00AF02D0" w:rsidRDefault="00023E6E" w:rsidP="005E3A9E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6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Русин Ярослав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1990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120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27.47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</w:tbl>
    <w:p w:rsidR="00023E6E" w:rsidRDefault="00023E6E" w:rsidP="00E26F24">
      <w:pPr>
        <w:rPr>
          <w:rStyle w:val="apple-style-span"/>
          <w:rFonts w:ascii="Verdana" w:hAnsi="Verdana"/>
          <w:color w:val="666666"/>
          <w:sz w:val="18"/>
          <w:szCs w:val="18"/>
        </w:rPr>
      </w:pPr>
    </w:p>
    <w:p w:rsidR="00023E6E" w:rsidRPr="00AF02D0" w:rsidRDefault="00023E6E" w:rsidP="005E3A9E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Девушки 1988/1979 г.р.</w:t>
      </w:r>
    </w:p>
    <w:p w:rsidR="00023E6E" w:rsidRPr="00AF02D0" w:rsidRDefault="00023E6E" w:rsidP="005E3A9E">
      <w:pPr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4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Новикова Юлия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1986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129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18.01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Грядунова Надежда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1980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136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24.51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Максимова Тамара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1986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135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23.02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</w:tbl>
    <w:p w:rsidR="00023E6E" w:rsidRDefault="00023E6E" w:rsidP="00E26F24">
      <w:pPr>
        <w:rPr>
          <w:rStyle w:val="apple-style-span"/>
          <w:rFonts w:ascii="Verdana" w:hAnsi="Verdana"/>
          <w:color w:val="666666"/>
          <w:sz w:val="18"/>
          <w:szCs w:val="18"/>
          <w:lang w:val="en-US"/>
        </w:rPr>
      </w:pPr>
    </w:p>
    <w:p w:rsidR="00023E6E" w:rsidRPr="00AF02D0" w:rsidRDefault="00023E6E" w:rsidP="005E3A9E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Юноши 1988/1979 г.р.</w:t>
      </w:r>
    </w:p>
    <w:p w:rsidR="00023E6E" w:rsidRPr="00AF02D0" w:rsidRDefault="00023E6E" w:rsidP="005E3A9E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6000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Демидов Максим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1988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128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26.19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Заяц Сергей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1988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100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23.51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Опалев Олег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1984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137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22.42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  <w:lang w:val="en-US"/>
              </w:rPr>
              <w:t>I</w:t>
            </w:r>
          </w:p>
        </w:tc>
      </w:tr>
    </w:tbl>
    <w:p w:rsidR="00023E6E" w:rsidRPr="005E3A9E" w:rsidRDefault="00023E6E" w:rsidP="00E26F24">
      <w:pPr>
        <w:rPr>
          <w:rStyle w:val="apple-style-span"/>
          <w:rFonts w:ascii="Verdana" w:hAnsi="Verdana"/>
          <w:color w:val="666666"/>
          <w:sz w:val="18"/>
          <w:szCs w:val="18"/>
        </w:rPr>
      </w:pPr>
    </w:p>
    <w:p w:rsidR="00023E6E" w:rsidRDefault="00023E6E" w:rsidP="007B586A">
      <w:pPr>
        <w:rPr>
          <w:rStyle w:val="apple-style-span"/>
          <w:rFonts w:ascii="Verdana" w:hAnsi="Verdana"/>
          <w:color w:val="666666"/>
          <w:sz w:val="18"/>
          <w:szCs w:val="18"/>
          <w:lang w:val="en-US"/>
        </w:rPr>
      </w:pPr>
    </w:p>
    <w:p w:rsidR="00023E6E" w:rsidRPr="00AF02D0" w:rsidRDefault="00023E6E" w:rsidP="007B586A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Девушки 1978/1959 г.р.</w:t>
      </w:r>
    </w:p>
    <w:p w:rsidR="00023E6E" w:rsidRPr="00AF02D0" w:rsidRDefault="00023E6E" w:rsidP="007B586A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4000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Володько Екатерина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1974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124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27.23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rPr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Веденеева Елена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1971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145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16.58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I</w:t>
            </w:r>
          </w:p>
        </w:tc>
      </w:tr>
    </w:tbl>
    <w:p w:rsidR="00023E6E" w:rsidRDefault="00023E6E" w:rsidP="00E26F24"/>
    <w:p w:rsidR="00023E6E" w:rsidRPr="00AF02D0" w:rsidRDefault="00023E6E" w:rsidP="007B586A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Юноши 1978/1959 г.р.</w:t>
      </w:r>
    </w:p>
    <w:p w:rsidR="00023E6E" w:rsidRPr="00AF02D0" w:rsidRDefault="00023E6E" w:rsidP="007B586A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6000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Ганушкин Олег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1972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116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27.23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6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2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Миронов Вячеслав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1964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117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27.05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5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3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Трофимов Алексей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1975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118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27.27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7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4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Кривицкий Олег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1962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119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24.38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5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Володько Виталий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1975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126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26.11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III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6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Титов Дмитрий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1975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132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26.22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4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7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Усиков Игорь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1964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111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27.27.1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8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8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Веденеев Дмитрий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1966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147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25.52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II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9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Дворядкин Олег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1967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143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Дисквалиф.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</w:pPr>
          </w:p>
        </w:tc>
      </w:tr>
    </w:tbl>
    <w:p w:rsidR="00023E6E" w:rsidRDefault="00023E6E" w:rsidP="00E26F24">
      <w:pPr>
        <w:rPr>
          <w:lang w:val="en-US"/>
        </w:rPr>
      </w:pPr>
    </w:p>
    <w:p w:rsidR="00023E6E" w:rsidRPr="00AF02D0" w:rsidRDefault="00023E6E" w:rsidP="00AF02D0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Юноши 19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5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>8/19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  <w:lang w:val="en-US"/>
        </w:rPr>
        <w:t>48</w:t>
      </w: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 г.р. и старше</w:t>
      </w:r>
    </w:p>
    <w:p w:rsidR="00023E6E" w:rsidRPr="00AF02D0" w:rsidRDefault="00023E6E" w:rsidP="00AF02D0">
      <w:pPr>
        <w:rPr>
          <w:rStyle w:val="apple-style-span"/>
          <w:rFonts w:ascii="Verdana" w:hAnsi="Verdana"/>
          <w:b/>
          <w:color w:val="666666"/>
          <w:sz w:val="18"/>
          <w:szCs w:val="18"/>
        </w:rPr>
      </w:pPr>
      <w:r w:rsidRPr="00AF02D0">
        <w:rPr>
          <w:rStyle w:val="apple-style-span"/>
          <w:rFonts w:ascii="Verdana" w:hAnsi="Verdana"/>
          <w:b/>
          <w:color w:val="666666"/>
          <w:sz w:val="18"/>
          <w:szCs w:val="18"/>
        </w:rPr>
        <w:t xml:space="preserve">Дистанция 6000 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656"/>
        <w:gridCol w:w="1595"/>
        <w:gridCol w:w="1595"/>
        <w:gridCol w:w="1595"/>
        <w:gridCol w:w="1596"/>
      </w:tblGrid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№ п/п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Фамилия, Имя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Год рождения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>Старт. номер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Результат 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</w:pPr>
            <w:r w:rsidRPr="00962413">
              <w:rPr>
                <w:rStyle w:val="apple-style-span"/>
                <w:rFonts w:ascii="Verdana" w:hAnsi="Verdana"/>
                <w:color w:val="666666"/>
                <w:sz w:val="18"/>
                <w:szCs w:val="18"/>
              </w:rPr>
              <w:t xml:space="preserve">Место </w:t>
            </w:r>
          </w:p>
        </w:tc>
      </w:tr>
      <w:tr w:rsidR="00023E6E" w:rsidRPr="00962413" w:rsidTr="00962413">
        <w:tc>
          <w:tcPr>
            <w:tcW w:w="534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</w:t>
            </w:r>
          </w:p>
        </w:tc>
        <w:tc>
          <w:tcPr>
            <w:tcW w:w="2656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Сираев Таер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1949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99</w:t>
            </w:r>
          </w:p>
        </w:tc>
        <w:tc>
          <w:tcPr>
            <w:tcW w:w="1595" w:type="dxa"/>
          </w:tcPr>
          <w:p w:rsidR="00023E6E" w:rsidRPr="00962413" w:rsidRDefault="00023E6E" w:rsidP="00962413">
            <w:pPr>
              <w:spacing w:after="0" w:line="240" w:lineRule="auto"/>
            </w:pPr>
            <w:r w:rsidRPr="00962413">
              <w:t>36.37</w:t>
            </w:r>
          </w:p>
        </w:tc>
        <w:tc>
          <w:tcPr>
            <w:tcW w:w="1596" w:type="dxa"/>
          </w:tcPr>
          <w:p w:rsidR="00023E6E" w:rsidRPr="00962413" w:rsidRDefault="00023E6E" w:rsidP="00962413">
            <w:pPr>
              <w:spacing w:after="0" w:line="240" w:lineRule="auto"/>
              <w:rPr>
                <w:lang w:val="en-US"/>
              </w:rPr>
            </w:pPr>
            <w:r w:rsidRPr="00962413">
              <w:rPr>
                <w:lang w:val="en-US"/>
              </w:rPr>
              <w:t>I</w:t>
            </w:r>
          </w:p>
        </w:tc>
      </w:tr>
    </w:tbl>
    <w:p w:rsidR="00023E6E" w:rsidRPr="00AF02D0" w:rsidRDefault="00023E6E" w:rsidP="00E26F24">
      <w:pPr>
        <w:rPr>
          <w:lang w:val="en-US"/>
        </w:rPr>
      </w:pPr>
    </w:p>
    <w:sectPr w:rsidR="00023E6E" w:rsidRPr="00AF02D0" w:rsidSect="0073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B0E89"/>
    <w:multiLevelType w:val="hybridMultilevel"/>
    <w:tmpl w:val="32AC7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25F"/>
    <w:rsid w:val="00023E6E"/>
    <w:rsid w:val="000325FC"/>
    <w:rsid w:val="000C2DA6"/>
    <w:rsid w:val="000E74A9"/>
    <w:rsid w:val="00364C9E"/>
    <w:rsid w:val="003C64E9"/>
    <w:rsid w:val="005672B7"/>
    <w:rsid w:val="005E3A9E"/>
    <w:rsid w:val="0061333A"/>
    <w:rsid w:val="006C2205"/>
    <w:rsid w:val="00736EC9"/>
    <w:rsid w:val="0076065D"/>
    <w:rsid w:val="007B586A"/>
    <w:rsid w:val="007D425F"/>
    <w:rsid w:val="008F3289"/>
    <w:rsid w:val="009514DE"/>
    <w:rsid w:val="00962413"/>
    <w:rsid w:val="009D277D"/>
    <w:rsid w:val="00AB08CA"/>
    <w:rsid w:val="00AF02D0"/>
    <w:rsid w:val="00B051D2"/>
    <w:rsid w:val="00B17301"/>
    <w:rsid w:val="00CD419A"/>
    <w:rsid w:val="00D06426"/>
    <w:rsid w:val="00E26F24"/>
    <w:rsid w:val="00F01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2D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7D425F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7D425F"/>
    <w:rPr>
      <w:rFonts w:cs="Times New Roman"/>
    </w:rPr>
  </w:style>
  <w:style w:type="paragraph" w:styleId="ListParagraph">
    <w:name w:val="List Paragraph"/>
    <w:basedOn w:val="Normal"/>
    <w:uiPriority w:val="99"/>
    <w:qFormat/>
    <w:rsid w:val="007D425F"/>
    <w:pPr>
      <w:ind w:left="720"/>
      <w:contextualSpacing/>
    </w:pPr>
  </w:style>
  <w:style w:type="paragraph" w:styleId="NormalWeb">
    <w:name w:val="Normal (Web)"/>
    <w:basedOn w:val="Normal"/>
    <w:uiPriority w:val="99"/>
    <w:rsid w:val="007D42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D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425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B08C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91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756</Words>
  <Characters>4312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Итоговый протокол</dc:title>
  <dc:subject/>
  <dc:creator>user</dc:creator>
  <cp:keywords/>
  <dc:description/>
  <cp:lastModifiedBy>WiZaRd</cp:lastModifiedBy>
  <cp:revision>2</cp:revision>
  <cp:lastPrinted>2010-09-22T07:47:00Z</cp:lastPrinted>
  <dcterms:created xsi:type="dcterms:W3CDTF">2010-09-28T11:42:00Z</dcterms:created>
  <dcterms:modified xsi:type="dcterms:W3CDTF">2010-09-28T11:42:00Z</dcterms:modified>
</cp:coreProperties>
</file>