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FFD" w:rsidRPr="00683B6B" w:rsidRDefault="00953FFD" w:rsidP="00474C3F">
      <w:pPr>
        <w:pStyle w:val="Heading1"/>
        <w:divId w:val="2054304940"/>
        <w:rPr>
          <w:color w:val="000000"/>
        </w:rPr>
      </w:pPr>
      <w:r w:rsidRPr="00683B6B">
        <w:rPr>
          <w:color w:val="000000"/>
        </w:rPr>
        <w:t>Открытое первенство ОАО "ММП им.В.В.Чернышова" в честь 100-летия развития воздухоплавания в России</w:t>
      </w:r>
      <w:r w:rsidRPr="00683B6B">
        <w:rPr>
          <w:color w:val="000000"/>
        </w:rPr>
        <w:br/>
        <w:t>23 марта 2013, СЗАО, Лазурная</w:t>
      </w:r>
      <w:r w:rsidRPr="00683B6B">
        <w:rPr>
          <w:color w:val="000000"/>
        </w:rPr>
        <w:br/>
      </w:r>
      <w:r w:rsidRPr="00683B6B">
        <w:rPr>
          <w:color w:val="000000"/>
        </w:rPr>
        <w:br/>
        <w:t xml:space="preserve">ПРОТОКОЛ РЕЗУЛЬТАТОВ </w:t>
      </w:r>
    </w:p>
    <w:p w:rsidR="00953FFD" w:rsidRPr="00683B6B" w:rsidRDefault="00953FFD" w:rsidP="006E4A25">
      <w:pPr>
        <w:pStyle w:val="Heading2"/>
        <w:divId w:val="2054304940"/>
        <w:rPr>
          <w:color w:val="000000"/>
        </w:rPr>
      </w:pPr>
      <w:r w:rsidRPr="00683B6B">
        <w:rPr>
          <w:color w:val="000000"/>
        </w:rPr>
        <w:t>М</w:t>
      </w:r>
      <w:r>
        <w:rPr>
          <w:color w:val="000000"/>
        </w:rPr>
        <w:t xml:space="preserve">ужчины                  </w:t>
      </w:r>
      <w:r w:rsidRPr="00683B6B">
        <w:rPr>
          <w:color w:val="000000"/>
        </w:rPr>
        <w:t xml:space="preserve"> </w:t>
      </w:r>
      <w:r>
        <w:rPr>
          <w:color w:val="000000"/>
        </w:rPr>
        <w:t xml:space="preserve">                        </w:t>
      </w:r>
      <w:r w:rsidRPr="00683B6B">
        <w:rPr>
          <w:color w:val="000000"/>
        </w:rPr>
        <w:t>9 км.</w:t>
      </w:r>
      <w:r>
        <w:rPr>
          <w:color w:val="000000"/>
        </w:rPr>
        <w:t xml:space="preserve"> ( 5 по 1,8 км.)</w:t>
      </w:r>
    </w:p>
    <w:p w:rsidR="00953FFD" w:rsidRPr="00683B6B" w:rsidRDefault="00953FFD">
      <w:pPr>
        <w:pStyle w:val="HTMLPreformatted"/>
        <w:divId w:val="2054304940"/>
        <w:rPr>
          <w:color w:val="000000"/>
        </w:rPr>
      </w:pPr>
    </w:p>
    <w:p w:rsidR="00953FFD" w:rsidRPr="00683B6B" w:rsidRDefault="00953FFD" w:rsidP="006E4A25">
      <w:pPr>
        <w:pStyle w:val="HTMLPreformatted"/>
        <w:divId w:val="2054304940"/>
        <w:rPr>
          <w:color w:val="000000"/>
        </w:rPr>
      </w:pPr>
      <w:r w:rsidRPr="00683B6B">
        <w:rPr>
          <w:b/>
          <w:bCs/>
          <w:color w:val="000000"/>
          <w:u w:val="single"/>
        </w:rPr>
        <w:t xml:space="preserve">№п/п Фамилия, имя              Коллектив            Квал Номер ГР   </w:t>
      </w:r>
      <w:r>
        <w:rPr>
          <w:b/>
          <w:bCs/>
          <w:color w:val="000000"/>
          <w:u w:val="single"/>
        </w:rPr>
        <w:t>1,8 км      3,6 км.   5,4 км.    7,2 км.    9 км.      Место</w:t>
      </w:r>
      <w:r w:rsidRPr="00683B6B">
        <w:rPr>
          <w:b/>
          <w:bCs/>
          <w:color w:val="000000"/>
          <w:u w:val="single"/>
        </w:rPr>
        <w:t xml:space="preserve"> </w:t>
      </w:r>
    </w:p>
    <w:p w:rsidR="00953FFD" w:rsidRPr="00683B6B" w:rsidRDefault="00953FFD">
      <w:pPr>
        <w:pStyle w:val="HTMLPreformatted"/>
        <w:divId w:val="2054304940"/>
        <w:rPr>
          <w:color w:val="000000"/>
        </w:rPr>
      </w:pPr>
      <w:r w:rsidRPr="00683B6B">
        <w:rPr>
          <w:color w:val="000000"/>
        </w:rPr>
        <w:t xml:space="preserve">   1 Дубровинский Сергей       Химки                       31 1989 00:04:32,0 00:09:17,0 00:13:55,7 00:18:24,6 00:22:53,62   1 </w:t>
      </w:r>
    </w:p>
    <w:p w:rsidR="00953FFD" w:rsidRPr="00683B6B" w:rsidRDefault="00953FFD">
      <w:pPr>
        <w:pStyle w:val="HTMLPreformatted"/>
        <w:divId w:val="2054304940"/>
        <w:rPr>
          <w:color w:val="000000"/>
        </w:rPr>
      </w:pPr>
      <w:r w:rsidRPr="00683B6B">
        <w:rPr>
          <w:color w:val="000000"/>
        </w:rPr>
        <w:t xml:space="preserve">   2 Веденеев Дмитрий          Динамо                      15 1966 00:04:32,4 00:09:16,6 00:13:55,5 00:18:40,5 00:23:37,80   2 </w:t>
      </w:r>
    </w:p>
    <w:p w:rsidR="00953FFD" w:rsidRPr="00683B6B" w:rsidRDefault="00953FFD">
      <w:pPr>
        <w:pStyle w:val="HTMLPreformatted"/>
        <w:divId w:val="2054304940"/>
        <w:rPr>
          <w:color w:val="000000"/>
        </w:rPr>
      </w:pPr>
      <w:r w:rsidRPr="00683B6B">
        <w:rPr>
          <w:color w:val="000000"/>
        </w:rPr>
        <w:t xml:space="preserve">   3 Ильвовский Дмитрий        Москва                      22 1986 00:04:37,5 00:09:31,5 00:14:34,6 00:19:38,2 00:24:25,95   3 </w:t>
      </w:r>
    </w:p>
    <w:p w:rsidR="00953FFD" w:rsidRPr="00683B6B" w:rsidRDefault="00953FFD">
      <w:pPr>
        <w:pStyle w:val="HTMLPreformatted"/>
        <w:divId w:val="2054304940"/>
        <w:rPr>
          <w:color w:val="000000"/>
        </w:rPr>
      </w:pPr>
      <w:r w:rsidRPr="00683B6B">
        <w:rPr>
          <w:color w:val="000000"/>
        </w:rPr>
        <w:t xml:space="preserve">   4 Савенков Леонид           Москва                      19 1961 00:04:46,1 00:09:44,6 00:14:39,1 00:19:38,6 00:24:33,11   4 </w:t>
      </w:r>
    </w:p>
    <w:p w:rsidR="00953FFD" w:rsidRPr="00683B6B" w:rsidRDefault="00953FFD">
      <w:pPr>
        <w:pStyle w:val="HTMLPreformatted"/>
        <w:divId w:val="2054304940"/>
        <w:rPr>
          <w:color w:val="000000"/>
        </w:rPr>
      </w:pPr>
      <w:r w:rsidRPr="00683B6B">
        <w:rPr>
          <w:color w:val="000000"/>
        </w:rPr>
        <w:t xml:space="preserve">   5 Панов Константин          Динамо                      14 1970 00:04:46,6 00:09:45,1 00:14:55,1 00:20:12,2 00:25:25,01   5 </w:t>
      </w:r>
    </w:p>
    <w:p w:rsidR="00953FFD" w:rsidRPr="00683B6B" w:rsidRDefault="00953FFD">
      <w:pPr>
        <w:pStyle w:val="HTMLPreformatted"/>
        <w:divId w:val="2054304940"/>
        <w:rPr>
          <w:color w:val="000000"/>
        </w:rPr>
      </w:pPr>
      <w:r w:rsidRPr="00683B6B">
        <w:rPr>
          <w:color w:val="000000"/>
        </w:rPr>
        <w:t xml:space="preserve">   6 Ильвовский Алексей        Москва                      20 1961 00:04:45,5 00:09:45,5 00:15:01,7 00:20:20,6 00:25:45,81   6 </w:t>
      </w:r>
    </w:p>
    <w:p w:rsidR="00953FFD" w:rsidRPr="00683B6B" w:rsidRDefault="00953FFD">
      <w:pPr>
        <w:pStyle w:val="HTMLPreformatted"/>
        <w:divId w:val="2054304940"/>
        <w:rPr>
          <w:color w:val="000000"/>
        </w:rPr>
      </w:pPr>
      <w:r w:rsidRPr="00683B6B">
        <w:rPr>
          <w:color w:val="000000"/>
        </w:rPr>
        <w:t xml:space="preserve">   7 Шелобедов Александр       Новомосковск                13 1978 00:04:51,4 00:10:00,4 00:15:18,3 00:20:37,1 00:25:57,04   7 </w:t>
      </w:r>
    </w:p>
    <w:p w:rsidR="00953FFD" w:rsidRPr="00683B6B" w:rsidRDefault="00953FFD">
      <w:pPr>
        <w:pStyle w:val="HTMLPreformatted"/>
        <w:divId w:val="2054304940"/>
        <w:rPr>
          <w:color w:val="000000"/>
        </w:rPr>
      </w:pPr>
      <w:r w:rsidRPr="00683B6B">
        <w:rPr>
          <w:color w:val="000000"/>
        </w:rPr>
        <w:t xml:space="preserve">   8 Тоичкин Александр         Москва                       1 1960 00:05:23,0 00:10:52,5 00:16:23,3 00:21:52,4 00:27:21,31   8 </w:t>
      </w:r>
    </w:p>
    <w:p w:rsidR="00953FFD" w:rsidRPr="00683B6B" w:rsidRDefault="00953FFD">
      <w:pPr>
        <w:pStyle w:val="HTMLPreformatted"/>
        <w:divId w:val="2054304940"/>
        <w:rPr>
          <w:color w:val="000000"/>
        </w:rPr>
      </w:pPr>
      <w:r w:rsidRPr="00683B6B">
        <w:rPr>
          <w:color w:val="000000"/>
        </w:rPr>
        <w:t xml:space="preserve">   9 Шаханов Борис             Цех32, Кр.окт               17 1960 00:05:23,5 00:10:53,0 00:16:23,9 00:21:52,8 00:27:21,87   9 </w:t>
      </w:r>
    </w:p>
    <w:p w:rsidR="00953FFD" w:rsidRPr="00683B6B" w:rsidRDefault="00953FFD">
      <w:pPr>
        <w:pStyle w:val="HTMLPreformatted"/>
        <w:divId w:val="2054304940"/>
        <w:rPr>
          <w:color w:val="000000"/>
        </w:rPr>
      </w:pPr>
      <w:r w:rsidRPr="00683B6B">
        <w:rPr>
          <w:color w:val="000000"/>
        </w:rPr>
        <w:t xml:space="preserve">  10 Никулин Степан            СЗАО, Москва                 3 1964 00:05:36,2 00:11:25,6 00:17:08,2 00:22:56,3 00:28:41,91  10 </w:t>
      </w:r>
    </w:p>
    <w:p w:rsidR="00953FFD" w:rsidRPr="00683B6B" w:rsidRDefault="00953FFD">
      <w:pPr>
        <w:pStyle w:val="HTMLPreformatted"/>
        <w:divId w:val="2054304940"/>
        <w:rPr>
          <w:color w:val="000000"/>
        </w:rPr>
      </w:pPr>
      <w:r w:rsidRPr="00683B6B">
        <w:rPr>
          <w:color w:val="000000"/>
        </w:rPr>
        <w:t xml:space="preserve">  11 Сенькин Александр         Москва                       2 1949 00:05:39,2 00:11:25,2 00:17:08,0 00:22:55,3 00:28:42,50  11 </w:t>
      </w:r>
    </w:p>
    <w:p w:rsidR="00953FFD" w:rsidRPr="00683B6B" w:rsidRDefault="00953FFD">
      <w:pPr>
        <w:pStyle w:val="HTMLPreformatted"/>
        <w:divId w:val="2054304940"/>
        <w:rPr>
          <w:color w:val="000000"/>
        </w:rPr>
      </w:pPr>
      <w:r w:rsidRPr="00683B6B">
        <w:rPr>
          <w:color w:val="000000"/>
        </w:rPr>
        <w:t xml:space="preserve">  12 Шариков Сергей            Цех 32, Кр.окт.             18 1963 00:05:47,3 00:11:46,4 00:17:54,6 00:24:06,5 00:30:13,48  12 </w:t>
      </w:r>
    </w:p>
    <w:p w:rsidR="00953FFD" w:rsidRPr="00683B6B" w:rsidRDefault="00953FFD">
      <w:pPr>
        <w:pStyle w:val="HTMLPreformatted"/>
        <w:divId w:val="2054304940"/>
        <w:rPr>
          <w:color w:val="000000"/>
        </w:rPr>
      </w:pPr>
      <w:r w:rsidRPr="00683B6B">
        <w:rPr>
          <w:color w:val="000000"/>
        </w:rPr>
        <w:t xml:space="preserve">  13 Лесин Александр                                       36      00:07:02,4 00:12:55,7 00:18:52,5 00:24:45,0 00:30:37,66  13 </w:t>
      </w:r>
    </w:p>
    <w:p w:rsidR="00953FFD" w:rsidRPr="00683B6B" w:rsidRDefault="00953FFD">
      <w:pPr>
        <w:pStyle w:val="HTMLPreformatted"/>
        <w:divId w:val="2054304940"/>
        <w:rPr>
          <w:color w:val="000000"/>
        </w:rPr>
      </w:pPr>
      <w:r w:rsidRPr="00683B6B">
        <w:rPr>
          <w:color w:val="000000"/>
        </w:rPr>
        <w:t xml:space="preserve">  14 Платонов Михаил           Москва                      34 1964 00:05:40,6 00:11:58,4 00:18:19,0 00:25:01,0 00:31:20,89  14 </w:t>
      </w:r>
    </w:p>
    <w:p w:rsidR="00953FFD" w:rsidRPr="00683B6B" w:rsidRDefault="00953FFD">
      <w:pPr>
        <w:pStyle w:val="HTMLPreformatted"/>
        <w:divId w:val="2054304940"/>
        <w:rPr>
          <w:color w:val="000000"/>
        </w:rPr>
      </w:pPr>
      <w:r w:rsidRPr="00683B6B">
        <w:rPr>
          <w:color w:val="000000"/>
        </w:rPr>
        <w:t xml:space="preserve">  15 Покрышкин Анатолий        Упр. 47, Чернышово          23 1960 00:06:19,3 00:12:45,1 00:19:18,7 00:25:39,1 00:31:54,55  15 </w:t>
      </w:r>
    </w:p>
    <w:p w:rsidR="00953FFD" w:rsidRPr="00683B6B" w:rsidRDefault="00953FFD">
      <w:pPr>
        <w:pStyle w:val="HTMLPreformatted"/>
        <w:divId w:val="2054304940"/>
        <w:rPr>
          <w:color w:val="000000"/>
        </w:rPr>
      </w:pPr>
      <w:r w:rsidRPr="00683B6B">
        <w:rPr>
          <w:color w:val="000000"/>
        </w:rPr>
        <w:t xml:space="preserve">  16 Запольский Василий        Москва                      21 1945 00:06:12,3 00:12:46,7 00:19:25,2 00:26:05,7 00:32:48,93  16 </w:t>
      </w:r>
    </w:p>
    <w:p w:rsidR="00953FFD" w:rsidRPr="00683B6B" w:rsidRDefault="00953FFD">
      <w:pPr>
        <w:pStyle w:val="HTMLPreformatted"/>
        <w:divId w:val="2054304940"/>
        <w:rPr>
          <w:color w:val="000000"/>
        </w:rPr>
      </w:pPr>
      <w:r w:rsidRPr="00683B6B">
        <w:rPr>
          <w:color w:val="000000"/>
        </w:rPr>
        <w:t xml:space="preserve">  17 Фролов Владимир           Отд.57, Чернышово           16 1960 00:06:11,8 00:12:</w:t>
      </w:r>
      <w:r>
        <w:rPr>
          <w:color w:val="000000"/>
        </w:rPr>
        <w:t>55,1 00:19:47,6 00:26:31,4 00:33:26</w:t>
      </w:r>
      <w:r w:rsidRPr="00683B6B">
        <w:rPr>
          <w:color w:val="000000"/>
        </w:rPr>
        <w:t xml:space="preserve">,69  17 </w:t>
      </w:r>
    </w:p>
    <w:p w:rsidR="00953FFD" w:rsidRPr="00683B6B" w:rsidRDefault="00953FFD">
      <w:pPr>
        <w:pStyle w:val="HTMLPreformatted"/>
        <w:divId w:val="2054304940"/>
        <w:rPr>
          <w:color w:val="000000"/>
        </w:rPr>
      </w:pPr>
      <w:r w:rsidRPr="00683B6B">
        <w:rPr>
          <w:color w:val="000000"/>
        </w:rPr>
        <w:t xml:space="preserve">  18 Дроздов Дмитрий                                       37      00:08:01,1 00:14:18,2 00:20:45,7 00:27:20,5 00:33:53,42  18 </w:t>
      </w:r>
    </w:p>
    <w:p w:rsidR="00953FFD" w:rsidRPr="00683B6B" w:rsidRDefault="00953FFD">
      <w:pPr>
        <w:pStyle w:val="HTMLPreformatted"/>
        <w:divId w:val="2054304940"/>
        <w:rPr>
          <w:color w:val="000000"/>
        </w:rPr>
      </w:pPr>
      <w:r w:rsidRPr="00683B6B">
        <w:rPr>
          <w:color w:val="000000"/>
        </w:rPr>
        <w:t xml:space="preserve">  19 Федоров Павнл             Спорт-Запад                  5 2003 00:06:17,8 00:13:14,8 00:20:20,3 00:27:05,9 00:34:12,11  19 </w:t>
      </w:r>
    </w:p>
    <w:p w:rsidR="00953FFD" w:rsidRPr="00683B6B" w:rsidRDefault="00953FFD">
      <w:pPr>
        <w:pStyle w:val="HTMLPreformatted"/>
        <w:divId w:val="2054304940"/>
        <w:rPr>
          <w:color w:val="000000"/>
        </w:rPr>
      </w:pPr>
      <w:r w:rsidRPr="00683B6B">
        <w:rPr>
          <w:color w:val="000000"/>
        </w:rPr>
        <w:t xml:space="preserve">  20 Королев Михаил            Спорт-Запад                  6 2002 00:06:16,6 00:13:13,1 00:20:11,2 00:27:10,6 00:34:45,83  20 </w:t>
      </w:r>
    </w:p>
    <w:p w:rsidR="00953FFD" w:rsidRPr="00683B6B" w:rsidRDefault="00953FFD">
      <w:pPr>
        <w:pStyle w:val="HTMLPreformatted"/>
        <w:divId w:val="2054304940"/>
        <w:rPr>
          <w:color w:val="000000"/>
        </w:rPr>
      </w:pPr>
      <w:r w:rsidRPr="00683B6B">
        <w:rPr>
          <w:color w:val="000000"/>
        </w:rPr>
        <w:t xml:space="preserve">  21 Талинг Борис              Цех33,Красн. октябрь        11 1951 00:06:30,4 00:13:32,4 00:20:41,8 00:27:56,0 00:34:52,68  21 </w:t>
      </w:r>
    </w:p>
    <w:p w:rsidR="00953FFD" w:rsidRPr="00683B6B" w:rsidRDefault="00953FFD">
      <w:pPr>
        <w:pStyle w:val="HTMLPreformatted"/>
        <w:divId w:val="2054304940"/>
        <w:rPr>
          <w:color w:val="000000"/>
        </w:rPr>
      </w:pPr>
      <w:r w:rsidRPr="00683B6B">
        <w:rPr>
          <w:color w:val="000000"/>
        </w:rPr>
        <w:t xml:space="preserve">  22 Королев Владимир          Спорт-Запад                  7 1972 00:06:25,4 00:13:19,5 00:20:28,0 00:27:43,2 00:34:55,03  22 </w:t>
      </w:r>
    </w:p>
    <w:p w:rsidR="00953FFD" w:rsidRPr="00683B6B" w:rsidRDefault="00953FFD">
      <w:pPr>
        <w:pStyle w:val="HTMLPreformatted"/>
        <w:divId w:val="2054304940"/>
        <w:rPr>
          <w:color w:val="000000"/>
        </w:rPr>
      </w:pPr>
      <w:r w:rsidRPr="00683B6B">
        <w:rPr>
          <w:color w:val="000000"/>
        </w:rPr>
        <w:t xml:space="preserve">  23 Сулев Илья                Москва                      32 1970 00:07:08,4 00:14:12,7 00:21:18,8 00:28:31,7 00:35:41,83  23 </w:t>
      </w:r>
    </w:p>
    <w:p w:rsidR="00953FFD" w:rsidRPr="00683B6B" w:rsidRDefault="00953FFD">
      <w:pPr>
        <w:pStyle w:val="HTMLPreformatted"/>
        <w:divId w:val="2054304940"/>
        <w:rPr>
          <w:color w:val="000000"/>
        </w:rPr>
      </w:pPr>
      <w:r w:rsidRPr="00683B6B">
        <w:rPr>
          <w:color w:val="000000"/>
        </w:rPr>
        <w:t xml:space="preserve">  24 Сучков Александр          Машзавод, Тушино            33 1955 00:06:46,3 00:14:06,8 00:21:47,2 00:29:37,8 00:37:19,85  24 </w:t>
      </w:r>
    </w:p>
    <w:p w:rsidR="00953FFD" w:rsidRPr="00683B6B" w:rsidRDefault="00953FFD">
      <w:pPr>
        <w:pStyle w:val="HTMLPreformatted"/>
        <w:divId w:val="2054304940"/>
        <w:rPr>
          <w:color w:val="000000"/>
        </w:rPr>
      </w:pPr>
      <w:r w:rsidRPr="00683B6B">
        <w:rPr>
          <w:color w:val="000000"/>
        </w:rPr>
        <w:t xml:space="preserve">  25 Гладков Андрей            Цех33,Красн. октябрь         9 1950 00:07:02,8 00:14:24,8 00:22:06,7 00:30:00,3 00:37:38,03  25 </w:t>
      </w:r>
    </w:p>
    <w:p w:rsidR="00953FFD" w:rsidRPr="00683B6B" w:rsidRDefault="00953FFD">
      <w:pPr>
        <w:pStyle w:val="HTMLPreformatted"/>
        <w:divId w:val="2054304940"/>
        <w:rPr>
          <w:color w:val="000000"/>
        </w:rPr>
      </w:pPr>
      <w:r w:rsidRPr="00683B6B">
        <w:rPr>
          <w:color w:val="000000"/>
        </w:rPr>
        <w:t xml:space="preserve">  26 Платонов Владимир         Москва                      25 1956 00:07:45,3 00:15:48,0 00:23:34,9 00:31:26,7 00:39:16,29  26 </w:t>
      </w:r>
    </w:p>
    <w:p w:rsidR="00953FFD" w:rsidRPr="00683B6B" w:rsidRDefault="00953FFD">
      <w:pPr>
        <w:pStyle w:val="HTMLPreformatted"/>
        <w:divId w:val="2054304940"/>
        <w:rPr>
          <w:color w:val="000000"/>
        </w:rPr>
      </w:pPr>
      <w:r w:rsidRPr="00683B6B">
        <w:rPr>
          <w:color w:val="000000"/>
        </w:rPr>
        <w:t xml:space="preserve">  27 Криволысов Евгений        Москва                      24 1957 00:07:26,7 00:15:46,3 00:24:12,1 00:33:00,1 00:41:31,11  27 </w:t>
      </w:r>
    </w:p>
    <w:p w:rsidR="00953FFD" w:rsidRPr="00683B6B" w:rsidRDefault="00953FFD" w:rsidP="006E4A25">
      <w:pPr>
        <w:pStyle w:val="HTMLPreformatted"/>
        <w:divId w:val="2054304940"/>
        <w:rPr>
          <w:color w:val="000000"/>
        </w:rPr>
      </w:pPr>
      <w:r w:rsidRPr="00683B6B">
        <w:rPr>
          <w:color w:val="000000"/>
        </w:rPr>
        <w:t xml:space="preserve">  28 Кудаков Александр         Цех8,Красн. октябрь         26 1953 00:10:25,7 00:21:38,3 00:33:04,6 00:44:49,4 00:55:23</w:t>
      </w:r>
      <w:r>
        <w:rPr>
          <w:color w:val="000000"/>
        </w:rPr>
        <w:t>,00</w:t>
      </w:r>
      <w:r w:rsidRPr="00683B6B">
        <w:rPr>
          <w:color w:val="000000"/>
        </w:rPr>
        <w:t xml:space="preserve">  28 </w:t>
      </w:r>
    </w:p>
    <w:p w:rsidR="00953FFD" w:rsidRPr="00683B6B" w:rsidRDefault="00953FFD" w:rsidP="006E4A25">
      <w:pPr>
        <w:pStyle w:val="HTMLPreformatted"/>
        <w:divId w:val="2054304940"/>
        <w:rPr>
          <w:color w:val="000000"/>
        </w:rPr>
      </w:pPr>
      <w:r w:rsidRPr="00683B6B">
        <w:rPr>
          <w:color w:val="000000"/>
        </w:rPr>
        <w:t xml:space="preserve">  29 Стешенко Игорь            Отд37, Чернышово            30 1984 00:10:48,7 00:22:20,4 00:34:43,6 00:46:11,1 00:57:58</w:t>
      </w:r>
      <w:r>
        <w:rPr>
          <w:color w:val="000000"/>
        </w:rPr>
        <w:t>,00</w:t>
      </w:r>
      <w:r w:rsidRPr="00683B6B">
        <w:rPr>
          <w:color w:val="000000"/>
        </w:rPr>
        <w:t xml:space="preserve">  29 </w:t>
      </w:r>
    </w:p>
    <w:p w:rsidR="00953FFD" w:rsidRPr="00683B6B" w:rsidRDefault="00953FFD" w:rsidP="006E4A25">
      <w:pPr>
        <w:pStyle w:val="HTMLPreformatted"/>
        <w:divId w:val="2054304940"/>
        <w:rPr>
          <w:color w:val="000000"/>
        </w:rPr>
      </w:pPr>
      <w:r w:rsidRPr="00683B6B">
        <w:rPr>
          <w:color w:val="000000"/>
        </w:rPr>
        <w:t xml:space="preserve">  30 Гладков Александр         Цех33,Красн. октябрь        10 1953 00:11:10,1 00:22:43,4 00:34:48,6 00:46:41,8 00:58:43</w:t>
      </w:r>
      <w:r>
        <w:rPr>
          <w:color w:val="000000"/>
        </w:rPr>
        <w:t>,00</w:t>
      </w:r>
      <w:r w:rsidRPr="00683B6B">
        <w:rPr>
          <w:color w:val="000000"/>
        </w:rPr>
        <w:t xml:space="preserve">  30 </w:t>
      </w:r>
    </w:p>
    <w:p w:rsidR="00953FFD" w:rsidRPr="00683B6B" w:rsidRDefault="00953FFD">
      <w:pPr>
        <w:pStyle w:val="HTMLPreformatted"/>
        <w:divId w:val="2054304940"/>
        <w:rPr>
          <w:color w:val="000000"/>
        </w:rPr>
      </w:pPr>
      <w:r w:rsidRPr="00683B6B">
        <w:rPr>
          <w:color w:val="000000"/>
        </w:rPr>
        <w:t xml:space="preserve">  31 Яковлев Виталий           Цех33,Красн. октябрь        12 1948 00:11:24,9 00:23:59,8 00:37:02,10  31 </w:t>
      </w:r>
    </w:p>
    <w:p w:rsidR="00953FFD" w:rsidRPr="00683B6B" w:rsidRDefault="00953FFD">
      <w:pPr>
        <w:pStyle w:val="HTMLPreformatted"/>
        <w:divId w:val="2054304940"/>
        <w:rPr>
          <w:color w:val="000000"/>
        </w:rPr>
      </w:pPr>
      <w:r w:rsidRPr="00683B6B">
        <w:rPr>
          <w:color w:val="000000"/>
        </w:rPr>
        <w:t xml:space="preserve">  32 Никитин Сергей            СМУ, Чернышово              27 1978 00:09:43,9 00:23:13,45  32 </w:t>
      </w:r>
    </w:p>
    <w:p w:rsidR="00953FFD" w:rsidRPr="00683B6B" w:rsidRDefault="00953FFD" w:rsidP="006E4A25">
      <w:pPr>
        <w:pStyle w:val="Heading2"/>
        <w:divId w:val="2054304940"/>
        <w:rPr>
          <w:color w:val="000000"/>
        </w:rPr>
      </w:pPr>
      <w:r w:rsidRPr="00683B6B">
        <w:rPr>
          <w:color w:val="000000"/>
        </w:rPr>
        <w:t>Ж</w:t>
      </w:r>
      <w:r>
        <w:rPr>
          <w:color w:val="000000"/>
        </w:rPr>
        <w:t xml:space="preserve">енщины                                         </w:t>
      </w:r>
      <w:r w:rsidRPr="00683B6B">
        <w:rPr>
          <w:color w:val="000000"/>
        </w:rPr>
        <w:t xml:space="preserve"> 5.4 км</w:t>
      </w:r>
      <w:r>
        <w:rPr>
          <w:color w:val="000000"/>
        </w:rPr>
        <w:t xml:space="preserve"> ( 3 по 1,8 км)</w:t>
      </w:r>
    </w:p>
    <w:p w:rsidR="00953FFD" w:rsidRPr="00683B6B" w:rsidRDefault="00953FFD">
      <w:pPr>
        <w:pStyle w:val="HTMLPreformatted"/>
        <w:divId w:val="2054304940"/>
        <w:rPr>
          <w:color w:val="000000"/>
        </w:rPr>
      </w:pPr>
    </w:p>
    <w:p w:rsidR="00953FFD" w:rsidRPr="00683B6B" w:rsidRDefault="00953FFD">
      <w:pPr>
        <w:pStyle w:val="HTMLPreformatted"/>
        <w:divId w:val="2054304940"/>
        <w:rPr>
          <w:color w:val="000000"/>
        </w:rPr>
      </w:pPr>
      <w:r w:rsidRPr="00683B6B">
        <w:rPr>
          <w:b/>
          <w:bCs/>
          <w:color w:val="000000"/>
          <w:u w:val="single"/>
        </w:rPr>
        <w:t xml:space="preserve">№п/п Фамилия, имя              Коллектив            Квал Номер ГР   </w:t>
      </w:r>
      <w:r>
        <w:rPr>
          <w:b/>
          <w:bCs/>
          <w:color w:val="000000"/>
          <w:u w:val="single"/>
        </w:rPr>
        <w:t>1,8 км.    3,6 км.    5,4 км.    Место</w:t>
      </w:r>
    </w:p>
    <w:p w:rsidR="00953FFD" w:rsidRPr="00683B6B" w:rsidRDefault="00953FFD">
      <w:pPr>
        <w:pStyle w:val="HTMLPreformatted"/>
        <w:divId w:val="2054304940"/>
        <w:rPr>
          <w:color w:val="000000"/>
        </w:rPr>
      </w:pPr>
      <w:r w:rsidRPr="00683B6B">
        <w:rPr>
          <w:color w:val="000000"/>
        </w:rPr>
        <w:t xml:space="preserve">   1 Айвазян Ксения            ЗАО, Москва                 54 1992 00:05:45,6 00:12:04,0 00:18:18,16   1 </w:t>
      </w:r>
    </w:p>
    <w:p w:rsidR="00953FFD" w:rsidRPr="00683B6B" w:rsidRDefault="00953FFD">
      <w:pPr>
        <w:pStyle w:val="HTMLPreformatted"/>
        <w:divId w:val="2054304940"/>
        <w:rPr>
          <w:color w:val="000000"/>
        </w:rPr>
      </w:pPr>
      <w:r w:rsidRPr="00683B6B">
        <w:rPr>
          <w:color w:val="000000"/>
        </w:rPr>
        <w:t xml:space="preserve">   2 Веденеева Катя            Москва                      52 2001 00:06:41,1 00:14:02,2 00:21:21,61   2 </w:t>
      </w:r>
    </w:p>
    <w:p w:rsidR="00953FFD" w:rsidRPr="00683B6B" w:rsidRDefault="00953FFD">
      <w:pPr>
        <w:pStyle w:val="HTMLPreformatted"/>
        <w:divId w:val="2054304940"/>
        <w:rPr>
          <w:color w:val="000000"/>
        </w:rPr>
      </w:pPr>
      <w:r w:rsidRPr="00683B6B">
        <w:rPr>
          <w:color w:val="000000"/>
        </w:rPr>
        <w:t xml:space="preserve">   3 Королева Ольга            Спорт-Запад                 51 1972 00:09:40,7 00:19:37,5 00:28:56,77   3 </w:t>
      </w:r>
    </w:p>
    <w:p w:rsidR="00953FFD" w:rsidRDefault="00953FFD">
      <w:pPr>
        <w:pStyle w:val="HTMLPreformatted"/>
        <w:divId w:val="2054304940"/>
        <w:rPr>
          <w:color w:val="000000"/>
        </w:rPr>
      </w:pPr>
    </w:p>
    <w:p w:rsidR="00953FFD" w:rsidRPr="00683B6B" w:rsidRDefault="00953FFD">
      <w:pPr>
        <w:pStyle w:val="HTMLPreformatted"/>
        <w:divId w:val="2054304940"/>
        <w:rPr>
          <w:color w:val="000000"/>
        </w:rPr>
      </w:pPr>
      <w:r w:rsidRPr="00683B6B">
        <w:rPr>
          <w:color w:val="000000"/>
        </w:rPr>
        <w:t>Главный судья                                   Соковиков С.С.</w:t>
      </w:r>
    </w:p>
    <w:p w:rsidR="00953FFD" w:rsidRPr="00683B6B" w:rsidRDefault="00953FFD">
      <w:pPr>
        <w:pStyle w:val="HTMLPreformatted"/>
        <w:divId w:val="2054304940"/>
        <w:rPr>
          <w:color w:val="000000"/>
        </w:rPr>
      </w:pPr>
      <w:r w:rsidRPr="00683B6B">
        <w:rPr>
          <w:color w:val="000000"/>
        </w:rPr>
        <w:t xml:space="preserve">                               </w:t>
      </w:r>
    </w:p>
    <w:sectPr w:rsidR="00953FFD" w:rsidRPr="00683B6B" w:rsidSect="00AD6CF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drawingGridHorizontalSpacing w:val="120"/>
  <w:displayHorizont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6CFF"/>
    <w:rsid w:val="00474C3F"/>
    <w:rsid w:val="0063521F"/>
    <w:rsid w:val="00683B6B"/>
    <w:rsid w:val="006C5741"/>
    <w:rsid w:val="006E4A25"/>
    <w:rsid w:val="008A3C12"/>
    <w:rsid w:val="00953FFD"/>
    <w:rsid w:val="00AD6CFF"/>
    <w:rsid w:val="00DD7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FC2"/>
    <w:pPr>
      <w:spacing w:before="100" w:beforeAutospacing="1" w:after="100" w:afterAutospacing="1"/>
    </w:pPr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DD7FC2"/>
    <w:pPr>
      <w:jc w:val="center"/>
      <w:outlineLvl w:val="0"/>
    </w:pPr>
    <w:rPr>
      <w:rFonts w:ascii="Arial" w:hAnsi="Arial" w:cs="Arial"/>
      <w:b/>
      <w:bCs/>
      <w:color w:val="333366"/>
      <w:kern w:val="36"/>
    </w:rPr>
  </w:style>
  <w:style w:type="paragraph" w:styleId="Heading2">
    <w:name w:val="heading 2"/>
    <w:basedOn w:val="Normal"/>
    <w:link w:val="Heading2Char"/>
    <w:uiPriority w:val="99"/>
    <w:qFormat/>
    <w:rsid w:val="00DD7FC2"/>
    <w:pPr>
      <w:outlineLvl w:val="1"/>
    </w:pPr>
    <w:rPr>
      <w:rFonts w:ascii="Arial" w:hAnsi="Arial" w:cs="Arial"/>
      <w:b/>
      <w:bCs/>
      <w:color w:val="FF000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D7FC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D7FC2"/>
    <w:rPr>
      <w:rFonts w:ascii="Cambria" w:hAnsi="Cambria" w:cs="Times New Roman"/>
      <w:b/>
      <w:bCs/>
      <w:color w:val="4F81BD"/>
      <w:sz w:val="26"/>
      <w:szCs w:val="26"/>
    </w:rPr>
  </w:style>
  <w:style w:type="character" w:styleId="Hyperlink">
    <w:name w:val="Hyperlink"/>
    <w:basedOn w:val="DefaultParagraphFont"/>
    <w:uiPriority w:val="99"/>
    <w:semiHidden/>
    <w:rsid w:val="00DD7FC2"/>
    <w:rPr>
      <w:rFonts w:cs="Times New Roman"/>
      <w:color w:val="00A5DE"/>
      <w:u w:val="single"/>
    </w:rPr>
  </w:style>
  <w:style w:type="character" w:styleId="FollowedHyperlink">
    <w:name w:val="FollowedHyperlink"/>
    <w:basedOn w:val="DefaultParagraphFont"/>
    <w:uiPriority w:val="99"/>
    <w:semiHidden/>
    <w:rsid w:val="00DD7FC2"/>
    <w:rPr>
      <w:rFonts w:cs="Times New Roman"/>
      <w:color w:val="00A5DE"/>
      <w:u w:val="single"/>
    </w:rPr>
  </w:style>
  <w:style w:type="paragraph" w:styleId="NormalWeb">
    <w:name w:val="Normal (Web)"/>
    <w:basedOn w:val="Normal"/>
    <w:uiPriority w:val="99"/>
    <w:semiHidden/>
    <w:rsid w:val="00DD7FC2"/>
    <w:pPr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text">
    <w:name w:val="text"/>
    <w:basedOn w:val="Normal"/>
    <w:uiPriority w:val="99"/>
    <w:rsid w:val="00DD7FC2"/>
    <w:pPr>
      <w:jc w:val="both"/>
    </w:pPr>
    <w:rPr>
      <w:rFonts w:ascii="Arial" w:hAnsi="Arial" w:cs="Arial"/>
      <w:color w:val="000000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rsid w:val="00DD7F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DD7FC2"/>
    <w:rPr>
      <w:rFonts w:ascii="Consolas" w:hAnsi="Consolas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304940"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1</Pages>
  <Words>744</Words>
  <Characters>4245</Characters>
  <Application>Microsoft Office Outlook</Application>
  <DocSecurity>0</DocSecurity>
  <Lines>0</Lines>
  <Paragraphs>0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WinOrient - Result list</dc:title>
  <dc:subject/>
  <dc:creator>дамир</dc:creator>
  <cp:keywords/>
  <dc:description/>
  <cp:lastModifiedBy>Краснов Андрей</cp:lastModifiedBy>
  <cp:revision>6</cp:revision>
  <cp:lastPrinted>2013-03-23T08:07:00Z</cp:lastPrinted>
  <dcterms:created xsi:type="dcterms:W3CDTF">2013-03-23T08:04:00Z</dcterms:created>
  <dcterms:modified xsi:type="dcterms:W3CDTF">2013-03-23T15:29:00Z</dcterms:modified>
</cp:coreProperties>
</file>