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423" w:rsidRPr="00041758" w:rsidRDefault="00482423" w:rsidP="00AA55FF">
      <w:pPr>
        <w:pStyle w:val="Heading1"/>
        <w:rPr>
          <w:sz w:val="18"/>
          <w:szCs w:val="18"/>
        </w:rPr>
      </w:pPr>
      <w:r w:rsidRPr="00041758">
        <w:rPr>
          <w:sz w:val="18"/>
          <w:szCs w:val="18"/>
        </w:rPr>
        <w:t>"Майская лыжня на Сходне-2012"</w:t>
      </w:r>
      <w:r w:rsidRPr="00041758">
        <w:rPr>
          <w:sz w:val="18"/>
          <w:szCs w:val="18"/>
        </w:rPr>
        <w:br/>
        <w:t>Лыжная гонка</w:t>
      </w:r>
      <w:r w:rsidRPr="00041758">
        <w:rPr>
          <w:sz w:val="18"/>
          <w:szCs w:val="18"/>
        </w:rPr>
        <w:br/>
        <w:t>Свободный стиль</w:t>
      </w:r>
      <w:r w:rsidRPr="00041758">
        <w:rPr>
          <w:sz w:val="18"/>
          <w:szCs w:val="18"/>
        </w:rPr>
        <w:br/>
        <w:t>26 мая 2012 года , Сходня</w:t>
      </w:r>
      <w:r w:rsidRPr="00041758">
        <w:rPr>
          <w:sz w:val="18"/>
          <w:szCs w:val="18"/>
        </w:rPr>
        <w:br/>
      </w:r>
      <w:r w:rsidRPr="00041758">
        <w:rPr>
          <w:sz w:val="18"/>
          <w:szCs w:val="18"/>
        </w:rPr>
        <w:br/>
        <w:t xml:space="preserve">ПРОТОКОЛ РЕЗУЛЬТАТОВ </w:t>
      </w:r>
    </w:p>
    <w:p w:rsidR="00482423" w:rsidRPr="00041758" w:rsidRDefault="00482423" w:rsidP="00AA55FF">
      <w:pPr>
        <w:pStyle w:val="Heading2"/>
        <w:rPr>
          <w:sz w:val="16"/>
          <w:szCs w:val="16"/>
        </w:rPr>
      </w:pPr>
      <w:r w:rsidRPr="00041758">
        <w:rPr>
          <w:sz w:val="16"/>
          <w:szCs w:val="16"/>
        </w:rPr>
        <w:t>Женщины, 2.014 м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b/>
          <w:bCs/>
          <w:sz w:val="16"/>
          <w:szCs w:val="16"/>
          <w:u w:val="single"/>
        </w:rPr>
        <w:t>№п/п Фамилия, имя              Коллектив            Квал Номер ГР     1 круг    2 круг    3 круг   Результат   Место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1 Зернова Наталья           СпортЭкипЦентр       МСМК   23 1976 00:00:49,6 00:01:51,3 00:02:56,7 00:04:04,21   1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2 Жилина Мария              TECSO                КМС    21 1985 00:01:00,6 00:02:07,2 00:03:18,2 00:04:27,26   2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3 Соколова Екатерина        Россия               I      46 1995 00:00:56,0 00:02:07,3 00:03:26,0 00:04:40,87   3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4 Семченкова Юлия           СДЮШОР 43            КМС    29 1994 00:00:54,6 00:02:05,5 00:03:28,1 00:04:56,21   4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5 Соболевская Василиса      СДЮШОР 43            КМС    28 1993 00:00:58,6 00:02:17,8 00:03:46,5 00:05:20,75   5 </w:t>
      </w:r>
    </w:p>
    <w:p w:rsidR="00482423" w:rsidRPr="00041758" w:rsidRDefault="00482423" w:rsidP="00AA55FF">
      <w:pPr>
        <w:pStyle w:val="Heading2"/>
        <w:rPr>
          <w:sz w:val="16"/>
          <w:szCs w:val="16"/>
        </w:rPr>
      </w:pPr>
      <w:r w:rsidRPr="00041758">
        <w:rPr>
          <w:sz w:val="16"/>
          <w:szCs w:val="16"/>
        </w:rPr>
        <w:t>Мужчины, 2.014 м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b/>
          <w:bCs/>
          <w:sz w:val="16"/>
          <w:szCs w:val="16"/>
          <w:u w:val="single"/>
        </w:rPr>
        <w:t xml:space="preserve">№п/п Фамилия, имя              Коллектив            Квал Номер ГР     1 круг    2 круг    3 круг   Результат   Место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1 Плосконосов Дмитрий       Якутия СВСУ          МСМК   34 1989 00:00:38,7 00:01:24,3 00:02:12,5 00:03:03,75   1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2 Подругин Николай          Бабушкино            МС     39 1990 00:00:37,3 00:01:25,5 00:02:14,8 00:03:05,65   2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3 Дев</w:t>
      </w:r>
      <w:r>
        <w:rPr>
          <w:sz w:val="16"/>
          <w:szCs w:val="16"/>
        </w:rPr>
        <w:t>я</w:t>
      </w:r>
      <w:r w:rsidRPr="00041758">
        <w:rPr>
          <w:sz w:val="16"/>
          <w:szCs w:val="16"/>
        </w:rPr>
        <w:t xml:space="preserve">тьяров Михаил                              МСМК   75      00:00:39,4 00:01:29,0 00:02:17,1 00:03:05,75   3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4 Чекаленко Виталий         SKI WAX              КМС    37 1990 00:00:40,0 00:01:29,2 00:02:20,1 00:03:12,59   4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5 Рябов Алексей             TECSO                МС     31 1974 00:00:40,1 00:01:32,8 00:02:22,8 00:03:17,05   5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6 Старовойтов Степан        Россия               I      47 1995 00:00:39,2 00:01:29,5 00:02:27,1 00:03:24,35   6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7 Давыдов Алексей           Бабушкино            КМС    42 1987 00:00:41,8 00:01:33,5 00:02:30,1 00:03:26,38   7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8 Озёрский Дмитрий          Бабушкино            МС     45 1990 00:00:38,3 00:01:33,6 00:02:30,5 00:03:27,13   8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9 Сватин Антон              ДЮСШ 43              МС     24 1992 00:00:42,7 00:01:35,7 00:02:33,1 00:03:28,01   9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10 Смирнов Владислав         Москва               КМС    38 1989 00:00:40,8 00:01:34,4 00:02:30,3 00:03:29,15  10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11 Веденин Вячеслав          Москва               МС    100 1986 00:00:40,1 00:01:37,5 00:02:35,4 00:03:31,74  11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12 Голуб Иван                                            40      00:00:45,6 00:01:38,5 00:02:34,3 00:03:31,85  12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13 Крылов Александр          Россия               МС     44 1981 00:00:42,8 00:01:37,0 00:02:34,5 00:03:35,01  13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14 Чинилин Григорий          Россия               I      48 1996 00:00:40,1 00:01:37,5 00:02:34,5 00:03:35,27  14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15 Ермолов Андрей            Россия               МС     43 1976 00:00:48,5 00:01:39,1 00:02:35,2 00:03:36,17  15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16 Радюк Иван                СДЮШОР 43            МС     25 1989 00:00:46,0 00:01:41,2 00:02:35,8 00:03:36,26  16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17 Овчинников Александр      ИКАР                 I      35 1984 00:00:40,5 00:01:32,0 00:02:35,0 00:03:38,89  17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18 Фадеев Максим             Россия                      77 1987 00:00:56,7 00:01:52,5 00:02:47,1 00:03:42,40  18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19 Гусев Андрей              ДЮСШ Мытищи          I      30 1992 00:00:40,6 00:01:34,8 00:02:39,8 00:03:43,32  19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20 Муратов Марат             Москва               МС     27 1991 00:00:45,2 00:01:39,8 00:02:42,9 00:03:46,65  20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21 Шашлов Андрей             Россия               I      49 1995 00:00:53,5 00:01:54,6 00:02:54,7 00:03:54,38  21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22 Шкляев Алексей            Россия               I      50 1996 00:00:48,7 00:01:47,0 00:02:49,4 00:03:56,56  22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23 Головченко Михаил         Россия               I      41 1994 00:00:44,1 00:01:44,4 00:02:56,1 00:04:06,76  23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24 Ганушкин Олег             Москва               I      22 1972 00:00:51,4 00:02:03,2 00:03:06,3 00:04:16,51  24 </w:t>
      </w:r>
    </w:p>
    <w:p w:rsidR="00482423" w:rsidRPr="00041758" w:rsidRDefault="00482423" w:rsidP="00041758">
      <w:pPr>
        <w:pStyle w:val="HTMLPreformatted"/>
        <w:rPr>
          <w:sz w:val="18"/>
          <w:szCs w:val="18"/>
        </w:rPr>
      </w:pPr>
      <w:r w:rsidRPr="00041758">
        <w:rPr>
          <w:sz w:val="16"/>
          <w:szCs w:val="16"/>
        </w:rPr>
        <w:t xml:space="preserve">  25 Кондратьев Павел          ИКАР                 I      36 1991 00:00:58,29 </w:t>
      </w:r>
      <w:r w:rsidRPr="00041758">
        <w:rPr>
          <w:sz w:val="16"/>
          <w:szCs w:val="16"/>
        </w:rPr>
        <w:tab/>
      </w:r>
      <w:r w:rsidRPr="00041758">
        <w:rPr>
          <w:sz w:val="16"/>
          <w:szCs w:val="16"/>
        </w:rPr>
        <w:tab/>
      </w:r>
      <w:r w:rsidRPr="00041758">
        <w:rPr>
          <w:sz w:val="16"/>
          <w:szCs w:val="16"/>
        </w:rPr>
        <w:tab/>
      </w:r>
      <w:r w:rsidRPr="00041758">
        <w:rPr>
          <w:sz w:val="16"/>
          <w:szCs w:val="16"/>
        </w:rPr>
        <w:tab/>
        <w:t xml:space="preserve">      </w:t>
      </w:r>
    </w:p>
    <w:p w:rsidR="00482423" w:rsidRPr="00041758" w:rsidRDefault="00482423" w:rsidP="00AA55FF">
      <w:pPr>
        <w:pStyle w:val="Heading1"/>
        <w:rPr>
          <w:sz w:val="18"/>
          <w:szCs w:val="18"/>
        </w:rPr>
      </w:pPr>
      <w:r>
        <w:rPr>
          <w:sz w:val="18"/>
          <w:szCs w:val="18"/>
        </w:rPr>
        <w:t>Биатлон - Эстафета</w:t>
      </w:r>
      <w:r w:rsidRPr="00041758">
        <w:rPr>
          <w:sz w:val="18"/>
          <w:szCs w:val="18"/>
        </w:rPr>
        <w:br/>
        <w:t>ПРОТОКОЛ РЕЗУЛЬТАТОВ ЭСТАФЕТЫ</w:t>
      </w:r>
    </w:p>
    <w:p w:rsidR="00482423" w:rsidRPr="00041758" w:rsidRDefault="00482423" w:rsidP="00AA55FF">
      <w:pPr>
        <w:pStyle w:val="Heading2"/>
        <w:rPr>
          <w:sz w:val="18"/>
          <w:szCs w:val="18"/>
        </w:rPr>
      </w:pPr>
      <w:r w:rsidRPr="00041758">
        <w:rPr>
          <w:sz w:val="18"/>
          <w:szCs w:val="18"/>
        </w:rPr>
        <w:t>Биатлон Эстафета, 4.000 м</w:t>
      </w:r>
    </w:p>
    <w:p w:rsidR="00482423" w:rsidRPr="00041758" w:rsidRDefault="00482423" w:rsidP="00AA55FF">
      <w:pPr>
        <w:pStyle w:val="HTMLPreformatted"/>
        <w:rPr>
          <w:b/>
          <w:bCs/>
          <w:sz w:val="18"/>
          <w:szCs w:val="18"/>
        </w:rPr>
      </w:pPr>
      <w:r w:rsidRPr="00041758">
        <w:rPr>
          <w:b/>
          <w:bCs/>
          <w:sz w:val="18"/>
          <w:szCs w:val="18"/>
        </w:rPr>
        <w:t xml:space="preserve">Место №   Фамилия, имя              Коллектив            Квал    Время      Время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b/>
          <w:bCs/>
          <w:sz w:val="18"/>
          <w:szCs w:val="18"/>
        </w:rPr>
        <w:t xml:space="preserve">                                                              на этапе   команды       </w:t>
      </w:r>
      <w:r w:rsidRPr="00041758">
        <w:rPr>
          <w:sz w:val="18"/>
          <w:szCs w:val="18"/>
        </w:rPr>
        <w:t xml:space="preserve">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b/>
          <w:bCs/>
          <w:sz w:val="18"/>
          <w:szCs w:val="18"/>
        </w:rPr>
        <w:t xml:space="preserve">1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51.1  Резцова Кристина          Россия               КМС  00:02:33,48 00:02:33,48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51.2  Колдаев Дмитрий           Россия               КМС  00:02:20,35 00:04:53,83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51.3  Резцова Кристина          Россия               КМС  00:02:44,28 00:07:38,11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51.4  Колдаев Дмитрий           Россия               КМС  00:02:32,62 00:10:10,73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b/>
          <w:bCs/>
          <w:sz w:val="18"/>
          <w:szCs w:val="18"/>
        </w:rPr>
        <w:t xml:space="preserve">2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52.1  Жданкина Анастасия        Россия               КМС  00:03:06,13 00:03:06,13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52.2  Лихачев Павел             Россия               КМС  00:02:27,72 00:05:33,85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52.3  Жданкина Анастасия        Россия               КМС  00:03:35,63 00:09:09,48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52.4  Лихачев Павел             Россия               КМС  00:02:27,30 00:11:36,78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b/>
          <w:bCs/>
          <w:sz w:val="18"/>
          <w:szCs w:val="18"/>
        </w:rPr>
        <w:t xml:space="preserve">3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53.1  Фомичева Виктория         Россия               КМС  00:02:53,69 00:02:53,69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53.2  Сошников Никита           Россия               КМС  00:02:59,84 00:05:53,53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53.3  Фомичева Виктория         Россия               КМС  00:03:28,74 00:09:22,27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53.4  Сошников Никита           Россия               КМС  00:03:01,89 00:12:24,16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b/>
          <w:bCs/>
          <w:sz w:val="18"/>
          <w:szCs w:val="18"/>
        </w:rPr>
        <w:t xml:space="preserve">4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54.1  Дроздова Юлия             Россия               КМС  00:03:59,13 00:03:59,13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54.2  Решетов Дмитрий           Россия               КМС  00:02:41,45 00:06:40,58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54.3  Дроздова Юлия             Россия               КМС  00:03:32,01 00:10:12,59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54.4  Решетов Дмитрий           Россия               КМС  00:02:38,12 00:12:50,71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b/>
          <w:bCs/>
          <w:sz w:val="18"/>
          <w:szCs w:val="18"/>
        </w:rPr>
        <w:t xml:space="preserve">5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55.1  Орлова Эльвира            Россия               КМС  00:03:11,67 00:03:11,67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55.2  Антонов Алексей           Россия               КМС  00:03:03,07 00:06:14,74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55.3  Орлова Эльвира            Россия               КМС  00:03:45,79 00:10:00,53              </w:t>
      </w:r>
    </w:p>
    <w:p w:rsidR="00482423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55.4  Антонов Алексей           Россия               КМС  00:03:13,64 00:13:14,17 </w:t>
      </w:r>
    </w:p>
    <w:p w:rsidR="00482423" w:rsidRDefault="00482423">
      <w:pPr>
        <w:rPr>
          <w:rFonts w:ascii="Courier New" w:hAnsi="Courier New" w:cs="Courier New"/>
          <w:sz w:val="18"/>
          <w:szCs w:val="18"/>
          <w:lang w:eastAsia="ru-RU"/>
        </w:rPr>
      </w:pPr>
      <w:r>
        <w:rPr>
          <w:sz w:val="18"/>
          <w:szCs w:val="18"/>
        </w:rPr>
        <w:br w:type="page"/>
      </w:r>
    </w:p>
    <w:p w:rsidR="00482423" w:rsidRPr="00DC310A" w:rsidRDefault="00482423" w:rsidP="00602A92">
      <w:pPr>
        <w:spacing w:before="100" w:beforeAutospacing="1" w:after="100" w:afterAutospacing="1" w:line="240" w:lineRule="auto"/>
        <w:jc w:val="center"/>
        <w:outlineLvl w:val="0"/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</w:pPr>
      <w:r w:rsidRPr="00DC310A"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  <w:t>"Майская лыжня на Сходне-2012"</w:t>
      </w:r>
      <w:r w:rsidRPr="00DC310A"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  <w:br/>
        <w:t>Гонка Легендарных Чемпионов</w:t>
      </w:r>
      <w:r w:rsidRPr="00DC310A"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  <w:br/>
        <w:t>Гандикап</w:t>
      </w:r>
      <w:r w:rsidRPr="00DC310A"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  <w:br/>
        <w:t>26 мая 2012 года, Сходня</w:t>
      </w:r>
      <w:r w:rsidRPr="00DC310A"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  <w:br/>
      </w:r>
      <w:r w:rsidRPr="00DC310A"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  <w:br/>
        <w:t xml:space="preserve">ПРОТОКОЛ РЕЗУЛЬТАТОВ </w:t>
      </w:r>
    </w:p>
    <w:p w:rsidR="00482423" w:rsidRPr="00DC310A" w:rsidRDefault="00482423" w:rsidP="00602A92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r w:rsidRPr="00DC310A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1 км, 1.000 м</w:t>
      </w:r>
    </w:p>
    <w:p w:rsidR="00482423" w:rsidRPr="00DC310A" w:rsidRDefault="00482423" w:rsidP="00602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DC310A">
        <w:rPr>
          <w:rFonts w:ascii="Courier New" w:hAnsi="Courier New" w:cs="Courier New"/>
          <w:b/>
          <w:bCs/>
          <w:sz w:val="18"/>
          <w:szCs w:val="18"/>
          <w:u w:val="single"/>
          <w:lang w:eastAsia="ru-RU"/>
        </w:rPr>
        <w:t xml:space="preserve">№п/п Фамилия, имя              Коллектив       </w:t>
      </w:r>
      <w:r>
        <w:rPr>
          <w:rFonts w:ascii="Courier New" w:hAnsi="Courier New" w:cs="Courier New"/>
          <w:b/>
          <w:bCs/>
          <w:sz w:val="18"/>
          <w:szCs w:val="18"/>
          <w:u w:val="single"/>
          <w:lang w:eastAsia="ru-RU"/>
        </w:rPr>
        <w:t xml:space="preserve">     Квал Номер ГР   Результат</w:t>
      </w:r>
      <w:r w:rsidRPr="00DC310A">
        <w:rPr>
          <w:rFonts w:ascii="Courier New" w:hAnsi="Courier New" w:cs="Courier New"/>
          <w:b/>
          <w:bCs/>
          <w:sz w:val="18"/>
          <w:szCs w:val="18"/>
          <w:u w:val="single"/>
          <w:lang w:eastAsia="ru-RU"/>
        </w:rPr>
        <w:t xml:space="preserve"> Место</w:t>
      </w:r>
    </w:p>
    <w:p w:rsidR="00482423" w:rsidRPr="00DC310A" w:rsidRDefault="00482423" w:rsidP="00602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DC310A">
        <w:rPr>
          <w:rFonts w:ascii="Courier New" w:hAnsi="Courier New" w:cs="Courier New"/>
          <w:sz w:val="18"/>
          <w:szCs w:val="18"/>
          <w:lang w:eastAsia="ru-RU"/>
        </w:rPr>
        <w:t xml:space="preserve">   1 Зимятов Николай           Россия                       7      00:00:45,45   1   </w:t>
      </w:r>
    </w:p>
    <w:p w:rsidR="00482423" w:rsidRPr="00DC310A" w:rsidRDefault="00482423" w:rsidP="00602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DC310A">
        <w:rPr>
          <w:rFonts w:ascii="Courier New" w:hAnsi="Courier New" w:cs="Courier New"/>
          <w:sz w:val="18"/>
          <w:szCs w:val="18"/>
          <w:lang w:eastAsia="ru-RU"/>
        </w:rPr>
        <w:t xml:space="preserve">   2 Резцова Анфиса            Россия                       9      00:00:45,58   2   </w:t>
      </w:r>
    </w:p>
    <w:p w:rsidR="00482423" w:rsidRPr="00DC310A" w:rsidRDefault="00482423" w:rsidP="00602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DC310A">
        <w:rPr>
          <w:rFonts w:ascii="Courier New" w:hAnsi="Courier New" w:cs="Courier New"/>
          <w:sz w:val="18"/>
          <w:szCs w:val="18"/>
          <w:lang w:eastAsia="ru-RU"/>
        </w:rPr>
        <w:t xml:space="preserve">   3 Кириллов Андрей           Россия                      13      00:00:46,15   3   </w:t>
      </w:r>
    </w:p>
    <w:p w:rsidR="00482423" w:rsidRPr="00DC310A" w:rsidRDefault="00482423" w:rsidP="00602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DC310A">
        <w:rPr>
          <w:rFonts w:ascii="Courier New" w:hAnsi="Courier New" w:cs="Courier New"/>
          <w:sz w:val="18"/>
          <w:szCs w:val="18"/>
          <w:lang w:eastAsia="ru-RU"/>
        </w:rPr>
        <w:t xml:space="preserve">   4 Завьялов Александр        Россия                       6      00:00:48,34   4   </w:t>
      </w:r>
    </w:p>
    <w:p w:rsidR="00482423" w:rsidRPr="00DC310A" w:rsidRDefault="00482423" w:rsidP="00602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DC310A">
        <w:rPr>
          <w:rFonts w:ascii="Courier New" w:hAnsi="Courier New" w:cs="Courier New"/>
          <w:sz w:val="18"/>
          <w:szCs w:val="18"/>
          <w:lang w:eastAsia="ru-RU"/>
        </w:rPr>
        <w:t xml:space="preserve">   5 Нагейкина Светлана        Россия                      11      00:00:54,48   5   </w:t>
      </w:r>
    </w:p>
    <w:p w:rsidR="00482423" w:rsidRPr="00DC310A" w:rsidRDefault="00482423" w:rsidP="00602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DC310A">
        <w:rPr>
          <w:rFonts w:ascii="Courier New" w:hAnsi="Courier New" w:cs="Courier New"/>
          <w:sz w:val="18"/>
          <w:szCs w:val="18"/>
          <w:lang w:eastAsia="ru-RU"/>
        </w:rPr>
        <w:t xml:space="preserve">   6 Таланова Надежда          Россия                      12      00:00:58,61   6   </w:t>
      </w:r>
    </w:p>
    <w:p w:rsidR="00482423" w:rsidRPr="00DC310A" w:rsidRDefault="00482423" w:rsidP="00602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DC310A">
        <w:rPr>
          <w:rFonts w:ascii="Courier New" w:hAnsi="Courier New" w:cs="Courier New"/>
          <w:sz w:val="18"/>
          <w:szCs w:val="18"/>
          <w:lang w:eastAsia="ru-RU"/>
        </w:rPr>
        <w:t xml:space="preserve">   7 Попов Александр           Беларусь                     4      00:00:59,76   7   </w:t>
      </w:r>
    </w:p>
    <w:p w:rsidR="00482423" w:rsidRPr="00DC310A" w:rsidRDefault="00482423" w:rsidP="00602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DC310A">
        <w:rPr>
          <w:rFonts w:ascii="Courier New" w:hAnsi="Courier New" w:cs="Courier New"/>
          <w:sz w:val="18"/>
          <w:szCs w:val="18"/>
          <w:lang w:eastAsia="ru-RU"/>
        </w:rPr>
        <w:t xml:space="preserve">   8 Рожков Сергей             Россия                      14      00:01:</w:t>
      </w:r>
      <w:r>
        <w:rPr>
          <w:rFonts w:ascii="Courier New" w:hAnsi="Courier New" w:cs="Courier New"/>
          <w:sz w:val="18"/>
          <w:szCs w:val="18"/>
          <w:lang w:eastAsia="ru-RU"/>
        </w:rPr>
        <w:t>0</w:t>
      </w:r>
      <w:r w:rsidRPr="00DC310A">
        <w:rPr>
          <w:rFonts w:ascii="Courier New" w:hAnsi="Courier New" w:cs="Courier New"/>
          <w:sz w:val="18"/>
          <w:szCs w:val="18"/>
          <w:lang w:eastAsia="ru-RU"/>
        </w:rPr>
        <w:t xml:space="preserve">3,88   8   </w:t>
      </w:r>
    </w:p>
    <w:p w:rsidR="00482423" w:rsidRPr="00DC310A" w:rsidRDefault="00482423" w:rsidP="00602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DC310A">
        <w:rPr>
          <w:rFonts w:ascii="Courier New" w:hAnsi="Courier New" w:cs="Courier New"/>
          <w:sz w:val="18"/>
          <w:szCs w:val="18"/>
          <w:lang w:eastAsia="ru-RU"/>
        </w:rPr>
        <w:t xml:space="preserve">   9 Привалов Александр        Россия                       2      00:0</w:t>
      </w:r>
      <w:r>
        <w:rPr>
          <w:rFonts w:ascii="Courier New" w:hAnsi="Courier New" w:cs="Courier New"/>
          <w:sz w:val="18"/>
          <w:szCs w:val="18"/>
          <w:lang w:eastAsia="ru-RU"/>
        </w:rPr>
        <w:t>1</w:t>
      </w:r>
      <w:r w:rsidRPr="00DC310A">
        <w:rPr>
          <w:rFonts w:ascii="Courier New" w:hAnsi="Courier New" w:cs="Courier New"/>
          <w:sz w:val="18"/>
          <w:szCs w:val="18"/>
          <w:lang w:eastAsia="ru-RU"/>
        </w:rPr>
        <w:t xml:space="preserve">:08,11   9   </w:t>
      </w:r>
    </w:p>
    <w:p w:rsidR="00482423" w:rsidRDefault="00482423" w:rsidP="00602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</w:p>
    <w:p w:rsidR="00482423" w:rsidRDefault="00482423" w:rsidP="00AA55FF">
      <w:pPr>
        <w:pStyle w:val="Heading1"/>
        <w:rPr>
          <w:sz w:val="18"/>
          <w:szCs w:val="18"/>
        </w:rPr>
      </w:pPr>
    </w:p>
    <w:p w:rsidR="00482423" w:rsidRPr="00041758" w:rsidRDefault="00482423" w:rsidP="00AA55FF">
      <w:pPr>
        <w:pStyle w:val="Heading1"/>
        <w:rPr>
          <w:sz w:val="18"/>
          <w:szCs w:val="18"/>
        </w:rPr>
      </w:pPr>
      <w:r w:rsidRPr="00041758">
        <w:rPr>
          <w:sz w:val="18"/>
          <w:szCs w:val="18"/>
        </w:rPr>
        <w:t>"Майская лыжня на Сходне-2012"</w:t>
      </w:r>
      <w:r w:rsidRPr="00041758">
        <w:rPr>
          <w:sz w:val="18"/>
          <w:szCs w:val="18"/>
        </w:rPr>
        <w:br/>
        <w:t>Лыжная гонка</w:t>
      </w:r>
      <w:r w:rsidRPr="00041758">
        <w:rPr>
          <w:sz w:val="18"/>
          <w:szCs w:val="18"/>
        </w:rPr>
        <w:br/>
        <w:t>Эстафета сборной команды Москвы и Московской области</w:t>
      </w:r>
      <w:r w:rsidRPr="00041758">
        <w:rPr>
          <w:sz w:val="18"/>
          <w:szCs w:val="18"/>
        </w:rPr>
        <w:br/>
        <w:t>Юноши и девушки</w:t>
      </w:r>
      <w:r w:rsidRPr="00041758">
        <w:rPr>
          <w:sz w:val="18"/>
          <w:szCs w:val="18"/>
        </w:rPr>
        <w:br/>
        <w:t xml:space="preserve">26 мая 2012 года </w:t>
      </w:r>
      <w:r w:rsidRPr="00041758">
        <w:rPr>
          <w:sz w:val="18"/>
          <w:szCs w:val="18"/>
        </w:rPr>
        <w:br/>
        <w:t>Сходня</w:t>
      </w:r>
      <w:r w:rsidRPr="00041758">
        <w:rPr>
          <w:sz w:val="18"/>
          <w:szCs w:val="18"/>
        </w:rPr>
        <w:br/>
        <w:t>ПРОТОКОЛ РЕЗУЛЬТАТОВ ЭСТАФЕТЫ</w:t>
      </w:r>
    </w:p>
    <w:p w:rsidR="00482423" w:rsidRPr="00041758" w:rsidRDefault="00482423" w:rsidP="00AA55FF">
      <w:pPr>
        <w:pStyle w:val="Heading2"/>
        <w:rPr>
          <w:sz w:val="18"/>
          <w:szCs w:val="18"/>
        </w:rPr>
      </w:pPr>
      <w:r w:rsidRPr="00041758">
        <w:rPr>
          <w:sz w:val="18"/>
          <w:szCs w:val="18"/>
        </w:rPr>
        <w:t>Эстафета</w:t>
      </w:r>
      <w:r>
        <w:rPr>
          <w:sz w:val="18"/>
          <w:szCs w:val="18"/>
        </w:rPr>
        <w:t xml:space="preserve"> -</w:t>
      </w:r>
      <w:r w:rsidRPr="00041758">
        <w:rPr>
          <w:sz w:val="18"/>
          <w:szCs w:val="18"/>
        </w:rPr>
        <w:t xml:space="preserve"> Юниоры и девушки, 1.500 м</w:t>
      </w:r>
    </w:p>
    <w:p w:rsidR="00482423" w:rsidRPr="00041758" w:rsidRDefault="00482423" w:rsidP="00AA55FF">
      <w:pPr>
        <w:pStyle w:val="HTMLPreformatted"/>
        <w:rPr>
          <w:b/>
          <w:bCs/>
          <w:sz w:val="18"/>
          <w:szCs w:val="18"/>
        </w:rPr>
      </w:pPr>
      <w:r w:rsidRPr="00041758">
        <w:rPr>
          <w:b/>
          <w:bCs/>
          <w:sz w:val="18"/>
          <w:szCs w:val="18"/>
        </w:rPr>
        <w:t>Место №  Фамилия, имя              Коллектив            Квал    Вре</w:t>
      </w:r>
      <w:r>
        <w:rPr>
          <w:b/>
          <w:bCs/>
          <w:sz w:val="18"/>
          <w:szCs w:val="18"/>
        </w:rPr>
        <w:t xml:space="preserve">мя      Время   </w:t>
      </w:r>
      <w:r w:rsidRPr="00041758">
        <w:rPr>
          <w:b/>
          <w:bCs/>
          <w:sz w:val="18"/>
          <w:szCs w:val="18"/>
        </w:rPr>
        <w:t xml:space="preserve">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b/>
          <w:bCs/>
          <w:sz w:val="18"/>
          <w:szCs w:val="18"/>
        </w:rPr>
        <w:t xml:space="preserve">                                                              на этапе   команды       </w:t>
      </w:r>
      <w:r w:rsidRPr="00041758">
        <w:rPr>
          <w:sz w:val="18"/>
          <w:szCs w:val="18"/>
        </w:rPr>
        <w:t xml:space="preserve">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b/>
          <w:bCs/>
          <w:sz w:val="18"/>
          <w:szCs w:val="18"/>
        </w:rPr>
        <w:t xml:space="preserve">1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102.1  Зубцов Артем              Россия               КМС  00:00:37,95 00:00:37,95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102.2  Баязитова Аида            Россия               КМС  00:00:50,43 00:01:28,38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102.3  Зубцов Артем              Россия               КМС  00:00:47,62 00:02:16,00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102.4  Баязитова Аида            Россия               КМС  00:00:54,28 00:03:10,28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b/>
          <w:bCs/>
          <w:sz w:val="18"/>
          <w:szCs w:val="18"/>
        </w:rPr>
        <w:t xml:space="preserve">2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101.1  Орехов Сергей             Россия               МС   00:00:39,44 00:00:39,44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101.2  Лихачева Мария            Россия               КМС  00:00:51,74 00:01:31,18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101.3  Орехов Сергей             Россия               МС   00:00:45,61 00:02:16,79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101.4  Лихачева Мария            Россия               КМС  00:00:54,93 00:03:11,72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b/>
          <w:bCs/>
          <w:sz w:val="18"/>
          <w:szCs w:val="18"/>
        </w:rPr>
        <w:t xml:space="preserve">3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103.1  Ганушкин Артем            Россия               I    00:00:42,24 00:00:42,24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103.2  Орлова Эльвира            Россия               КМС  00:00:55,60 00:01:37,84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103.3  Ганушкин Артем            Россия               I    00:00:47,71 00:02:25,55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103.4  Орлова Эльвира            Россия               КМС  00:00:57,36 00:03:22,91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b/>
          <w:bCs/>
          <w:sz w:val="18"/>
          <w:szCs w:val="18"/>
        </w:rPr>
        <w:t xml:space="preserve">4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104.1  Поляков Александр         Россия               I    00:00:40,45 00:00:40,45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104.2  Карманова Анастасия       Россия               I    00:00:56,04 00:01:36,49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104.3  Поляков Александр         Россия               I    00:00:48,05 00:02:24,54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104.4  Карманова Анастасия       Россия               I    00:01:01,05 00:03:25,59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b/>
          <w:bCs/>
          <w:sz w:val="18"/>
          <w:szCs w:val="18"/>
        </w:rPr>
        <w:t xml:space="preserve">5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105.1  Лисицын Артем             Россия               I    00:00:43,75 00:00:43,75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105.2  Иванова Светлана          Россия               I    00:01:00,41 00:01:44,16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105.3  Лисицын Артем             Россия               I    00:00:52,21 00:02:36,37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105.4  Иванова Светлана          Россия               I    00:01:05,53 00:03:41,90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</w:p>
    <w:p w:rsidR="00482423" w:rsidRDefault="00482423">
      <w:pPr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</w:pPr>
      <w:r>
        <w:rPr>
          <w:sz w:val="18"/>
          <w:szCs w:val="18"/>
        </w:rPr>
        <w:br w:type="page"/>
      </w:r>
    </w:p>
    <w:p w:rsidR="00482423" w:rsidRPr="00041758" w:rsidRDefault="00482423" w:rsidP="00AA55FF">
      <w:pPr>
        <w:pStyle w:val="Heading1"/>
        <w:rPr>
          <w:sz w:val="18"/>
          <w:szCs w:val="18"/>
        </w:rPr>
      </w:pPr>
      <w:r w:rsidRPr="00041758">
        <w:rPr>
          <w:sz w:val="18"/>
          <w:szCs w:val="18"/>
        </w:rPr>
        <w:t>Ачери-биатлон - эстафета</w:t>
      </w:r>
      <w:r w:rsidRPr="00041758">
        <w:rPr>
          <w:sz w:val="18"/>
          <w:szCs w:val="18"/>
        </w:rPr>
        <w:br/>
        <w:t>Гонка со стрельбой на огневых рубежах</w:t>
      </w:r>
      <w:r w:rsidRPr="00041758">
        <w:rPr>
          <w:sz w:val="18"/>
          <w:szCs w:val="18"/>
        </w:rPr>
        <w:br/>
      </w:r>
      <w:r w:rsidRPr="00041758">
        <w:rPr>
          <w:sz w:val="18"/>
          <w:szCs w:val="18"/>
        </w:rPr>
        <w:br/>
        <w:t>ПРОТОКОЛ РЕЗУЛЬТАТОВ ЭСТАФЕТЫ</w:t>
      </w:r>
    </w:p>
    <w:p w:rsidR="00482423" w:rsidRPr="00041758" w:rsidRDefault="00482423" w:rsidP="00AA55FF">
      <w:pPr>
        <w:pStyle w:val="Heading2"/>
        <w:rPr>
          <w:sz w:val="18"/>
          <w:szCs w:val="18"/>
        </w:rPr>
      </w:pPr>
      <w:r w:rsidRPr="00041758">
        <w:rPr>
          <w:sz w:val="18"/>
          <w:szCs w:val="18"/>
        </w:rPr>
        <w:t>Ачери-биатлон - Эстафета, 4.000 м</w:t>
      </w:r>
    </w:p>
    <w:p w:rsidR="00482423" w:rsidRPr="00041758" w:rsidRDefault="00482423" w:rsidP="00AA55FF">
      <w:pPr>
        <w:pStyle w:val="HTMLPreformatted"/>
        <w:rPr>
          <w:b/>
          <w:bCs/>
          <w:sz w:val="18"/>
          <w:szCs w:val="18"/>
        </w:rPr>
      </w:pPr>
      <w:r w:rsidRPr="00041758">
        <w:rPr>
          <w:b/>
          <w:bCs/>
          <w:sz w:val="18"/>
          <w:szCs w:val="18"/>
        </w:rPr>
        <w:t>Место</w:t>
      </w:r>
      <w:r>
        <w:rPr>
          <w:b/>
          <w:bCs/>
          <w:sz w:val="18"/>
          <w:szCs w:val="18"/>
        </w:rPr>
        <w:t xml:space="preserve"> </w:t>
      </w:r>
      <w:r w:rsidRPr="00041758">
        <w:rPr>
          <w:b/>
          <w:bCs/>
          <w:sz w:val="18"/>
          <w:szCs w:val="18"/>
        </w:rPr>
        <w:t>№ Фамилия, имя              Коллектив            К</w:t>
      </w:r>
      <w:r>
        <w:rPr>
          <w:b/>
          <w:bCs/>
          <w:sz w:val="18"/>
          <w:szCs w:val="18"/>
        </w:rPr>
        <w:t xml:space="preserve">вал    Время      Время   </w:t>
      </w:r>
      <w:r w:rsidRPr="00041758">
        <w:rPr>
          <w:b/>
          <w:bCs/>
          <w:sz w:val="18"/>
          <w:szCs w:val="18"/>
        </w:rPr>
        <w:t xml:space="preserve">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b/>
          <w:bCs/>
          <w:sz w:val="18"/>
          <w:szCs w:val="18"/>
        </w:rPr>
        <w:t xml:space="preserve">                                                              на этапе   команды       </w:t>
      </w:r>
      <w:r w:rsidRPr="00041758">
        <w:rPr>
          <w:sz w:val="18"/>
          <w:szCs w:val="18"/>
        </w:rPr>
        <w:t xml:space="preserve">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b/>
          <w:bCs/>
          <w:sz w:val="18"/>
          <w:szCs w:val="18"/>
        </w:rPr>
        <w:t xml:space="preserve">1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59.1  Линькова Валентина        Калужская область    МСМК 00:02:55,95 00:02:55,95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59.2  Комиссаров Константин     Химки                КМС  00:02:40,89 00:05:36,84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59.3  Линькова Валентина        Калужская область    МСМК 00:03:15,70 00:08:52,54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59.4  Комиссаров Константин     Химки                КМС  00:03:23,03 00:12:15,57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b/>
          <w:bCs/>
          <w:sz w:val="18"/>
          <w:szCs w:val="18"/>
        </w:rPr>
        <w:t xml:space="preserve">2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57.1  Клапоусова Юлия           Калужская область    КМС  00:03:28,42 00:03:28,42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57.2  Шлыков Егор               Химки                МС   00:02:36,98 00:06:05,40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57.3  Клапоусова Юлия           Калужская область    КМС  00:03:34,84 00:09:40,24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57.4  Шлыков Егор               Химки                МС   00:02:41,41 00:12:21,65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b/>
          <w:bCs/>
          <w:sz w:val="18"/>
          <w:szCs w:val="18"/>
        </w:rPr>
        <w:t xml:space="preserve">3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56.1  Линькова Виктория         Калужская область    КМС  00:03:19,20 00:03:19,20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56.2  Волков Максим             Химки                КМС  00:02:45,50 00:06:04,70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56.3  Линькова Виктория         Калужская область    КМС  00:03:25,84 00:09:30,54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56.4  Волков Максим             Химки                КМС  00:02:55,90 00:12:26,44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b/>
          <w:bCs/>
          <w:sz w:val="18"/>
          <w:szCs w:val="18"/>
        </w:rPr>
        <w:t xml:space="preserve">4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60.1  Пяткина Мария             Раменское            МС   00:02:37,32 00:02:37,32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60.2  Бурдонов Алексей          Раменское            КМС  00:03:15,64 00:05:52,96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60.3  Пяткина Мария             Раменское            МС   00:03:04,45 00:08:57,41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60.4  Бурдонов Алексей          Раменское            КМС  00:03:37,33 00:12:34,74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b/>
          <w:bCs/>
          <w:sz w:val="18"/>
          <w:szCs w:val="18"/>
        </w:rPr>
        <w:t xml:space="preserve">5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58.1  Пяткина Дарья             Раменское            КМС  00:03:40,82 00:03:40,82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58.2  Шингалеев Никита          Химки                КМС  00:02:42,29 00:06:23,11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58.3  Пяткина Дарья             Раменское            КМС  00:03:58,64 00:10:21,75              </w:t>
      </w:r>
    </w:p>
    <w:p w:rsidR="00482423" w:rsidRPr="00041758" w:rsidRDefault="00482423" w:rsidP="00AA55FF">
      <w:pPr>
        <w:pStyle w:val="HTMLPreformatted"/>
        <w:rPr>
          <w:sz w:val="18"/>
          <w:szCs w:val="18"/>
        </w:rPr>
      </w:pPr>
      <w:r w:rsidRPr="00041758">
        <w:rPr>
          <w:sz w:val="18"/>
          <w:szCs w:val="18"/>
        </w:rPr>
        <w:t xml:space="preserve">   58.4  Шингалеев Никита          Химки                КМС  00:02:42,31 00:13:04,06              </w:t>
      </w:r>
    </w:p>
    <w:p w:rsidR="00482423" w:rsidRDefault="00482423" w:rsidP="00AA55FF">
      <w:pPr>
        <w:pStyle w:val="Heading1"/>
        <w:rPr>
          <w:sz w:val="18"/>
          <w:szCs w:val="18"/>
        </w:rPr>
      </w:pPr>
    </w:p>
    <w:p w:rsidR="00482423" w:rsidRDefault="00482423" w:rsidP="00AA55FF">
      <w:pPr>
        <w:pStyle w:val="Heading1"/>
        <w:rPr>
          <w:sz w:val="18"/>
          <w:szCs w:val="18"/>
        </w:rPr>
      </w:pPr>
    </w:p>
    <w:p w:rsidR="00482423" w:rsidRDefault="00482423" w:rsidP="00AA55FF">
      <w:pPr>
        <w:pStyle w:val="Heading1"/>
        <w:rPr>
          <w:sz w:val="18"/>
          <w:szCs w:val="18"/>
        </w:rPr>
      </w:pPr>
    </w:p>
    <w:p w:rsidR="00482423" w:rsidRPr="00041758" w:rsidRDefault="00482423" w:rsidP="00AA55FF">
      <w:pPr>
        <w:pStyle w:val="Heading1"/>
        <w:rPr>
          <w:sz w:val="18"/>
          <w:szCs w:val="18"/>
        </w:rPr>
      </w:pPr>
      <w:r w:rsidRPr="00041758">
        <w:rPr>
          <w:sz w:val="18"/>
          <w:szCs w:val="18"/>
        </w:rPr>
        <w:t>"Майская лыжня на Сходне-2012"</w:t>
      </w:r>
      <w:r w:rsidRPr="00041758">
        <w:rPr>
          <w:sz w:val="18"/>
          <w:szCs w:val="18"/>
        </w:rPr>
        <w:br/>
        <w:t>Гонка РЛЛС</w:t>
      </w:r>
      <w:r w:rsidRPr="00041758">
        <w:rPr>
          <w:sz w:val="18"/>
          <w:szCs w:val="18"/>
        </w:rPr>
        <w:br/>
        <w:t>26 мая 2012 года, Сходня</w:t>
      </w:r>
      <w:r w:rsidRPr="00041758">
        <w:rPr>
          <w:sz w:val="18"/>
          <w:szCs w:val="18"/>
        </w:rPr>
        <w:br/>
        <w:t xml:space="preserve">ПРОТОКОЛ РЕЗУЛЬТАТОВ </w:t>
      </w:r>
    </w:p>
    <w:p w:rsidR="00482423" w:rsidRPr="00041758" w:rsidRDefault="00482423" w:rsidP="00AA55FF">
      <w:pPr>
        <w:pStyle w:val="Heading2"/>
        <w:rPr>
          <w:sz w:val="18"/>
          <w:szCs w:val="18"/>
        </w:rPr>
      </w:pPr>
      <w:r w:rsidRPr="00041758">
        <w:rPr>
          <w:sz w:val="18"/>
          <w:szCs w:val="18"/>
        </w:rPr>
        <w:t>Мужчины, 1.500 м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b/>
          <w:bCs/>
          <w:sz w:val="16"/>
          <w:szCs w:val="16"/>
          <w:u w:val="single"/>
        </w:rPr>
        <w:t xml:space="preserve">№п/п Фамилия, имя              Коллектив      </w:t>
      </w:r>
      <w:r>
        <w:rPr>
          <w:b/>
          <w:bCs/>
          <w:sz w:val="16"/>
          <w:szCs w:val="16"/>
          <w:u w:val="single"/>
        </w:rPr>
        <w:t xml:space="preserve">      </w:t>
      </w:r>
      <w:r w:rsidRPr="00041758">
        <w:rPr>
          <w:b/>
          <w:bCs/>
          <w:sz w:val="16"/>
          <w:szCs w:val="16"/>
          <w:u w:val="single"/>
        </w:rPr>
        <w:t xml:space="preserve">   Квал Номер ГР   </w:t>
      </w:r>
      <w:r>
        <w:rPr>
          <w:b/>
          <w:bCs/>
          <w:sz w:val="16"/>
          <w:szCs w:val="16"/>
          <w:u w:val="single"/>
        </w:rPr>
        <w:t xml:space="preserve"> 1 круг   2 круг   </w:t>
      </w:r>
      <w:r w:rsidRPr="00041758">
        <w:rPr>
          <w:b/>
          <w:bCs/>
          <w:sz w:val="16"/>
          <w:szCs w:val="16"/>
          <w:u w:val="single"/>
        </w:rPr>
        <w:t xml:space="preserve"> </w:t>
      </w:r>
      <w:r>
        <w:rPr>
          <w:b/>
          <w:bCs/>
          <w:sz w:val="16"/>
          <w:szCs w:val="16"/>
          <w:u w:val="single"/>
        </w:rPr>
        <w:t xml:space="preserve">Результат </w:t>
      </w:r>
      <w:r w:rsidRPr="00041758">
        <w:rPr>
          <w:b/>
          <w:bCs/>
          <w:sz w:val="16"/>
          <w:szCs w:val="16"/>
          <w:u w:val="single"/>
        </w:rPr>
        <w:t xml:space="preserve">   Финиш  Место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1 Чураков Анатолий          Россия                      18 1936 00:00:54,4 00:02:03,1 00:03:11,02 00:03:17,02   1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2 Лобачёв Владимир          Россия                      95 1955 00:00:45,7 00:01:38,8 00:02:36,32 00:03:18,32   2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3 Князев Николай            Россия                      32 1936 00:00:55,6 00:02:04,4 00:03:12,87 00:03:18,87   3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4 Катушкин Юрий             Россия                      91 1945 00:00:57,8 00:01:58,7 00:02:56,35 00:03:20,35   4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5 Загренчук Юрий            Россия                      90 1945 00:00:55,3 00:01:57,7 00:03:01,77 00:03:25,77   5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6 Рябов Виктор              Россия                      80 1941 00:00:56,6 00:02:02,8 00:03:10,83 00:03:27,83   6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7 Матвеев Владимир          Россия                      94 1954 00:00:52,5 00:01:47,8 00:02:49,03 00:03:29,03   7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8 Милентьев Василий         Россия                      33 1938 00:00:57,1 00:02:07,6 00:03:23,19 00:03:33,19   8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 9 Бобылёв Александр         Россия                      98 1969 00:00:47,4 00:01:44,7 00:02:41,47 00:03:33,47   9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10 Рябов Алексей             Россия                      31 1974 00:00:40,4 00:01:29,5 00:02:25,67 00:03:33,67  10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11 Кочубеев Василий          Россия                      97 1959 00:00:49,0 00:01:49,1 00:02:47,51 00:03:37,51  11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12 Казаков Владимир          Россия                      88 1942 00:01:01,8 00:02:14,2 00:03:35,88 00:03:54,88  12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13 Крупин Николай            Россия                      96 1956 00:00:53,2 00:01:57,4 00:03:28,20 00:04:11,20  13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14 Аляутдинов Хафиз          Россия                      93 1953 00:01:04,8 00:02:21,1 00:03:44,72 00:04:22,72  14 </w:t>
      </w:r>
    </w:p>
    <w:p w:rsidR="00482423" w:rsidRPr="00041758" w:rsidRDefault="00482423" w:rsidP="00AA55FF">
      <w:pPr>
        <w:pStyle w:val="HTMLPreformatted"/>
        <w:rPr>
          <w:sz w:val="16"/>
          <w:szCs w:val="16"/>
        </w:rPr>
      </w:pPr>
      <w:r w:rsidRPr="00041758">
        <w:rPr>
          <w:sz w:val="16"/>
          <w:szCs w:val="16"/>
        </w:rPr>
        <w:t xml:space="preserve">  15 Мажогин Сергей            Россия               I      16 1970 00:00:55,2 00:02:02,1 00:03:24,44 00:04:24,44  15 </w:t>
      </w:r>
    </w:p>
    <w:p w:rsidR="00482423" w:rsidRDefault="00482423">
      <w:pPr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</w:pPr>
      <w:r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  <w:br w:type="page"/>
      </w:r>
    </w:p>
    <w:p w:rsidR="00482423" w:rsidRDefault="00482423" w:rsidP="00AA55FF">
      <w:pPr>
        <w:spacing w:before="100" w:beforeAutospacing="1" w:after="100" w:afterAutospacing="1" w:line="240" w:lineRule="auto"/>
        <w:jc w:val="center"/>
        <w:outlineLvl w:val="0"/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</w:pPr>
    </w:p>
    <w:p w:rsidR="00482423" w:rsidRPr="00AA55FF" w:rsidRDefault="00482423" w:rsidP="00AA55FF">
      <w:pPr>
        <w:spacing w:before="100" w:beforeAutospacing="1" w:after="100" w:afterAutospacing="1" w:line="240" w:lineRule="auto"/>
        <w:jc w:val="center"/>
        <w:outlineLvl w:val="0"/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</w:pPr>
      <w:r w:rsidRPr="00AA55FF"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  <w:t>Комбинированная эстафета лыжников</w:t>
      </w:r>
      <w:r w:rsidRPr="00AA55FF"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  <w:br/>
        <w:t>Главного Управления МВД России по г. Москве.</w:t>
      </w:r>
      <w:r w:rsidRPr="00AA55FF"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  <w:br/>
        <w:t>ПРОТОКОЛ РЕЗУЛЬТАТОВ ЭСТАФЕТЫ</w:t>
      </w:r>
    </w:p>
    <w:p w:rsidR="00482423" w:rsidRPr="00AA55FF" w:rsidRDefault="00482423" w:rsidP="00AA55FF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r w:rsidRPr="00AA55FF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Эстафета</w:t>
      </w:r>
      <w:r w:rsidRPr="00041758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 xml:space="preserve"> ГУВД</w:t>
      </w:r>
      <w:r w:rsidRPr="00AA55FF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, 2.500 м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b/>
          <w:bCs/>
          <w:sz w:val="18"/>
          <w:szCs w:val="18"/>
          <w:lang w:eastAsia="ru-RU"/>
        </w:rPr>
        <w:t xml:space="preserve">Место №   Фамилия, имя              Коллектив            Квал    Время     </w:t>
      </w:r>
      <w:r>
        <w:rPr>
          <w:rFonts w:ascii="Courier New" w:hAnsi="Courier New" w:cs="Courier New"/>
          <w:b/>
          <w:bCs/>
          <w:sz w:val="18"/>
          <w:szCs w:val="18"/>
          <w:lang w:eastAsia="ru-RU"/>
        </w:rPr>
        <w:t xml:space="preserve"> Время  </w:t>
      </w:r>
      <w:r w:rsidRPr="00AA55FF">
        <w:rPr>
          <w:rFonts w:ascii="Courier New" w:hAnsi="Courier New" w:cs="Courier New"/>
          <w:b/>
          <w:bCs/>
          <w:sz w:val="18"/>
          <w:szCs w:val="18"/>
          <w:lang w:eastAsia="ru-RU"/>
        </w:rPr>
        <w:t xml:space="preserve">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b/>
          <w:bCs/>
          <w:sz w:val="18"/>
          <w:szCs w:val="18"/>
          <w:lang w:eastAsia="ru-RU"/>
        </w:rPr>
        <w:t xml:space="preserve">                             </w:t>
      </w:r>
      <w:r>
        <w:rPr>
          <w:rFonts w:ascii="Courier New" w:hAnsi="Courier New" w:cs="Courier New"/>
          <w:b/>
          <w:bCs/>
          <w:sz w:val="18"/>
          <w:szCs w:val="18"/>
          <w:lang w:eastAsia="ru-RU"/>
        </w:rPr>
        <w:t xml:space="preserve">                                  </w:t>
      </w:r>
      <w:r w:rsidRPr="00AA55FF">
        <w:rPr>
          <w:rFonts w:ascii="Courier New" w:hAnsi="Courier New" w:cs="Courier New"/>
          <w:b/>
          <w:bCs/>
          <w:sz w:val="18"/>
          <w:szCs w:val="18"/>
          <w:lang w:eastAsia="ru-RU"/>
        </w:rPr>
        <w:t xml:space="preserve"> на этапе   команды       </w:t>
      </w: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b/>
          <w:bCs/>
          <w:sz w:val="18"/>
          <w:szCs w:val="18"/>
          <w:lang w:eastAsia="ru-RU"/>
        </w:rPr>
        <w:t xml:space="preserve">1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75.1  Девятьяров Михаил         Россия               МСМК 00:00:38,54 00:00:38,54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75.2  Громова Светлана          Россия               МСМК 00:00:48,50 00:01:27,04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75.3  Девятьяров Михаил         Россия               МСМК 00:00:43,36 00:02:10,40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75.4  Громова Светлана          Россия               МСМК 00:00:52,06 00:03:02,46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75.5  Девятьяров Михаил         Россия               МСМК 00:00:42,24 00:03:44,70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b/>
          <w:bCs/>
          <w:sz w:val="18"/>
          <w:szCs w:val="18"/>
          <w:lang w:eastAsia="ru-RU"/>
        </w:rPr>
        <w:t xml:space="preserve">2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76.1  Подругин Николай          Россия               МС   00:00:37,77 00:00:37,77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76.2  Плоцкая Елена             Россия               МСМК 00:00:48,46 00:01:26,23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76.3  Подругин Николай          Россия               МС   00:00:43,28 00:02:09,51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76.4  Плоцкая Елена             Россия               МСМК 00:00:54,80 00:03:04,31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76.5  Подругин Николай          Россия               МС   00:00:44,82 00:03:49,13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b/>
          <w:bCs/>
          <w:sz w:val="18"/>
          <w:szCs w:val="18"/>
          <w:lang w:eastAsia="ru-RU"/>
        </w:rPr>
        <w:t xml:space="preserve">3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72.1  Малинин Павел             Россия               МС   00:00:40,26 00:00:40,26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72.2  Петрова Лидия             Россия               МС   00:00:47,89 00:01:28,15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72.3  Малинин Павел             Россия               МС   00:00:43,98 00:02:12,13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72.4  Петрова Лидия             Россия               МС   00:00:53,85 00:03:05,98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72.5  Малинин Павел             Россия               МС   00:00:45,62 00:03:51,60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b/>
          <w:bCs/>
          <w:sz w:val="18"/>
          <w:szCs w:val="18"/>
          <w:lang w:eastAsia="ru-RU"/>
        </w:rPr>
        <w:t xml:space="preserve">4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77.1  Фадеев Максим             Россия               МС   00:00:41,69 00:00:41,69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77.2  Татаринская Александра    Россия               КМС  00:00:49,31 00:01:31,00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77.3  Фадеев Максим             Россия               МС   00:00:44,45 00:02:15,45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77.4  Татаринская Александра    Россия               КМС  00:00:52,57 00:03:08,02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77.5  Фадеев Максим             Россия               МС   00:00:46,86 00:03:54,88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b/>
          <w:bCs/>
          <w:sz w:val="18"/>
          <w:szCs w:val="18"/>
          <w:lang w:eastAsia="ru-RU"/>
        </w:rPr>
        <w:t xml:space="preserve">5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74.1  Васичев Дмитрий           Россия               МС   00:00:41,70 00:00:41,70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74.2  Зубенко Светлана          Россия               МСМК 00:00:50,83 00:01:32,53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74.3  Васичев Дмитрий           Россия               МС   00:00:45,14 00:02:17,67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74.4  Зубенко Светлана          Россия               МСМК 00:00:52,13 00:03:09,80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74.5  Васичев Дмитрий           Россия               МС   00:00:47,47 00:03:57,27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b/>
          <w:bCs/>
          <w:sz w:val="18"/>
          <w:szCs w:val="18"/>
          <w:lang w:eastAsia="ru-RU"/>
        </w:rPr>
        <w:t xml:space="preserve">6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71.1  Саратовский Александр     Россия               МС   00:00:39,48 00:00:39,48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71.2  Зернова Наталья           Россия               МСМК 00:00:50,09 00:01:29,57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71.3  Саратовский Александр     Россия               МС   00:00:44,85 00:02:14,42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71.4  Зернова Наталья           Россия               МСМК 00:00:52,37 00:03:06,79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71.5  Саратовский Александр     Россия               МС   00:00:58,09 00:04:04,88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b/>
          <w:bCs/>
          <w:sz w:val="18"/>
          <w:szCs w:val="18"/>
          <w:lang w:eastAsia="ru-RU"/>
        </w:rPr>
        <w:t xml:space="preserve">7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73.1  Машков Илья               Россия               МС   00:00:41,06 00:00:41,06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73.2  Машкова Екатерина         Россия               МС   00:00:54,63 00:01:35,69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73.3  Машков Илья               Россия               МС   00:00:46,88 00:02:22,57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73.4  Машкова Екатерина         Россия               МС   00:01:01,64 00:03:24,21              </w:t>
      </w: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73.5  Машков Илья               Россия               МС   00:00:51,57 00:04:15,78              </w:t>
      </w:r>
    </w:p>
    <w:p w:rsidR="00482423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</w:p>
    <w:p w:rsidR="00482423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</w:p>
    <w:p w:rsidR="00482423" w:rsidRPr="00AA55FF" w:rsidRDefault="00482423" w:rsidP="00AA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Главный судья                           Куницын Н.Н., СВК   </w:t>
      </w:r>
    </w:p>
    <w:p w:rsidR="00482423" w:rsidRDefault="00482423" w:rsidP="00041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</w:p>
    <w:p w:rsidR="00482423" w:rsidRPr="00041758" w:rsidRDefault="00482423" w:rsidP="00041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8"/>
          <w:szCs w:val="18"/>
          <w:lang w:eastAsia="ru-RU"/>
        </w:rPr>
      </w:pP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Главный секретарь    </w:t>
      </w:r>
      <w:r>
        <w:rPr>
          <w:rFonts w:ascii="Courier New" w:hAnsi="Courier New" w:cs="Courier New"/>
          <w:sz w:val="18"/>
          <w:szCs w:val="18"/>
          <w:lang w:eastAsia="ru-RU"/>
        </w:rPr>
        <w:t xml:space="preserve"> </w:t>
      </w:r>
      <w:r w:rsidRPr="00AA55FF">
        <w:rPr>
          <w:rFonts w:ascii="Courier New" w:hAnsi="Courier New" w:cs="Courier New"/>
          <w:sz w:val="18"/>
          <w:szCs w:val="18"/>
          <w:lang w:eastAsia="ru-RU"/>
        </w:rPr>
        <w:t xml:space="preserve">                  Попова Ю.Н., с1к    </w:t>
      </w:r>
    </w:p>
    <w:sectPr w:rsidR="00482423" w:rsidRPr="00041758" w:rsidSect="007635B1">
      <w:pgSz w:w="11906" w:h="16838"/>
      <w:pgMar w:top="340" w:right="340" w:bottom="397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55FF"/>
    <w:rsid w:val="0003493C"/>
    <w:rsid w:val="00041758"/>
    <w:rsid w:val="000C7025"/>
    <w:rsid w:val="002F360E"/>
    <w:rsid w:val="00482423"/>
    <w:rsid w:val="00602A92"/>
    <w:rsid w:val="006F4365"/>
    <w:rsid w:val="007635B1"/>
    <w:rsid w:val="008F75B7"/>
    <w:rsid w:val="00AA55FF"/>
    <w:rsid w:val="00DC310A"/>
    <w:rsid w:val="00EC2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60E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A55FF"/>
    <w:pPr>
      <w:spacing w:before="100" w:beforeAutospacing="1" w:after="100" w:afterAutospacing="1" w:line="240" w:lineRule="auto"/>
      <w:jc w:val="center"/>
      <w:outlineLvl w:val="0"/>
    </w:pPr>
    <w:rPr>
      <w:rFonts w:ascii="Arial" w:eastAsia="Times New Roman" w:hAnsi="Arial" w:cs="Arial"/>
      <w:b/>
      <w:bCs/>
      <w:color w:val="333366"/>
      <w:kern w:val="36"/>
      <w:sz w:val="24"/>
      <w:szCs w:val="24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AA55FF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5FF"/>
    <w:rPr>
      <w:rFonts w:ascii="Arial" w:hAnsi="Arial" w:cs="Arial"/>
      <w:b/>
      <w:bCs/>
      <w:color w:val="333366"/>
      <w:kern w:val="36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A55FF"/>
    <w:rPr>
      <w:rFonts w:ascii="Arial" w:hAnsi="Arial" w:cs="Arial"/>
      <w:b/>
      <w:bCs/>
      <w:color w:val="FF0000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AA5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A55FF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638796"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797"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798"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799"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800"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801"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955</TotalTime>
  <Pages>4</Pages>
  <Words>2651</Words>
  <Characters>15111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Краснов Андрей</cp:lastModifiedBy>
  <cp:revision>5</cp:revision>
  <cp:lastPrinted>2012-05-26T11:43:00Z</cp:lastPrinted>
  <dcterms:created xsi:type="dcterms:W3CDTF">2012-05-25T20:09:00Z</dcterms:created>
  <dcterms:modified xsi:type="dcterms:W3CDTF">2012-05-28T07:28:00Z</dcterms:modified>
</cp:coreProperties>
</file>