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33" w:rsidRPr="0098632B" w:rsidRDefault="00E22C33" w:rsidP="0098632B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t>14й традиционный</w:t>
      </w: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лыжный марафон</w:t>
      </w: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памяти погибших сотрудников ЦСН ФСБ России</w:t>
      </w: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23.02.2014, г. Киржач</w:t>
      </w: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</w:r>
      <w:r w:rsidRPr="0098632B">
        <w:rPr>
          <w:rFonts w:ascii="Arial" w:hAnsi="Arial" w:cs="Arial"/>
          <w:b/>
          <w:bCs/>
          <w:color w:val="333366"/>
          <w:kern w:val="36"/>
          <w:sz w:val="18"/>
          <w:szCs w:val="18"/>
          <w:lang w:eastAsia="ru-RU"/>
        </w:rPr>
        <w:br/>
        <w:t>ПРОТОКОЛ РЕЗУЛЬТАТОВ (по группам)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0" w:name="М2002и_мл"/>
      <w:bookmarkEnd w:id="0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Мальчика 2002 ГР и мл, 3.000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Семенютин Никита          лично Москва         III   443 2002 00:12:35,0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Василевский Николай       50 АНО ЛК Наседкина  III   384 2003 00:13:01,3 +00:26,3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Седых Егор                лично пгт Фряново          350 2002 00:13:03,7 +00:28,7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Ермаков Владислав         50 АНО ЛК Наседкина  III   391 2002 00:13:37,5 +01:02,5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Сляднев Борис             лично                      364 2002 00:13:46,3 +01:11,3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Вовк Вячеслав             50 АНО ЛК Наседкина  III   392 2002 00:13:46,7 +01:11,7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Крылов Егор               лично п.Мелехово           448 2002 00:14:04,0 +01:29,0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Харатян Тигран            Покров                     400 2002 00:14:12,5 +01:37,5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Казинкин Данила           50 АНО ЛК Наседкина  III   394 2002 00:14:28,5 +01:53,5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Рунов Максим              СДЮСШ им. Даниловой        371 2002 00:14:31,1 +01:56,1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Панков Валерий            50 АНО ЛК Наседкина  III   386 2003 00:14:33,8 +01:58,8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Брюханов Кирилл           Комсомольск Иваново        335 2002 00:14:35,2 +02:00,2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Байдаков Александр        50 АНО ЛК Наседкина  III   387 2003 00:14:50,2 +02:15,2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Бакакин Сергей            50 АНО ЛК Наседкина  IIIю  383 2004 00:14:50,4 +02:15,4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Шендалёв Артём            лично п. Мелехово    IIIю  449 2002 00:14:59,6 +02:24,6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Петров Николай            Москва СШОР081             441 2002 00:15:35,3 +03:00,3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Горохов Андрей            лично Александров          378 2003 00:15:40,2 +03:05,2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Яковлев Даниил            50 АНО ЛК Наседкина  III   389 2003 00:15:40,7 +03:05,7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Барашев Павел             Москва СШОР081             442 2002 00:15:46,2 +03:11,2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Шербинкин Николай         Москва СШОР081             446 2003 00:15:46,3 +03:11,3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Новиков Серафим           33 СК им.Михаила Сер III   314 2003 00:15:54,3 +03:19,3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Попов Илья                Комсомольск Иваново        338 2003 00:16:04,0 +03:29,0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Даниловский Иван          50 Химки ДЮСШ        Iю    359 2003 00:16:13,7 +03:38,7   23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24 Харатян Мгер              Покров                     397 2003 00:16:24,4 +03:49,4   24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25 Матиев Камил              Ногинск ДЮСШ               480 2002 00:16:32,3 +03:57,3   25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26 Кочергин Егор             50 АНО ЛК Наседкина  IIIю  380 2005 00:16:58,0 +04:23,0   26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27 Анисонян Илья             Москва СШОР081             439 2003 00:17:14,1 +04:39,1   27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28 Пахомов Александр         33 ДЮСШ п.Балакирево Iю    468 2004 00:17:25,6 +04:50,6   28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29 Костерин Михаил           лично Собинка        IIIю  432 2002 00:17:36,6 +05:01,6   29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30 Каратаев Лев              33 СК \"Вымпел\"           420 2004 00:17:39,4 +05:04,4   30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31 Барашев Михаил            Москва СШОР081             440 2003 00:17:41,9 +05:06,9   31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32 Павлинов Александр        33 СК им.Михаила Сер       306 2004 00:18:01,7 +05:26,7   32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33 Стробыкин Кирилл          Киржач                     419 2002 00:18:02,2 +05:27,2   33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34 Чайковский Владислав      50 Химки ДЮСШ        IIIю  360 2003 00:18:26,4 +05:51,4   34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35 Дельцов Александр         33 СК им.Михаила Сер IIIю  301 2006 00:18:35,3 +06:00,3   35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36 Костерин Георгий          лично Собинка        IIIю  430 2004 00:18:37,5 +06:02,5   36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37 Гордеев Дмитрий           33 СК им.Михаила Сер       319 2002 00:18:42,0 +06:07,0   37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38 Лёдышев Константин        Балакирево РДЮСШ           405 2003 00:19:00,4 +06:25,4   38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39 Фролов Денис              33 СК им.Михаила Сер       318 2003 00:19:16,1 +06:41,1   39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40 Михалюк Никита            Ковров                     429 2002 00:19:56,8 +07:21,8   40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41 Каченов Никита            Комсомольск Иваново        340 2002 00:20:21,2 +07:46,2   41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42 Фролов Дмитрий            Киржач                     434 2003 00:20:48,1 +08:13,1   42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43 Тимофеев Кирилл           33 СК им.Михаила Сер IIIю  303 2005 00:20:48,4 +08:13,4   43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44 Сергеев Матвей            33 СК им.Михаила Сер       304 2005 00:21:31,5 +08:56,5   44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45 Пименов Кирилл            Ногинск                    473 2003 00:21:39,7 +09:04,7   45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46 365                       .                          365      00:21:43,8 +09:08,8   46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47 Ковалкин Иван             33 СК им.Михаила Сер IIю   308 2004 00:21:57,4 +09:22,4   47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48 374                       .                          374      00:22:12,7 +09:37,7   48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49 Румянцев Даниил           33 СК им.Михаила Сер       317 2003 00:22:20,7 +09:45,7   49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50 Мельников Владимир        33 СК им.Михаила Сер IIю   322 2002 00:22:28,8 +09:53,8   50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51 Миронов Андрей            Комсомольск Иваново        337 2004 00:22:32,4 +09:57,4   51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52 Осипов Максим             Балакирево РДЮСШ           408 2004 00:22:34,4 +09:59,4   52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53 Артамонов Валерий         33 СК им.Михаила Сер       325 2002 00:23:21,0 +10:46,0   53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54 Аминов Михаил             лично Владимир             379 2004 00:23:22,7 +10:47,7   54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55 Цветков Артём             Киржач                     479 2004 00:23:26,4 +10:51,4   55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56 Евдоченко Владимир        33 СК им.Михаила Сер       315 2003 00:23:40,7 +11:05,7   56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57 Мельников Михаил          33 СК им.Михаила Сер IIIю  307 2004 00:23:49,2 +11:14,2   57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58 Абубакиров Максим         33 ДЮСШ п.Балакирево       469 2004 00:23:50,7 +11:15,7   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59 Логинов Алексей           33 СК им.Михаила Сер       300 2006 00:23:56,9 +11:21,9   59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60 Маврин Алексей            33 СК им.Михаила Сер       302 2006 00:24:17,0 +11:42,0   60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61 Морозов Егор              Киржач                     366 2003 00:26:37,1 +14:02,1   61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62 Бычков Егор               Киржач                     417 2002 00:26:56,2 +14:21,2   62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63 Сухов Алексей             Балакирево РДЮСШ           406 2003 00:27:35,5 +15:00,5   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64 Евдоченко Владимир        Киржач                     356 2003 00:30:16,1 +17:41,1   64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65 Марков Юрий               Киржач                     433 2005 00:37:11,2 +24:36,2   65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66 Корнилов Виталий          Москва                     478 2003 00:37:21,3 +24:46,3   66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67 Криворот Андрей           лично Балашиха             377 2007 00:37:56,8 +25:21,8   67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" w:name="Ж2002и_мл"/>
      <w:bookmarkEnd w:id="1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Девочки 2002 ГР и мл, 3.000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Алексеева Лада            Москва СШОР081             438 2002 00:13:16,5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Данилова Ксения           Москва СШОР081             447 2002 00:13:33,9 +00:17,4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Осипова Елизавета         лично ..Александров        413 2004 00:13:58,0 +00:41,5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Назарова Софья            лично Александров          414 2002 00:14:23,5 +01:07,0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Долгих Мария              50 АНО ЛК Наседкина  III   395 2002 00:15:24,6 +02:08,1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Хлебникова Ксения         СДЮСШ им. Даниловой        369 2002 00:15:34,4 +02:17,9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Свиридова Дарья           33 ДЮСШ п.Балакирево IIIю  466 2002 00:15:56,1 +02:39,6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Копылова Мария            лично пгт Фряново    Iю    348 2003 00:16:21,2 +03:04,7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Харламова Диана           50 АНО ЛК Наседкина  IIIю  382 2005 00:16:26,4 +03:09,9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Никитина Милена           33 СК им.Михаила Сер       320 2002 00:16:55,7 +03:39,2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Савченко Ксения           33 СК им.Михаила Сер III   305 2004 00:17:04,6 +03:48,1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Бобылева Юлия             Комсомольск Иваново        336 2003 00:18:16,4 +04:59,9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Антипкина Анна            33 СДЮСШ им. О.Данил       376 2003 00:19:23,0 +06:06,5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Гришина Софья             50 Химки ДЮСШ        IIIю  361 2003 00:19:59,3 +06:42,8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Корнилова Таисия          Москва                     477 2005 00:20:47,4 +07:30,9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Максимова Анастасия       50 Химки ДЮСШ        Iю    358 2004 00:21:18,6 +08:02,1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Морыныч Екатерина         Киржач                     347 2002 00:24:35,1 +11:18,6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Чайковская Арина          Химки ДЮСШ по ЗВС          363 2004 00:30:14,7 +16:58,2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Наливайко Виктория        33 СК им.Михаила Сер       313 2004 00:32:54,0 +19:37,5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Ермолаева Юлия            33 СК им.Михаила Сер       311 2004 00:34:21,2 +21:04,7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Амеличкина София          Киржач                     436 2006 00:34:24,3 +21:07,8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Гашина Анастасия          33 СК им.Михаила Сер       312 2004 00:36:47,7 +23:31,2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Ионова Татьяна            Киржач кл им. Сереги       339 2008 00:36:58,0 +23:41,5   23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24 Турасова Ксенния          Киржач                     470 2004 00:37:24,8 +24:08,3   24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18"/>
          <w:szCs w:val="18"/>
          <w:lang w:eastAsia="ru-RU"/>
        </w:rPr>
      </w:pPr>
      <w:bookmarkStart w:id="2" w:name="М2000-01"/>
      <w:bookmarkEnd w:id="2"/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Мальчики 2000-2001 ГР, 3.000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Скударёв Юрий             50 АНО ЛК Наседкина  II    411 2000 00:11:37,2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Данилушкин Даниил         33 СК им.Михаила Сер II    329 2000 00:11:38,5 +00:01,3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Тектов Дмитрий            50 АНО ЛК Наседкина  III   412 2000 00:11:40,4 +00:03,2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Костерин Григорий         лично Собинка        Iю    431 2000 00:11:53,3 +00:16,1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Шепелев Кирилл            лично Золотково            450 2001 00:12:11,8 +00:34,6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Кошелев Дмитрий           50 Одинцово-Ершово   Iю    388 2001 00:12:27,8 +00:50,6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Кучма Алексей             Москва СШОР081             437 2000 00:12:41,5 +01:04,3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Харатян Сергей            Покров                     404 2001 00:12:46,5 +01:09,3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Мухин Влад                Москва СШОР081             445 2001 00:12:47,1 +01:09,9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Кошкин Денис              33 СК им.Михаила Сер III   331 2000 00:12:52,0 +01:14,8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Александрова Виктория     50 Коломна           I     390 2000 00:13:00,2 +01:23,0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Зеленцов Вячеслав         лично Фряново              352 2001 00:13:04,8 +01:27,6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Яковлев Роман             лично Киржач         II    345 2001 00:13:07,4 +01:30,2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Буздуган Сергей           50 Одинцово-Ершово   Iю    385 2000 00:13:08,4 +01:31,2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Хромов Даниил             50 АНО ЛК Наседкина  III   396 2001 00:13:26,1 +01:48,9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Смирнов Павел             Покров                     402 2000 00:13:27,7 +01:50,5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Семёнов Степан            Балакирево РДЮСШ           407 2000 00:14:04,4 +02:27,2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Почкин Степан             Комсомольск Иваново        343 2000 00:14:21,6 +02:44,4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Максимов Дмитрий          33 ДЮСШ п.Балакирево IIIю  464 2001 00:14:33,3 +02:56,1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Ходоков Александр         лично                III   451 2001 00:14:36,0 +02:58,8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Шайкин Дмитрий            Ногинск ДЮСШ               476 2000 00:14:48,6 +03:11,4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Белянин Владимир          лично Карабаново           461 2001 00:15:09,0 +03:31,8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Абубакиров Дмитрий        33 ДЮСШ п.Балакирево IIIю  465 2001 00:15:18,7 +03:41,5   23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24 Фрибус Алексей            Комсомольск Иваново        342 2001 00:15:22,5 +03:45,3   24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25 Кузнецов Олег             Владимир                   474 2000 00:15:25,8 +03:48,6   25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26 Рожков Дмитрий            СДЮСШ им. Даниловой        368 2001 00:16:28,7 +04:51,5   26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27 Юдов Артём                Киржач                     355 2001 00:16:41,7 +05:04,5   27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28 Касаткин Кирилл           33 СК им.Михаила Сер       328 2001 00:17:33,7 +05:56,5   28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29 Савин Никита              33 СК \"Вымпел\"           424 2001 00:17:34,3 +05:57,1   29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30 Кокуркин Александр        Киржач                     353 2000 00:19:24,9 +07:47,7   30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31 Кочетков Глеб             Киржач                     463 2000 00:19:37,0 +07:59,8   31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32 Губарев Максим            Киржач                     457 2000 00:20:50,7 +09:13,5   32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33 Любецкий Илья             Киржач                     381 2001 00:22:13,6 +10:36,4   33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34 Скочков Андрей            Киржач                     334 2001 00:26:16,5 +14:39,3   34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35 Антипов Евгений           Киржач                     462      00:33:22,6 +21:45,4   35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36 403                                                  403      11:29:39,8 +18:02,6   36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3" w:name="Ж2000-01"/>
      <w:bookmarkEnd w:id="3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Девочки 2000-2001 ГР , 3.000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Воробьева Александра      50 Химки ДЮСШ        I     362 2000 00:11:57,3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Белякова Кристина         лично                I     452 2000 00:12:32,8 +00:35,5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Абражеева Валерия         50 АНО ЛК Наседкина  II    410 2000 00:12:50,8 +00:53,5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Жаворонкова Юлия          лично Карабаново           428 2000 00:12:54,0 +00:56,7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Самошина Ксения           50 Химки ДЮСШ        III   357 2001 00:12:54,2 +00:56,9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Олексеенко Екатерина      лично                      349 2000 00:13:05,5 +01:08,2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Павлинова Алёна           33 СК им.Михаила Сер I     332 2000 00:13:15,1 +01:17,8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Гвоздева Виктория         лично Фряново              346 2001 00:13:23,1 +01:25,8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Никишина Алина            50 СДЮСШОР г.Дмитров II    367 2000 00:13:32,2 +01:34,9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Клованич Вера             50 ФСК Бужаниново    II    351 2001 00:13:42,3 +01:45,0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Шугаева Татьяна           50 АНО ЛК Наседкина  III   399 2001 00:13:45,1 +01:47,8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Новикова София            50 АНО ЛК Наседкина  III   398 2001 00:13:59,6 +02:02,3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Дядяшкина Мария           50 АНО ЛК Наседкина  III   416 2000 00:14:43,0 +02:45,7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Прокофьева Татьяна        Балакирево РДЮСШ           471 2000 00:14:57,7 +03:00,4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Синёва Юлия               33 СК им.Михаила Сер       326 2001 00:15:32,2 +03:34,9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Морданова Полина          50 АНО ЛК Наседкина  III   401 2001 00:15:36,5 +03:39,2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Сидорова Анастасия        33 СК им.Михаила Сер II    330 2000 00:15:55,7 +03:58,4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Лисина Светлана           лично п. Мелехово    IIIю  458 2001 00:15:59,8 +04:02,5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Гончарова Ксения          Москва СШОР081             444 2000 00:16:23,7 +04:26,4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Кожокина Юля              лично п. Мелехово    IIю   459 2001 00:17:35,2 +05:37,9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Назарова Полина           лично Александров          415 2000 00:18:52,0 +06:54,7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Сироткина Ульяна          Киржач сш2                 435 2001 00:19:02,2 +07:04,9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Болынина Полина           лично п. Мелехово          453 2001 00:21:22,1 +09:24,8   23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18"/>
          <w:szCs w:val="18"/>
          <w:lang w:eastAsia="ru-RU"/>
        </w:rPr>
      </w:pPr>
      <w:bookmarkStart w:id="4" w:name="МЮ1998-99"/>
      <w:bookmarkEnd w:id="4"/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Юноши 1998-1999 ГР, 10.000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Пальцев Иван              лично Ногинск        I     555 1998 00:24:57,8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Смирнов Вадим             50 СДЮСШОР г.Дмитров I     525 1998 00:24:58,4 +00:00,6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Волков Алексей            50 Одинцово-Ершово   I     532 1998 00:25:57,4 +00:59,6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Артебякин Александр       Гусь-Хрустальный           558 1998 00:26:10,2 +01:12,4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Сукачев Павел             33 СК им.Михаила Сер I     502 1998 00:26:14,2 +01:16,4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Мищук Андрей              лично п. Мелехово    I     550 1998 00:26:35,4 +01:37,6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Настюшенков Илья          33 СК им.Михаила Сер I     503 1998 00:26:38,1 +01:40,3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Лазарев Егор              33 СДЮСШОР №3 им. А. I     546 1998 00:27:12,6 +02:14,8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Миронов Андрей            50 Одинцово-Ершово   I     533 1998 00:27:16,5 +02:18,7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Фадеев Руслан             33 СДЮСШОР №3 им. А. I     545 1999 00:27:30,1 +02:32,3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Смольский Алексей         50 СДЮСШОР г.Дмитров I     527 1998 00:27:30,5 +02:32,7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Огнев Василий             33 СК им.Михаила Сер I     504 1998 00:27:39,6 +02:41,8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Новиков Илья              33 СК им.Михаила Сер I     500 1998 00:27:57,3 +02:59,5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Агаев Михаил              33 СК им.Михаила Сер I     501 1998 00:28:14,1 +03:16,3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Соболев Максим            Комсомольск                509 1998 00:28:19,5 +03:21,7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Касимов Руслан            50 СДЮСШОР г.Дмитров II    524 1998 00:28:23,7 +03:25,9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Мамаев Даниил             Киржач СК им Серегин       344 1999 00:28:46,1 +03:48,3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Евсеев Максим             50 АНО ЛК Наседкина  II    534 1999 00:29:20,0 +04:22,2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Андрианов Егор            лично Карабаново     I     514 1998 00:29:36,0 +04:38,2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Будин Валерий             лично Фряново              515 1999 00:29:53,2 +04:55,4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Андрианов Алексей         лично Карабаново     I     513 1998 00:29:58,8 +05:01,0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Бутылёв Илья              33 СКиД              II    538 1999 00:30:06,7 +05:08,9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Давыдов Иван              Юрьев-Польский             540 1999 00:30:17,5 +05:19,7   23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24 Свиридов Иван             33 ДЮСШ п.Балакирево I     553 1998 00:31:59,0 +07:01,2   24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25 Рябцев Алескандр          50 АНО ЛК Наседкина  II    535 1998 00:31:59,5 +07:01,7   25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26 Жуков Олег                50 СДЮСШОР г.Дмитров III   523 1999 00:32:09,5 +07:11,7   26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27 Пыжьянов Егор             Москва СШОР081             547 1999 00:32:18,1 +07:20,3   27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28 Сироткин Платон           33 СК им.Михаила Сер IIю   333 1999 00:33:19,4 +08:21,6   28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29 Зеленцов Кирилл           Балакирево                 551 1999 00:35:48,0 +10:50,2   29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30 Кочетков Ярослав          Киржач                     552 1999 00:41:43,5 +16:45,7   30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31 Рыбаков Евгений           Киржач                     559 1998 00:52:43,0 +27:45,2   31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32 Ухачев Владимир           Киржач                     522 1998 00:53:27,4 +28:29,6   32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33 Егоров Сергей             Киржач                     508 1999 00:59:12,0 +34:14,2   33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5" w:name="МЮ1996-97"/>
      <w:bookmarkEnd w:id="5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Юниоры 1996-1997, 10.000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Торчинский Савелий        Александров                 26 1996 00:24:29,3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Смирнов Кирилл            50 Одинцово-Ершово   I     531 1996 00:24:29,5 +00:00,2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Поляков Александр         50 Химки ДЮСШ        КМС   520 1996 00:24:39,6 +00:10,3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Лыков Денис               лично тамбов         I     518 1996 00:25:20,6 +00:51,3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Козлов Алексей            лично п.Мелехово     I     548 1996 00:25:23,1 +00:53,8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Шлыков Егор               50 СДЮСШОР г.Дмитров       519 1997 00:25:31,7 +01:02,4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Савченко Влад             33 СК им.Михаила Сер I     506 1997 00:25:37,3 +01:08,0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Ионов Дмитрий             33 СК им.Михаила Сер I     505 1997 00:25:43,4 +01:14,1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Петров Илья               50 СДЮСШОР г.Дмитров I     529 1996 00:26:22,9 +01:53,6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Игнатов Илья              50 АНО ЛК Наседкина  I     536 1997 00:26:27,8 +01:58,5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Евдокимов Сергей          33 СКиД              II    539 1996 00:27:23,7 +02:54,4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Шутров Константин         лично п. Мелехово    I     549 1997 00:27:36,2 +03:06,9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Нефёдов Максим            Владимир                   557 1996 00:27:44,6 +03:15,3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Мясников Даниил           Владимир СДЮСШОР-3         544 1996 00:27:53,7 +03:24,4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Шарыгин Егор              Комсомольск                510 1997 00:28:21,2 +03:51,9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Жучков Никита             Владимир СДЮСШОР-3         543 1996 00:29:56,6 +05:27,3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Козлов Александр          Ногинск                    521 1997 00:31:05,6 +06:36,3   17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18"/>
          <w:szCs w:val="18"/>
          <w:lang w:eastAsia="ru-RU"/>
        </w:rPr>
      </w:pPr>
      <w:bookmarkStart w:id="6" w:name="ЖЮ1998-99"/>
      <w:bookmarkEnd w:id="6"/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Девушки 1998-1999 ГР, 10.000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Дельцова Екатерина        лично Киржач         I     607 1998 00:29:45,4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Троицкая Александра       50 Химки ДЮСШ        I     612 1999 00:30:44,2 +00:58,8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Немкова Дарья             лично пгт Фряново    I     611 1999 00:31:55,3 +02:09,9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Клюева Светлана           лично п. Мелехово    I     637 1998 00:32:18,4 +02:33,0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Корноварова Нина          33 СК им.Михаила Сер I     601 1998 00:34:20,3 +04:34,9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Соловьева Анна            Москва СШОР081             634 1999 00:34:23,6 +04:38,2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Куприянова Евгения        33 СК им.Михаила Сер I     600 1998 00:35:38,7 +05:53,3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Морозова Мария            50 АНО ЛК Наседкина  I     624 1998 00:35:46,6 +06:01,2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Новожилова Ольга          Ковров СКиД                626 1999 00:42:24,5 +12:39,1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Нестерова Полина          33 СК \"Вымпел\"           542 1999 00:44:16,2 +14:30,8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Хрукало Екатерина         Москва СШОР081             632 1999 00:48:46,3 +19:00,9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Новожилова Ольга          33 СКиД              II    629 1999 01:42:56,8 +13:11,4   12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7" w:name="ЖЮ1996-97"/>
      <w:bookmarkEnd w:id="7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Юниорки 1996-1997 ГР, 10.000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Гвоздева Юлия             лично Фряново        I     606 1996 00:30:19,8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Святобогова Юлиана        лично п.Мелехово     I     640 1996 00:32:03,4 +01:43,6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Наумова Светлана          лично Электросталь         602 1997 00:33:40,5 +03:20,7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Захарова Екатерина        33 ДЮСШ п.Балакирево I     641 1997 00:35:35,0 +05:15,2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Бурчикова Татьяна         СДЮСШ им. Даниловой        619 1997 00:43:45,6 +13:25,8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Кузнецова Настя           Киржач                     604 1997 00:49:08,4 +18:48,6    6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8" w:name="Ж1979-95"/>
      <w:bookmarkEnd w:id="8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1979-1995,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Конохова Ксения           лично Новгородская о МС    610 1983 00:55:31,7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Татаринская Александра    лично Москва         МС    636 1988 00:56:40,8 +01:09,1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Кузнецова Юлия            33 СДЮСШОР №3 им. А. КМС   630 1992 00:58:16,1 +02:44,4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Петрова Лидия             лично Москва         МС    645 1987 00:58:19,7 +02:48,0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Лазутина Анастасия        Ковров СКиД                631 1993 01:02:17,7 +06:46,0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Стремоус Алина            Москва СШОР081             633 1995 01:05:24,7 +09:53,0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Голикова Татьяна          лично Черноголовка   II    643 1985 01:08:38,4 +13:06,7    7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9" w:name="Ж1974-78"/>
      <w:bookmarkEnd w:id="9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1974-1978,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Минина Татьяна            лично Москва               646 1974 01:20:33,1 +00:00,0    1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0" w:name="Ж1969-73"/>
      <w:bookmarkEnd w:id="10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1969-1973,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Веденеева Елена           лично Москва         МСМК  635 1971 00:55:27,9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Зверкова Светлана         лично Москва Команда МСМК  605 1973 00:55:33,6 +00:05,7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Пикина Елена              Владимир                   644 1970 01:04:29,8 +09:01,9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Жиганова Ирина            Покров                     618 1971 01:17:39,2 +22:11,3    4 </w:t>
      </w:r>
      <w:bookmarkStart w:id="11" w:name="Ж1964-68"/>
      <w:bookmarkEnd w:id="11"/>
    </w:p>
    <w:p w:rsidR="00E22C33" w:rsidRPr="0098632B" w:rsidRDefault="00E22C33">
      <w:pPr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br w:type="page"/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1964-1968,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Борисова Наталья          лично Зеленоград     I     628 1967 01:06:23,1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Кунина Алла               лично Москва         I     614 1965 01:10:15,1 +03:52,0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Брусанова Людмила         лично                КМС   622 1966 01:10:27,7 +04:04,6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Никитина Наталья          Ярославль                  609 1968 01:11:09,2 +04:46,1    4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2" w:name="Ж1959-63"/>
      <w:bookmarkEnd w:id="12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1959-1963,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Наумова Татьяна           лично Электросталь         603 1959 01:29:00,3 +00:00,0    1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3" w:name="Ж1954-58"/>
      <w:bookmarkEnd w:id="13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1954-1958,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Бакланова Светлана        лично Москва         КМС   613 1955 01:15:04,2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Коблова Наталья           Юрьев-Польский             642 1954 01:18:52,3 +03:48,1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Чернова Елена             лично Собинка        III   627 1956 01:25:20,3 +10:16,1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Шевченко Людмила          50 Электроугли             615 1957 01:52:24,1 +37:19,9    4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4" w:name="Ж1953и_ст"/>
      <w:bookmarkEnd w:id="14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Женщины  1953и ст, 20.000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Бурашнахова Татьяна       Вольгинский                621 1953 01:16:00,1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Курова Ольга              50 Снегирь           I     638 1953 01:23:45,1 +07:45,0    2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18"/>
          <w:szCs w:val="18"/>
          <w:lang w:eastAsia="ru-RU"/>
        </w:rPr>
      </w:pPr>
      <w:bookmarkStart w:id="15" w:name="М1979-95"/>
      <w:bookmarkEnd w:id="15"/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1979-1995,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Кузин Александр           лично тамбов         МС     44 1979 02:23:33,2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Ячков Сергей              62 зубры ski team    МС    118 1991 02:26:05,1 +02:31,9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Самарский Дмитрий         62 зубры ski team    МС    119 1985 02:26:58,2 +03:25,0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Климов Михаил             Москва                     158 1981 02:29:25,7 +05:52,5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Марченков Иван            лично Одинцово       МС    139 1985 02:29:27,6 +05:54,4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Зубков Иван               50 Коломна           МС     84 1989 02:29:40,2 +06:07,0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Курлович Сергей           лично Москва         МС    146 1985 02:30:05,2 +06:32,0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Бакалдин Илья             лично Балашиха       КМС    72 1991 02:33:08,3 +09:35,1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Сазонов Алексей           Владимир                   152 1992 02:37:31,7 +13:58,5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Кузнецов Максим           Владимир                   153 1993 02:37:50,8 +14:17,6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Прохоров Сергей           лично Красноармейск  МС    170 1980 02:45:02,4 +21:29,2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Эйсмонт Денис             Софрино                    140 1989 02:47:13,7 +23:40,5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Илларионов Андрей         лично Орехово-Зуево  I      43 1983 02:47:32,2 +23:59,0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Попов Андрей              Комсомольск                 47 1995 02:49:22,4 +25:49,2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Агафонов Денис            Софрино                    141 1989 02:49:35,4 +26:02,2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Рыбаков Максим            33 СДЮСШОР №3 им. А. КМС   112 1991 02:51:24,1 +27:50,9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Лукашов Сергей            33 СКиД              I      97 1988 02:51:32,3 +27:59,1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Гуляев Владимир           33 СК им.Михаила Сер I       4 1994 02:52:19,5 +28:46,3   18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19 Шелковников Александр     Москва                     159 1981 02:52:23,4 +28:50,2   19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20 Дубровкин Артём           33 СДЮСШОР №3 им. А. I     111 1995 03:02:51,8 +39:18,6   20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21 Шефер Павел               Владимир                   154 1995 03:03:37,2 +40:04,0   21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22 Еврасов Василий           Комсомольск                 19 1990 03:05:49,6 +42:16,4   22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23 Красавин Александр        33 СК им.Михаила Сер I      10 1987 03:08:00,0 +44:26,8   23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24 Ануфриев Всеволод         СДЮСШ им. Даниловой         86 1991 03:09:18,3 +45:45,1   24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25 Чечёткин Сергей           Сергиев Посад              101 1985 03:17:44,3 +54:11,1   25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26 Зиновичев Игорь           лично Рыбинск        I     181 1985 03:37:10,4 +13:37,2   26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27 Супрун Денис              лично Электросталь         107 1981 03:54:42,4 +31:09,2   27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28 Наумов Сергей             лично Электросталь          20 1984 04:06:15,0 +42:41,8   28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29 Пыжов Николай             Долгопрудный                95 1991 СОШЁЛ                  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30 Сергеев Руслан            33 СК им.Михаила Сер I       7 1991 СОШЁЛ                  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31 Сергеев Антон             62 зубры ski team    МС    121 1986 СОШЁЛ                  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32 Стениловский Александр    лично Лыткарино      I      93 1983 СОШЁЛ                   </w:t>
      </w:r>
    </w:p>
    <w:p w:rsidR="00E22C33" w:rsidRPr="0098632B" w:rsidRDefault="00E22C33">
      <w:pPr>
        <w:rPr>
          <w:rFonts w:ascii="Times New Roman" w:hAnsi="Times New Roman"/>
          <w:sz w:val="18"/>
          <w:szCs w:val="18"/>
          <w:lang w:eastAsia="ru-RU"/>
        </w:rPr>
      </w:pPr>
      <w:bookmarkStart w:id="16" w:name="М1974-78"/>
      <w:bookmarkEnd w:id="16"/>
      <w:r w:rsidRPr="0098632B">
        <w:rPr>
          <w:rFonts w:ascii="Times New Roman" w:hAnsi="Times New Roman"/>
          <w:sz w:val="18"/>
          <w:szCs w:val="18"/>
          <w:lang w:eastAsia="ru-RU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1974-1978,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Курилов Алексей           лично Тамбов         I      46 1974 02:32:02,0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Филькин Эдуард            62 зубры ski team    КМС   120 1978 02:35:47,2 +03:45,2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Малашкин Сергей           77 Альфа-Битца       КМС   133 1974 02:56:46,0 +24:44,0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Жуков Андрей              лично Зеленоград     I     125 1976 02:59:52,0 +27:50,0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Вахрушев Дмитрий          лично серпухов-15           80 1977 03:03:13,3 +31:11,3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Башурин Валерий           лично Рыбинск        КМС   180 1976 03:04:21,2 +32:19,2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Пронин Владимир           Москва                     129      03:14:47,0 +42:45,0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Романов Сергей            33 СК им.Михаила Сер I      33 1974 03:14:48,5 +42:46,5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Кухваев Дмитрий           33 СК им.Михаила Сер        11 1978 03:43:58,7 +11:56,7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Покидышев Арсений         Одинцово                    81 1978 03:57:06,7 +25:04,7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Климов Игорь              Омега Москва                94 1976 СОШЁЛ                  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7" w:name="М1969-73"/>
      <w:bookmarkEnd w:id="17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1969-1973,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Савоскин Сергей           лично Рязань         КМС    91 1973 02:38:19,0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Тарасов Сергей            Кировская обл               17 1969 02:54:19,0 +16:00,0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Покровский Иван           лично Москва         I     150 1973 02:56:35,8 +18:16,8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Костерин Владимир         лично Собинка              114 1970 03:03:04,9 +24:45,9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Белобородов Михаил        лично Черноголовка   I     138 1971 03:04:21,6 +26:02,6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Бутылёв Павел             33 СКиД              I      98 1971 03:08:59,0 +30:40,0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Новожилов Дмитрий         Кольчугино                  45 1973 03:14:36,3 +36:17,3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Озеров Александр          лично кольчугино     I      41 1969 03:21:21,0 +43:02,0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Комарец Анатолий          Москва Зеленоград          126 1969 03:31:08,5 +52:49,5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Акимов Андрей             лично Пересвет       I      30 1970 03:31:34,7 +53:15,7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Беляков Владислав         77 Альфа-Битца       I      66 1969 03:39:39,4 +01:20,4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Бабашев Юрий              лично Киржач                 3 1969 03:55:28,4 +17:09,4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Кригер Александр          лично Федоскино             51 1973 04:15:14,6 +36:55,6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Макаров Никита            лично Москва                57 1970 04:22:01,5 +43:42,5   14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8" w:name="М1964-68"/>
      <w:bookmarkEnd w:id="18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1964-1968,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Кузьмин Михаил            33 СКиД              I     100 1967 02:40:35,3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Сидоров Владимир          лично Зеленогад      МС    108 1964 02:43:39,7 +03:04,4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Мишин Игорь               лично Рязань         МС     88 1964 02:48:11,7 +07:36,4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Митин Виктор              лично Вологодская,Ки МС     63 1967 02:49:23,6 +08:48,3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Нестеров Анатолий         лично Подольск              22 1967 02:49:28,0 +08:52,7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Машинистов Сергей         лично Рязань         I     122 1968 02:51:47,0 +11:11,7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Федорин Владимир          лично Павловский Пос КМС    36 1966 03:08:36,5 +28:01,2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Швец Василий              лично Электрогорск          67 1964 03:14:15,5 +33:40,2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Лаврушин Александр        лично Климовск       I      82 1967 03:14:20,4 +33:45,1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Назаров Алексей           лично Москва         II     65 1967 03:16:27,7 +35:52,4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Шеин Юрий                 лично Истра          I     163 1965 03:28:00,8 +47:25,5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Айсаев Александр          лично Павловский Пос I      34 1965 03:28:23,5 +47:48,2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6                         .                            6      СОШЁЛ                  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19" w:name="М1959-63"/>
      <w:bookmarkEnd w:id="19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1959-1963,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Иванов Сергей             лично Москва         МС     74 1960 02:33:24,6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Воробьёв Виктор           лично Рязань               123 1963 02:47:56,6 +14:32,0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Иванов Павел              лично Иваново        МС     39 1961 02:49:07,3 +15:42,7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Формальнов Игорь          лично Наро-Фоминск   КМС    53 1963 02:51:22,0 +17:57,4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Фалин Владимир            Комсомольск Иваново         23 1963 02:52:24,2 +18:59,6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Герасимов Юрий            лично Москва         I     131 1959 02:58:43,6 +25:19,0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Рафаев Андрей             лично                Iю     73 1961 03:06:29,6 +33:05,0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Шагалин Валерий           лично Павловский Пос I      71 1962 03:15:59,3 +42:34,7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Озеров Сергей             лично Кольчугино     I      42 1962 03:17:34,5 +44:09,9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Карпов Александр          33 СКиД              I     102 1960 03:28:54,8 +55:30,2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Глыбенко Игорь            лично                I      60 1959 03:32:30,1 +59:05,5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Сергеев Вадим             Владимир                   104 1960 03:42:55,8 +09:31,2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Михайлов Валерий          лично Владимир       КМС   144 1960 03:45:44,4 +12:19,8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Емелин Андрей             лично Москва         КМС    49 1962 03:53:01,2 +19:36,6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Подгорный Михаил          лично Заря           III    75 1961 04:09:53,8 +36:29,2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Брызгалов Михаил          лично Ярославль      Iю      2 1962 04:33:48,5 +00:23,9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Горбушин Виталий          лично                III   110 1963 04:44:06,3 +10:41,7   17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18 Разумовский Владимир      Владимир                   103 1962 СОШЁЛ                   </w:t>
      </w:r>
    </w:p>
    <w:p w:rsidR="00E22C33" w:rsidRPr="0098632B" w:rsidRDefault="00E22C33">
      <w:pPr>
        <w:rPr>
          <w:rFonts w:ascii="Times New Roman" w:hAnsi="Times New Roman"/>
          <w:sz w:val="18"/>
          <w:szCs w:val="18"/>
          <w:lang w:eastAsia="ru-RU"/>
        </w:rPr>
      </w:pPr>
      <w:bookmarkStart w:id="20" w:name="М1954-58"/>
      <w:bookmarkEnd w:id="20"/>
      <w:r w:rsidRPr="0098632B">
        <w:rPr>
          <w:rFonts w:ascii="Times New Roman" w:hAnsi="Times New Roman"/>
          <w:sz w:val="18"/>
          <w:szCs w:val="18"/>
          <w:lang w:eastAsia="ru-RU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1954-1958,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Менжак Олег               лично москва         МС    137 1954 02:49:59,5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Федосов Вячеслав          лично Щелково        МС    164 1958 02:53:45,9 +03:46,4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Пустынников Сергей        лично Наро-Фоминск   I      54 1954 02:54:37,8 +04:38,3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Гришин Владимир           77 О-Клуб            МС     70 1955 02:59:25,0 +09:25,5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Смирнов Евгений           лично Иваново        КМС    37 1958 03:02:03,1 +12:03,6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Крупнов Николай           77 О-Клуб            КМС    69 1957 03:15:10,4 +25:10,9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Югов Павел                77 Альфа-Битца       I     135 1955 03:16:23,6 +26:24,1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Плавский Игорь            лично Москва         КМС    52 1955 03:28:45,8 +38:46,3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Соловьёв Алексей          33 СК им.Михаила Сер        12 1955 03:31:28,0 +41:28,5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Калтышкин Анатолий        лично                       58 1954 03:50:06,3 +00:06,8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Кадакин Валерий           50 Диаскан                  61 1957 03:52:48,4 +02:48,9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Мурашко Виктор            лично                II     77 1957 04:00:39,3 +10:39,8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Колодин Игорь             лично Мамонтовка            59 1958 04:05:22,8 +15:23,3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Ерофеев Александр         лично Москва         I      64 1956 04:08:18,7 +18:19,2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Пануш Сергей              Москва лично                89 1954 04:10:03,7 +20:04,2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Шаймердянов Алимжан       Александров                 96 1955 СОШЁЛ                  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Семёнов Владимир          лично Собинка        КМС   106 1958 СОШЁЛ                   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8"/>
          <w:szCs w:val="18"/>
          <w:lang w:eastAsia="ru-RU"/>
        </w:rPr>
      </w:pPr>
      <w:bookmarkStart w:id="21" w:name="М1953и_ст"/>
      <w:bookmarkEnd w:id="21"/>
      <w:r w:rsidRPr="0098632B">
        <w:rPr>
          <w:rFonts w:ascii="Arial" w:hAnsi="Arial" w:cs="Arial"/>
          <w:b/>
          <w:bCs/>
          <w:color w:val="FF0000"/>
          <w:sz w:val="18"/>
          <w:szCs w:val="18"/>
          <w:lang w:eastAsia="ru-RU"/>
        </w:rPr>
        <w:t>Мужчины 1953и ст, 50.000 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№п/п Фамилия, имя              Коллектив            Квал Номер ГР Результат Отставан  Место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1 Востриков Иван            77 Альфа-Битца       КМС   132 1950 02:55:10,1 +00:00,0    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2 Вашенцев Юрий             50 Электроугли       МС     35 1949 03:02:44,8 +07:34,7    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3 Резниченко Виктор         лично                I      56 1949 03:10:39,4 +15:29,3    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4 Кокурин Владимир          Ярославль                   29 1953 03:11:24,8 +16:14,7    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5 Мукоид Юрий               50 Одинцово-Ершово   I      83 1953 03:17:08,4 +21:58,3    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6 Парамонов Геннадий        лично Ярославль      I      18 1948 03:30:18,4 +35:08,3    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7 Ахроров Александр         Ногинск                    151 1951 03:32:32,7 +37:22,6    7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8 Гетьман Игорь             лично п Свердловский I     156 1953 03:32:40,6 +37:30,5    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 9 Захаров Юрий              Городище                   113 1946 03:40:37,7 +45:27,6    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10 Куров Геннадий            50 Снегирь           I     127 1951 03:52:50,6 +57:40,5   10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11 Кадыров Данис             50 Электроугли       КМС    68 1951 03:58:56,1 +03:46,0   11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12 Каравай Михаил            Королёв                    168 1940 04:02:38,0 +07:27,9   12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13 Борисов Николай           Битца Москва                78 1943 04:12:45,8 +17:35,7   13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14 Головко Валерий           лично Москва СК Рома        24 1946 04:14:50,1 +19:40,0   14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15 Камалетдинов Рушан        50 Электроугли       I      32 1948 04:17:35,5 +22:25,4   15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16 Ахмеров Шамиль            Альфа-Битца                 76 1950 04:20:20,8 +25:10,7   16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eastAsia="ru-RU"/>
        </w:rPr>
      </w:pPr>
      <w:r w:rsidRPr="0098632B">
        <w:rPr>
          <w:rFonts w:ascii="Courier New" w:hAnsi="Courier New" w:cs="Courier New"/>
          <w:color w:val="000000"/>
          <w:sz w:val="18"/>
          <w:szCs w:val="18"/>
          <w:lang w:eastAsia="ru-RU"/>
        </w:rPr>
        <w:t xml:space="preserve">  17 Варшавский Михаил         лично Москва                55 1946 04:28:09,5 +32:59,4   17 </w:t>
      </w:r>
    </w:p>
    <w:p w:rsidR="00E22C33" w:rsidRPr="0098632B" w:rsidRDefault="00E22C33">
      <w:pPr>
        <w:rPr>
          <w:sz w:val="18"/>
          <w:szCs w:val="18"/>
        </w:rPr>
      </w:pPr>
      <w:r w:rsidRPr="0098632B">
        <w:rPr>
          <w:sz w:val="18"/>
          <w:szCs w:val="18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</w:pP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t>14й традиционный</w:t>
      </w: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br/>
        <w:t>лыжный марафон</w:t>
      </w: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br/>
        <w:t>памяти погибших сотрудников ЦСН ФСБ России</w:t>
      </w: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br/>
        <w:t>23.02.2014, г. Киржач</w:t>
      </w: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br/>
      </w:r>
      <w:r w:rsidRPr="0098632B"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br/>
        <w:t>ПРОТОКОЛ РЕЗУЛЬТАТОВ</w:t>
      </w:r>
      <w:r>
        <w:rPr>
          <w:rFonts w:ascii="Arial" w:hAnsi="Arial" w:cs="Arial"/>
          <w:b/>
          <w:bCs/>
          <w:color w:val="333366"/>
          <w:kern w:val="36"/>
          <w:sz w:val="16"/>
          <w:szCs w:val="16"/>
          <w:lang w:eastAsia="ru-RU"/>
        </w:rPr>
        <w:t xml:space="preserve"> (абсолют по дистанциям)</w:t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6"/>
          <w:szCs w:val="16"/>
          <w:lang w:eastAsia="ru-RU"/>
        </w:rPr>
      </w:pPr>
      <w:bookmarkStart w:id="22" w:name="3_км"/>
      <w:bookmarkEnd w:id="22"/>
      <w:r w:rsidRPr="0098632B">
        <w:rPr>
          <w:rFonts w:ascii="Arial" w:hAnsi="Arial" w:cs="Arial"/>
          <w:b/>
          <w:bCs/>
          <w:color w:val="FF0000"/>
          <w:sz w:val="16"/>
          <w:szCs w:val="16"/>
          <w:lang w:eastAsia="ru-RU"/>
        </w:rPr>
        <w:t>3 км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№п/п Фамилия, имя              Коллектив            Квал Номер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ГР  Результат  Отставан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Место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Группа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1 Скударёв Юрий             50 АНО ЛК Наседкина  II    411 2000 00:11:37,2 +00:00,0    1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2 Данилушкин Даниил         33 СК им.Михаила Сер II    329 2000 00:11:38,5 +00:01,3    2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3 Тектов Дмитрий            50 АНО ЛК Наседкина  III   412 2000 00:11:40,4 +00:03,2    3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4 Костерин Григорий         лично Собинка        Iю    431 2000 00:11:53,3 +00:16,1    4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5 Воробьева Александра      50 Химки ДЮСШ        I     362 2000 00:11:57,3 +00:20,1    5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6 Шепелев Кирилл            лично Золотково            450 2001 00:12:11,8 +00:34,6    6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7 Кошелев Дмитрий           50 Одинцово-Ершово   Iю    388 2001 00:12:27,8 +00:50,6    7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8 Белякова Кристина         лично                I     452 2000 00:12:32,8 +00:55,6    8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9 Семенютин Никита          лично Москва         III   443 2002 00:12:35,0 +00:57,8    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10 Кучма Алексей             Москва СШОР081             437 2000 00:12:41,5 +01:04,3   10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11 Харатян Сергей            Покров                     404 2001 00:12:46,5 +01:09,3   11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12 Мухин Влад                Москва СШОР081             445 2001 00:12:47,1 +01:09,9   12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13 Абражеева Валерия         50 АНО ЛК Наседкина  II    410 2000 00:12:50,8 +01:13,6   13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14 Кошкин Денис              33 СК им.Михаила Сер III   331 2000 00:12:52,0 +01:14,8   14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15 Жаворонкова Юлия          лично Карабаново           428 2000 00:12:54,0 +01:16,8   15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16 Самошина Ксения           50 Химки ДЮСШ        III   357 2001 00:12:54,2 +01:17,0   16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17 Александрова Виктория     50 Коломна           I     390 2000 00:13:00,2 +01:23,0   17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18 Василевский Николай       50 АНО ЛК Наседкина  III   384 2003 00:13:01,3 +01:24,1   18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19 Седых Егор                лично пгт Фряново          350 2002 00:13:03,7 +01:26,5   19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20 Зеленцов Вячеслав         лично Фряново              352 2001 00:13:04,8 +01:27,6   20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21 Олексеенко Екатерина      лично                      349 2000 00:13:05,5 +01:28,3   21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22 Яковлев Роман             лично Киржач         II    345 2001 00:13:07,4 +01:30,2   22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23 Буздуган Сергей           50 Одинцово-Ершово   Iю    385 2000 00:13:08,4 +01:31,2   23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24 Павлинова Алёна           33 СК им.Михаила Сер I     332 2000 00:13:15,1 +01:37,9   24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25 Алексеева Лада            Москва СШОР081             438 2002 00:13:16,5 +01:39,3   25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26 Гвоздева Виктория         лично Фряново              346 2001 00:13:23,1 +01:45,9   26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27 Хромов Даниил             50 АНО ЛК Наседкина  III   396 2001 00:13:26,1 +01:48,9   27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28 Смирнов Павел             Покров                     402 2000 00:13:27,7 +01:50,5   28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29 Никишина Алина            50 СДЮСШОР г.Дмитров II    367 2000 00:13:32,2 +01:55,0   29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30 Данилова Ксения           Москва СШОР081             447 2002 00:13:33,9 +01:56,7   30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31 Ермаков Владислав         50 АНО ЛК Наседкина  III   391 2002 00:13:37,5 +02:00,3   31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32 Клованич Вера             50 ФСК Бужаниново    II    351 2001 00:13:42,3 +02:05,1   32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33 Шугаева Татьяна           50 АНО ЛК Наседкина  III   399 2001 00:13:45,1 +02:07,9   33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34 Сляднев Борис             лично                      364 2002 00:13:46,3 +02:09,1   34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35 Вовк Вячеслав             50 АНО ЛК Наседкина  III   392 2002 00:13:46,7 +02:09,5   35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36 Осипова Елизавета         лично ..Александров        413 2004 00:13:58,0 +02:20,8   36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37 Новикова София            50 АНО ЛК Наседкина  III   398 2001 00:13:59,6 +02:22,4   37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38 Крылов Егор               лично п.Мелехово           448 2002 00:14:04,0 +02:26,8   38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39 Семёнов Степан            Балакирево РДЮСШ           407 2000 00:14:04,4 +02:27,2   39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40 Харатян Тигран            Покров                     400 2002 00:14:12,5 +02:35,3   40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41 Почкин Степан             Комсомольск Иваново        343 2000 00:14:21,6 +02:44,4   41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42 Назарова Софья            лично Александров          414 2002 00:14:23,5 +02:46,3   42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43 Казинкин Данила           50 АНО ЛК Наседкина  III   394 2002 00:14:28,5 +02:51,3   43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44 Рунов Максим              СДЮСШ им. Даниловой        371 2002 00:14:31,1 +02:53,9   44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45 Максимов Дмитрий          33 ДЮСШ п.Балакирево IIIю  464 2001 00:14:33,3 +02:56,1   45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46 Панков Валерий            50 АНО ЛК Наседкина  III   386 2003 00:14:33,8 +02:56,6   46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47 Брюханов Кирилл           Комсомольск Иваново        335 2002 00:14:35,2 +02:58,0   47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48 Ходоков Александр         лично                III   451 2001 00:14:36,0 +02:58,8   48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49 Дядяшкина Мария           50 АНО ЛК Наседкина  III   416 2000 00:14:43,0 +03:05,8   49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50 Шайкин Дмитрий            Ногинск ДЮСШ               476 2000 00:14:48,6 +03:11,4   50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51 Байдаков Александр        50 АНО ЛК Наседкина  III   387 2003 00:14:50,2 +03:13,0   51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52 Бакакин Сергей            50 АНО ЛК Наседкина  IIIю  383 2004 00:14:50,4 +03:13,2   52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53 Прокофьева Татьяна        Балакирево РДЮСШ           471 2000 00:14:57,7 +03:20,5   53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54 Шендалёв Артём            лично п. Мелехово    IIIю  449 2002 00:14:59,6 +03:22,4   54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55 Белянин Владимир          лично Карабаново           461 2001 00:15:09,0 +03:31,8   55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56 Абубакиров Дмитрий        33 ДЮСШ п.Балакирево IIIю  465 2001 00:15:18,7 +03:41,5   56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57 Фрибус Алексей            Комсомольск Иваново        342 2001 00:15:22,5 +03:45,3   57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58 Долгих Мария              50 АНО ЛК Наседкина  III   395 2002 00:15:24,6 +03:47,4   58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59 Кузнецов Олег             Владимир                   474 2000 00:15:25,8 +03:48,6   59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60 Синёва Юлия               33 СК им.Михаила Сер       326 2001 00:15:32,2 +03:55,0   60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61 Хлебникова Ксения         СДЮСШ им. Даниловой        369 2002 00:15:34,4 +03:57,2   61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62 Петров Николай            Москва СШОР081             441 2002 00:15:35,3 +03:58,1   62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63 Морданова Полина          50 АНО ЛК Наседкина  III   401 2001 00:15:36,5 +03:59,3   63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64 Горохов Андрей            лично Александров          378 2003 00:15:40,2 +04:03,0   64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65 Яковлев Даниил            50 АНО ЛК Наседкина  III   389 2003 00:15:40,7 +04:03,5   65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66 Барашев Павел             Москва СШОР081             442 2002 00:15:46,2 +04:09,0   66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67 Шербинкин Николай         Москва СШОР081             446 2003 00:15:46,3 +04:09,1   67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68 Новиков Серафим           33 СК им.Михаила Сер III   314 2003 00:15:54,3 +04:17,1   68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69 Сидорова Анастасия        33 СК им.Михаила Сер II    330 2000 00:15:55,7 +04:18,5   69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70 Свиридова Дарья           33 ДЮСШ п.Балакирево IIIю  466 2002 00:15:56,1 +04:18,9   70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71 Лисина Светлана           лично п. Мелехово    IIIю  458 2001 00:15:59,8 +04:22,6   71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72 Попов Илья                Комсомольск Иваново        338 2003 00:16:04,0 +04:26,8   72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73 Даниловский Иван          50 Химки ДЮСШ        Iю    359 2003 00:16:13,7 +04:36,5   73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74 Копылова Мария            лично пгт Фряново    Iю    348 2003 00:16:21,2 +04:44,0   74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75 Гончарова Ксения          Москва СШОР081             444 2000 00:16:23,7 +04:46,5   75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76 Харатян Мгер              Покров                     397 2003 00:16:24,4 +04:47,2   76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77 Харламова Диана           50 АНО ЛК Наседкина  IIIю  382 2005 00:16:26,4 +04:49,2   77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78 Рожков Дмитрий            СДЮСШ им. Даниловой        368 2001 00:16:28,7 +04:51,5   78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79 Матиев Камил              Ногинск ДЮСШ               480 2002 00:16:32,3 +04:55,1   79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80 Юдов Артём                Киржач                     355 2001 00:16:41,7 +05:04,5   80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81 Никитина Милена           33 СК им.Михаила Сер       320 2002 00:16:55,7 +05:18,5   81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82 Кочергин Егор             50 АНО ЛК Наседкина  IIIю  380 2005 00:16:58,0 +05:20,8   82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83 Савченко Ксения           33 СК им.Михаила Сер III   305 2004 00:17:04,6 +05:27,4   83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84 Анисонян Илья             Москва СШОР081             439 2003 00:17:14,1 +05:36,9   84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85 Пахомов Александр         33 ДЮСШ п.Балакирево Iю    468 2004 00:17:25,6 +05:48,4   85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86 Касаткин Кирилл           33 СК им.Михаила Сер       328 2001 00:17:33,7 +05:56,5   86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87 Савин Никита              33 СК \"Вымпел\"           424 2001 00:17:34,3 +05:57,1   87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88 Кожокина Юля              лично п. Мелехово    IIю   459 2001 00:17:35,2 +05:58,0   88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89 Костерин Михаил           лично Собинка        IIIю  432 2002 00:17:36,6 +05:59,4   89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90 Каратаев Лев              33 СК \"Вымпел\"           420 2004 00:17:39,4 +06:02,2   90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91 Барашев Михаил            Москва СШОР081             440 2003 00:17:41,9 +06:04,7   91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92 Павлинов Александр        33 СК им.Михаила Сер       306 2004 00:18:01,7 +06:24,5   92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93 Стробыкин Кирилл          Киржач                     419 2002 00:18:02,2 +06:25,0   93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94 Бобылева Юлия             Комсомольск Иваново        336 2003 00:18:16,4 +06:39,2   94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95 Чайковский Владислав      50 Химки ДЮСШ        IIIю  360 2003 00:18:26,4 +06:49,2   95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96 Дельцов Александр         33 СК им.Михаила Сер IIIю  301 2006 00:18:35,3 +06:58,1   96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97 Костерин Георгий          лично Собинка        IIIю  430 2004 00:18:37,5 +07:00,3   97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98 Гордеев Дмитрий           33 СК им.Михаила Сер       319 2002 00:18:42,0 +07:04,8   98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99 Назарова Полина           лично Александров          415 2000 00:18:52,0 +07:14,8   99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100 Лёдышев Константин        Балакирево РДЮСШ           405 2003 00:19:00,4 +07:23,2  100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101 Сироткина Ульяна          Киржач сш2                 435 2001 00:19:02,2 +07:25,0  101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102 Фролов Денис              33 СК им.Михаила Сер       318 2003 00:19:16,1 +07:38,9  102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103 Антипкина Анна            33 СДЮСШ им. О.Данил       376 2003 00:19:23,0 +07:45,8  103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104 Кокуркин Александр        Киржач                     353 2000 00:19:24,9 +07:47,7  104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105 Кочетков Глеб             Киржач                     463 2000 00:19:37,0 +07:59,8  105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106 Михалюк Никита            Ковров                     429 2002 00:19:56,8 +08:19,6  106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107 Гришина Софья             50 Химки ДЮСШ        IIIю  361 2003 00:19:59,3 +08:22,1  107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108 Каченов Никита            Комсомольск Иваново        340 2002 00:20:21,2 +08:44,0  108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109 Корнилова Таисия          Москва                     477 2005 00:20:47,4 +09:10,2  109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110 Фролов Дмитрий            Киржач                     434 2003 00:20:48,1 +09:10,9  110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111 Тимофеев Кирилл           33 СК им.Михаила Сер IIIю  303 2005 00:20:48,4 +09:11,2  111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112 Губарев Максим            Киржач                     457 2000 00:20:50,7 +09:13,5  112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113 Максимова Анастасия       50 Химки ДЮСШ        Iю    358 2004 00:21:18,6 +09:41,4  113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114 Болынина Полина           лично п. Мелехово          453 2001 00:21:22,1 +09:44,9  114  Ж2000-01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115 Сергеев Матвей            33 СК им.Михаила Сер       304 2005 00:21:31,5 +09:54,3  115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116 Пименов Кирилл            Ногинск                    473 2003 00:21:39,7 +10:02,5  116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117 365                       .                          365      00:21:43,8 +10:06,6  117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118 Ковалкин Иван             33 СК им.Михаила Сер IIю   308 2004 00:21:57,4 +10:20,2  118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119 374                       .                          374      00:22:12,7 +10:35,5  119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120 Любецкий Илья             Киржач                     381 2001 00:22:13,6 +10:36,4  120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121 Румянцев Даниил           33 СК им.Михаила Сер       317 2003 00:22:20,7 +10:43,5  121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122 Мельников Владимир        33 СК им.Михаила Сер IIю   322 2002 00:22:28,8 +10:51,6  122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123 Миронов Андрей            Комсомольск Иваново        337 2004 00:22:32,4 +10:55,2  123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124 Осипов Максим             Балакирево РДЮСШ           408 2004 00:22:34,4 +10:57,2  124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125 Артамонов Валерий         33 СК им.Михаила Сер       325 2002 00:23:21,0 +11:43,8  125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126 Аминов Михаил             лично Владимир             379 2004 00:23:22,7 +11:45,5  126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127 Цветков Артём             Киржач                     479 2004 00:23:26,4 +11:49,2  127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128 Евдоченко Владимир        33 СК им.Михаила Сер       315 2003 00:23:40,7 +12:03,5  128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129 Мельников Михаил          33 СК им.Михаила Сер IIIю  307 2004 00:23:49,2 +12:12,0  129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130 Абубакиров Максим         33 ДЮСШ п.Балакирево       469 2004 00:23:50,7 +12:13,5  130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131 Логинов Алексей           33 СК им.Михаила Сер       300 2006 00:23:56,9 +12:19,7  131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132 Маврин Алексей            33 СК им.Михаила Сер       302 2006 00:24:17,0 +12:39,8  132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133 Морыныч Екатерина         Киржач                     347 2002 00:24:35,1 +12:57,9  133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134 Скочков Андрей            Киржач                     334 2001 00:26:16,5 +14:39,3  134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135 Морозов Егор              Киржач                     366 2003 00:26:37,1 +14:59,9  135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136 Бычков Егор               Киржач                     417 2002 00:26:56,2 +15:19,0  136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137 Сухов Алексей             Балакирево РДЮСШ           406 2003 00:27:35,5 +15:58,3  137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138 Чайковская Арина          Химки ДЮСШ по ЗВС          363 2004 00:30:14,7 +18:37,5  138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139 Евдоченко Владимир        Киржач                     356 2003 00:30:16,1 +18:38,9  139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140 Наливайко Виктория        33 СК им.Михаила Сер       313 2004 00:32:54,0 +21:16,8  140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141 Антипов Евгений           Киржач                     462      00:33:22,6 +21:45,4  141  М2000-01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142 Ермолаева Юлия            33 СК им.Михаила Сер       311 2004 00:34:21,2 +22:44,0  142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143 Амеличкина София          Киржач                     436 2006 00:34:24,3 +22:47,1  143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144 Гашина Анастасия          33 СК им.Михаила Сер       312 2004 00:36:47,7 +25:10,5  144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145 Ионова Татьяна            Киржач кл им. Сереги       339 2008 00:36:58,0 +25:20,8  145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146 Марков Юрий               Киржач                     433 2005 00:37:11,2 +25:34,0  146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147 Корнилов Виталий          Москва                     478 2003 00:37:21,3 +25:44,1  147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148 Турасова Ксенния          Киржач                     470 2004 00:37:24,8 +25:47,6  148  Ж2002и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149 Криворот Андрей           лично Балашиха             377 2007 00:37:56,8 +26:19,6  149  М2002и м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150 403                                                  403      11:29:39,8 +18:02,6  150  М2000-01 </w:t>
      </w:r>
    </w:p>
    <w:p w:rsidR="00E22C33" w:rsidRDefault="00E22C33">
      <w:pPr>
        <w:rPr>
          <w:rFonts w:ascii="Times New Roman" w:hAnsi="Times New Roman"/>
          <w:sz w:val="16"/>
          <w:szCs w:val="16"/>
          <w:lang w:eastAsia="ru-RU"/>
        </w:rPr>
      </w:pPr>
      <w:bookmarkStart w:id="23" w:name="10_км"/>
      <w:bookmarkEnd w:id="23"/>
      <w:r>
        <w:rPr>
          <w:rFonts w:ascii="Times New Roman" w:hAnsi="Times New Roman"/>
          <w:sz w:val="16"/>
          <w:szCs w:val="16"/>
          <w:lang w:eastAsia="ru-RU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6"/>
          <w:szCs w:val="16"/>
          <w:lang w:eastAsia="ru-RU"/>
        </w:rPr>
      </w:pPr>
      <w:r>
        <w:rPr>
          <w:rFonts w:ascii="Arial" w:hAnsi="Arial" w:cs="Arial"/>
          <w:b/>
          <w:bCs/>
          <w:color w:val="FF0000"/>
          <w:sz w:val="16"/>
          <w:szCs w:val="16"/>
          <w:lang w:eastAsia="ru-RU"/>
        </w:rPr>
        <w:t>10 км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№п/п Фамилия, имя              Коллектив            Квал Номер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ГР  Результат  Отставан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Место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Группа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1 Торчинский Савелий        Александров                 26 1996 00:24:29,3 +00:00,0    1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2 Смирнов Кирилл            50 Одинцово-Ершово   I     531 1996 00:24:29,5 +00:00,2    2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3 Поляков Александр         50 Химки ДЮСШ        КМС   520 1996 00:24:39,6 +00:10,3    3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4 Пальцев Иван              лично Ногинск        I     555 1998 00:24:57,8 +00:28,5    4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5 Смирнов Вадим             50 СДЮСШОР г.Дмитров I     525 1998 00:24:58,4 +00:29,1    5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6 Лыков Денис               лично тамбов         I     518 1996 00:25:20,6 +00:51,3    6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7 Козлов Алексей            лично п.Мелехово     I     548 1996 00:25:23,1 +00:53,8    7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8 Шлыков Егор               50 СДЮСШОР г.Дмитров       519 1997 00:25:31,7 +01:02,4    8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9 Савченко Влад             33 СК им.Михаила Сер I     506 1997 00:25:37,3 +01:08,0    9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10 Ионов Дмитрий             33 СК им.Михаила Сер I     505 1997 00:25:43,4 +01:14,1   10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11 Волков Алексей            50 Одинцово-Ершово   I     532 1998 00:25:57,4 +01:28,1   11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12 Артебякин Александр       Гусь-Хрустальный           558 1998 00:26:10,2 +01:40,9   12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13 Сукачев Павел             33 СК им.Михаила Сер I     502 1998 00:26:14,2 +01:44,9   13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14 Петров Илья               50 СДЮСШОР г.Дмитров I     529 1996 00:26:22,9 +01:53,6   14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15 Игнатов Илья              50 АНО ЛК Наседкина  I     536 1997 00:26:27,8 +01:58,5   15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16 Мищук Андрей              лично п. Мелехово    I     550 1998 00:26:35,4 +02:06,1   16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17 Настюшенков Илья          33 СК им.Михаила Сер I     503 1998 00:26:38,1 +02:08,8   17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18 Лазарев Егор              33 СДЮСШОР №3 им. А. I     546 1998 00:27:12,6 +02:43,3   18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19 Миронов Андрей            50 Одинцово-Ершово   I     533 1998 00:27:16,5 +02:47,2   19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20 Евдокимов Сергей          33 СКиД              II    539 1996 00:27:23,7 +02:54,4   20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21 Фадеев Руслан             33 СДЮСШОР №3 им. А. I     545 1999 00:27:30,1 +03:00,8   21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22 Смольский Алексей         50 СДЮСШОР г.Дмитров I     527 1998 00:27:30,5 +03:01,2   22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23 Шутров Константин         лично п. Мелехово    I     549 1997 00:27:36,2 +03:06,9   23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24 Огнев Василий             33 СК им.Михаила Сер I     504 1998 00:27:39,6 +03:10,3   24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25 Нефёдов Максим            Владимир                   557 1996 00:27:44,6 +03:15,3   25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26 Мясников Даниил           Владимир СДЮСШОР-3         544 1996 00:27:53,7 +03:24,4   26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27 Новиков Илья              33 СК им.Михаила Сер I     500 1998 00:27:57,3 +03:28,0   27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28 Агаев Михаил              33 СК им.Михаила Сер I     501 1998 00:28:14,1 +03:44,8   28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29 Соболев Максим            Комсомольск                509 1998 00:28:19,5 +03:50,2   29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30 Шарыгин Егор              Комсомольск                510 1997 00:28:21,2 +03:51,9   30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31 Касимов Руслан            50 СДЮСШОР г.Дмитров II    524 1998 00:28:23,7 +03:54,4   31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32 Мамаев Даниил             Киржач СК им Серегин       344 1999 00:28:46,1 +04:16,8   32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33 Евсеев Максим             50 АНО ЛК Наседкина  II    534 1999 00:29:20,0 +04:50,7   33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34 Андрианов Егор            лично Карабаново     I     514 1998 00:29:36,0 +05:06,7   34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35 Дельцова Екатерина        лично Киржач         I     607 1998 00:29:45,4 +05:16,1   35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36 Будин Валерий             лично Фряново              515 1999 00:29:53,2 +05:23,9   36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37 Жучков Никита             Владимир СДЮСШОР-3         543 1996 00:29:56,6 +05:27,3   37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38 Андрианов Алексей         лично Карабаново     I     513 1998 00:29:58,8 +05:29,5   38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39 Бутылёв Илья              33 СКиД              II    538 1999 00:30:06,7 +05:37,4   39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40 Давыдов Иван              Юрьев-Польский             540 1999 00:30:17,5 +05:48,2   40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41 Гвоздева Юлия             лично Фряново        I     606 1996 00:30:19,8 +05:50,5   41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42 Троицкая Александра       50 Химки ДЮСШ        I     612 1999 00:30:44,2 +06:14,9   42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43 Козлов Александр          Ногинск                    521 1997 00:31:05,6 +06:36,3   43  МЮ1996-9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44 Немкова Дарья             лично пгт Фряново    I     611 1999 00:31:55,3 +07:26,0   44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45 Свиридов Иван             33 ДЮСШ п.Балакирево I     553 1998 00:31:59,0 +07:29,7   45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46 Рябцев Алескандр          50 АНО ЛК Наседкина  II    535 1998 00:31:59,5 +07:30,2   46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47 Святобогова Юлиана        лично п.Мелехово     I     640 1996 00:32:03,4 +07:34,1   47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48 Жуков Олег                50 СДЮСШОР г.Дмитров III   523 1999 00:32:09,5 +07:40,2   48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49 Пыжьянов Егор             Москва СШОР081             547 1999 00:32:18,1 +07:48,8   49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50 Клюева Светлана           лично п. Мелехово    I     637 1998 00:32:18,4 +07:49,1   50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51 Сироткин Платон           33 СК им.Михаила Сер IIю   333 1999 00:33:19,4 +08:50,1   51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52 Наумова Светлана          лично Электросталь         602 1997 00:33:40,5 +09:11,2   52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53 Корноварова Нина          33 СК им.Михаила Сер I     601 1998 00:34:20,3 +09:51,0   53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54 Соловьева Анна            Москва СШОР081             634 1999 00:34:23,6 +09:54,3   54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55 Захарова Екатерина        33 ДЮСШ п.Балакирево I     641 1997 00:35:35,0 +11:05,7   55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56 Куприянова Евгения        33 СК им.Михаила Сер I     600 1998 00:35:38,7 +11:09,4   56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57 Морозова Мария            50 АНО ЛК Наседкина  I     624 1998 00:35:46,6 +11:17,3   57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58 Зеленцов Кирилл           Балакирево                 551 1999 00:35:48,0 +11:18,7   58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59 Кочетков Ярослав          Киржач                     552 1999 00:41:43,5 +17:14,2   59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60 Новожилова Ольга          Ковров СКиД                626 1999 00:42:24,5 +17:55,2   60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61 Бурчикова Татьяна         СДЮСШ им. Даниловой        619 1997 00:43:45,6 +19:16,3   61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62 Нестерова Полина          33 СК \"Вымпел\"           542 1999 00:44:16,2 +19:46,9   62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63 Хрукало Екатерина         Москва СШОР081             632 1999 00:48:46,3 +24:17,0   63  ЖЮ1998-9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64 Кузнецова Настя           Киржач                     604 1997 00:49:08,4 +24:39,1   64  ЖЮ1996-9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65 Рыбаков Евгений           Киржач                     559 1998 00:52:43,0 +28:13,7   65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66 Ухачев Владимир           Киржач                     522 1998 00:53:27,4 +28:58,1   66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67 Егоров Сергей             Киржач                     508 1999 00:59:12,0 +34:42,7   67  МЮ1998-9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68 Новожилова Ольга          33 СКиД              II    629 1999 01:42:56,8 +18:27,5   68  ЖЮ1998-9 </w:t>
      </w:r>
    </w:p>
    <w:p w:rsidR="00E22C33" w:rsidRDefault="00E22C33">
      <w:pPr>
        <w:rPr>
          <w:rFonts w:ascii="Times New Roman" w:hAnsi="Times New Roman"/>
          <w:sz w:val="16"/>
          <w:szCs w:val="16"/>
          <w:lang w:eastAsia="ru-RU"/>
        </w:rPr>
      </w:pPr>
      <w:bookmarkStart w:id="24" w:name="20_км"/>
      <w:bookmarkEnd w:id="24"/>
      <w:r>
        <w:rPr>
          <w:rFonts w:ascii="Times New Roman" w:hAnsi="Times New Roman"/>
          <w:sz w:val="16"/>
          <w:szCs w:val="16"/>
          <w:lang w:eastAsia="ru-RU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6"/>
          <w:szCs w:val="16"/>
          <w:lang w:eastAsia="ru-RU"/>
        </w:rPr>
      </w:pPr>
      <w:r w:rsidRPr="0098632B">
        <w:rPr>
          <w:rFonts w:ascii="Arial" w:hAnsi="Arial" w:cs="Arial"/>
          <w:b/>
          <w:bCs/>
          <w:color w:val="FF0000"/>
          <w:sz w:val="16"/>
          <w:szCs w:val="16"/>
          <w:lang w:eastAsia="ru-RU"/>
        </w:rPr>
        <w:t>20 км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№п/п Фамилия, имя              Коллектив            Квал Номер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ГР  Результат  Отставан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Место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Группа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1 Веденеева Елена           лично Москва         МСМК  635 1971 00:55:27,9 +00:00,0    1  Ж1969-73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2 Конохова Ксения           лично Новгородская о МС    610 1983 00:55:31,7 +00:03,8    2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3 Зверкова Светлана         лично Москва Команда МСМК  605 1973 00:55:33,6 +00:05,7    3  Ж1969-73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4 Татаринская Александра    лично Москва         МС    636 1988 00:56:40,8 +01:12,9    4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5 Кузнецова Юлия            33 СДЮСШОР №3 им. А. КМС   630 1992 00:58:16,1 +02:48,2    5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6 Петрова Лидия             лично Москва         МС    645 1987 00:58:19,7 +02:51,8    6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7 Лазутина Анастасия        Ковров СКиД                631 1993 01:02:17,7 +06:49,8    7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8 Пикина Елена              Владимир                   644 1970 01:04:29,8 +09:01,9    8  Ж1969-73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9 Стремоус Алина            Москва СШОР081             633 1995 01:05:24,7 +09:56,8    9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10 Борисова Наталья          лично Зеленоград     I     628 1967 01:06:23,1 +10:55,2   10  Ж1964-68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11 Голикова Татьяна          лично Черноголовка   II    643 1985 01:08:38,4 +13:10,5   11  Ж1979-95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12 Кунина Алла               лично Москва         I     614 1965 01:10:15,1 +14:47,2   12  Ж1964-68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13 Брусанова Людмила         лично                КМС   622 1966 01:10:27,7 +14:59,8   13  Ж1964-68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14 Никитина Наталья          Ярославль                  609 1968 01:11:09,2 +15:41,3   14  Ж1964-68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15 Бакланова Светлана        лично Москва         КМС   613 1955 01:15:04,2 +19:36,3   15  Ж1954-58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16 Бурашнахова Татьяна       Вольгинский                621 1953 01:16:00,1 +20:32,2   16  Ж1953и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17 Жиганова Ирина            Покров                     618 1971 01:17:39,2 +22:11,3   17  Ж1969-73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18 Коблова Наталья           Юрьев-Польский             642 1954 01:18:52,3 +23:24,4   18  Ж1954-58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19 Минина Татьяна            лично Москва               646 1974 01:20:33,1 +25:05,2   19  Ж1974-78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20 Курова Ольга              50 Снегирь           I     638 1953 01:23:45,1 +28:17,2   20  Ж1953и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21 Чернова Елена             лично Собинка        III   627 1956 01:25:20,3 +29:52,4   21  Ж1954-58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22 Наумова Татьяна           лично Электросталь         603 1959 01:29:00,3 +33:32,4   22  Ж1959-63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23 Шевченко Людмила          50 Электроугли             615 1957 01:52:24,1 +56:56,2   23  Ж1954-58 </w:t>
      </w:r>
    </w:p>
    <w:p w:rsidR="00E22C33" w:rsidRDefault="00E22C33">
      <w:pPr>
        <w:rPr>
          <w:rFonts w:ascii="Times New Roman" w:hAnsi="Times New Roman"/>
          <w:sz w:val="16"/>
          <w:szCs w:val="16"/>
          <w:lang w:eastAsia="ru-RU"/>
        </w:rPr>
      </w:pPr>
      <w:bookmarkStart w:id="25" w:name="50_км"/>
      <w:bookmarkEnd w:id="25"/>
      <w:r>
        <w:rPr>
          <w:rFonts w:ascii="Times New Roman" w:hAnsi="Times New Roman"/>
          <w:sz w:val="16"/>
          <w:szCs w:val="16"/>
          <w:lang w:eastAsia="ru-RU"/>
        </w:rPr>
        <w:br w:type="page"/>
      </w:r>
    </w:p>
    <w:p w:rsidR="00E22C33" w:rsidRPr="0098632B" w:rsidRDefault="00E22C33" w:rsidP="0098632B">
      <w:pPr>
        <w:spacing w:before="100" w:beforeAutospacing="1" w:after="100" w:afterAutospacing="1" w:line="240" w:lineRule="auto"/>
        <w:outlineLvl w:val="1"/>
        <w:rPr>
          <w:rFonts w:ascii="Arial" w:hAnsi="Arial" w:cs="Arial"/>
          <w:b/>
          <w:bCs/>
          <w:color w:val="FF0000"/>
          <w:sz w:val="16"/>
          <w:szCs w:val="16"/>
          <w:lang w:eastAsia="ru-RU"/>
        </w:rPr>
      </w:pPr>
      <w:r>
        <w:rPr>
          <w:rFonts w:ascii="Arial" w:hAnsi="Arial" w:cs="Arial"/>
          <w:b/>
          <w:bCs/>
          <w:color w:val="FF0000"/>
          <w:sz w:val="16"/>
          <w:szCs w:val="16"/>
          <w:lang w:eastAsia="ru-RU"/>
        </w:rPr>
        <w:t>50 км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№п/п Фамилия, имя              Коллектив            Квал Номер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ГР  Результат  Отставан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>Место</w:t>
      </w:r>
      <w:r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 </w:t>
      </w:r>
      <w:r w:rsidRPr="0098632B">
        <w:rPr>
          <w:rFonts w:ascii="Courier New" w:hAnsi="Courier New" w:cs="Courier New"/>
          <w:b/>
          <w:bCs/>
          <w:color w:val="000000"/>
          <w:sz w:val="16"/>
          <w:szCs w:val="16"/>
          <w:u w:val="single"/>
          <w:lang w:eastAsia="ru-RU"/>
        </w:rPr>
        <w:t xml:space="preserve">Группа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1 Кузин Александр           лично тамбов         МС     44 1979 02:23:33,2 +00:00,0    1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2 Ячков Сергей              62 зубры ski team    МС    118 1991 02:26:05,1 +02:31,9    2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3 Самарский Дмитрий         62 зубры ski team    МС    119 1985 02:26:58,2 +03:25,0    3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4 Климов Михаил             Москва                     158 1981 02:29:25,7 +05:52,5    4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5 Марченков Иван            лично Одинцово       МС    139 1985 02:29:27,6 +05:54,4    5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6 Зубков Иван               50 Коломна           МС     84 1989 02:29:40,2 +06:07,0    6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7 Курлович Сергей           лично Москва         МС    146 1985 02:30:05,2 +06:32,0    7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8 Курилов Алексей           лично Тамбов         I      46 1974 02:32:02,0 +08:28,8    8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 9 Бакалдин Илья             лично Балашиха       КМС    72 1991 02:33:08,3 +09:35,1    9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10 Иванов Сергей             лично Москва         МС     74 1960 02:33:24,6 +09:51,4   10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11 Филькин Эдуард            62 зубры ski team    КМС   120 1978 02:35:47,2 +12:14,0   11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12 Сазонов Алексей           Владимир                   152 1992 02:37:31,7 +13:58,5   12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13 Кузнецов Максим           Владимир                   153 1993 02:37:50,8 +14:17,6   13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14 Савоскин Сергей           лично Рязань         КМС    91 1973 02:38:19,0 +14:45,8   14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15 Кузьмин Михаил            33 СКиД              I     100 1967 02:40:35,3 +17:02,1   15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16 Сидоров Владимир          лично Зеленогад      МС    108 1964 02:43:39,7 +20:06,5   16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17 Прохоров Сергей           лично Красноармейск  МС    170 1980 02:45:02,4 +21:29,2   17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18 Эйсмонт Денис             Софрино                    140 1989 02:47:13,7 +23:40,5   18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19 Илларионов Андрей         лично Орехово-Зуево  I      43 1983 02:47:32,2 +23:59,0   19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20 Воробьёв Виктор           лично Рязань               123 1963 02:47:56,6 +24:23,4   20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21 Мишин Игорь               лично Рязань         МС     88 1964 02:48:11,7 +24:38,5   21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22 Иванов Павел              лично Иваново        МС     39 1961 02:49:07,3 +25:34,1   22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23 Попов Андрей              Комсомольск                 47 1995 02:49:22,4 +25:49,2   23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24 Митин Виктор              лично Вологодская,Ки МС     63 1967 02:49:23,6 +25:50,4   24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25 Нестеров Анатолий         лично Подольск              22 1967 02:49:28,0 +25:54,8   25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26 Агафонов Денис            Софрино                    141 1989 02:49:35,4 +26:02,2   26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27 Менжак Олег               лично москва         МС    137 1954 02:49:59,5 +26:26,3   27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28 Формальнов Игорь          лично Наро-Фоминск   КМС    53 1963 02:51:22,0 +27:48,8   28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29 Рыбаков Максим            33 СДЮСШОР №3 им. А. КМС   112 1991 02:51:24,1 +27:50,9   29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30 Лукашов Сергей            33 СКиД              I      97 1988 02:51:32,3 +27:59,1   30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31 Машинистов Сергей         лично Рязань         I     122 1968 02:51:47,0 +28:13,8   31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32 Гуляев Владимир           33 СК им.Михаила Сер I       4 1994 02:52:19,5 +28:46,3   32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33 Шелковников Александр     Москва                     159 1981 02:52:23,4 +28:50,2   33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34 Фалин Владимир            Комсомольск Иваново         23 1963 02:52:24,2 +28:51,0   34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35 Федосов Вячеслав          лично Щелково        МС    164 1958 02:53:45,9 +30:12,7   35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36 Тарасов Сергей            Кировская обл               17 1969 02:54:19,0 +30:45,8   36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37 Пустынников Сергей        лично Наро-Фоминск   I      54 1954 02:54:37,8 +31:04,6   37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38 Востриков Иван            77 Альфа-Битца       КМС   132 1950 02:55:10,1 +31:36,9   38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39 Покровский Иван           лично Москва         I     150 1973 02:56:35,8 +33:02,6   39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40 Малашкин Сергей           77 Альфа-Битца       КМС   133 1974 02:56:46,0 +33:12,8   40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41 Герасимов Юрий            лично Москва         I     131 1959 02:58:43,6 +35:10,4   41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42 Гришин Владимир           77 О-Клуб            МС     70 1955 02:59:25,0 +35:51,8   42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43 Жуков Андрей              лично Зеленоград     I     125 1976 02:59:52,0 +36:18,8   43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44 Смирнов Евгений           лично Иваново        КМС    37 1958 03:02:03,1 +38:29,9   44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45 Вашенцев Юрий             50 Электроугли       МС     35 1949 03:02:44,8 +39:11,6   45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46 Дубровкин Артём           33 СДЮСШОР №3 им. А. I     111 1995 03:02:51,8 +39:18,6   46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47 Костерин Владимир         лично Собинка              114 1970 03:03:04,9 +39:31,7   47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48 Вахрушев Дмитрий          лично серпухов-15           80 1977 03:03:13,3 +39:40,1   48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49 Шефер Павел               Владимир                   154 1995 03:03:37,2 +40:04,0   49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50 Башурин Валерий           лично Рыбинск        КМС   180 1976 03:04:21,2 +40:48,0   50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51 Белобородов Михаил        лично Черноголовка   I     138 1971 03:04:21,6 +40:48,4   51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52 Еврасов Василий           Комсомольск                 19 1990 03:05:49,6 +42:16,4   52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53 Рафаев Андрей             лично                Iю     73 1961 03:06:29,6 +42:56,4   53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54 Красавин Александр        33 СК им.Михаила Сер I      10 1987 03:08:00,0 +44:26,8   54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55 Федорин Владимир          лично Павловский Пос КМС    36 1966 03:08:36,5 +45:03,3   55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56 Бутылёв Павел             33 СКиД              I      98 1971 03:08:59,0 +45:25,8   56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57 Ануфриев Всеволод         СДЮСШ им. Даниловой         86 1991 03:09:18,3 +45:45,1   57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58 Резниченко Виктор         лично                I      56 1949 03:10:39,4 +47:06,2   58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59 Кокурин Владимир          Ярославль                   29 1953 03:11:24,8 +47:51,6   59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60 Швец Василий              лично Электрогорск          67 1964 03:14:15,5 +50:42,3   60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61 Лаврушин Александр        лично Климовск       I      82 1967 03:14:20,4 +50:47,2   61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62 Новожилов Дмитрий         Кольчугино                  45 1973 03:14:36,3 +51:03,1   62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63 Пронин Владимир           Москва                     129      03:14:47,0 +51:13,8   63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64 Романов Сергей            33 СК им.Михаила Сер I      33 1974 03:14:48,5 +51:15,3   64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65 Крупнов Николай           77 О-Клуб            КМС    69 1957 03:15:10,4 +51:37,2   65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66 Шагалин Валерий           лично Павловский Пос I      71 1962 03:15:59,3 +52:26,1   66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67 Югов Павел                77 Альфа-Битца       I     135 1955 03:16:23,6 +52:50,4   67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68 Назаров Алексей           лично Москва         II     65 1967 03:16:27,7 +52:54,5   68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69 Мукоид Юрий               50 Одинцово-Ершово   I      83 1953 03:17:08,4 +53:35,2   69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70 Озеров Сергей             лично Кольчугино     I      42 1962 03:17:34,5 +54:01,3   70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71 Чечёткин Сергей           Сергиев Посад              101 1985 03:17:44,3 +54:11,1   71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72 Озеров Александр          лично кольчугино     I      41 1969 03:21:21,0 +57:47,8   72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73 Шеин Юрий                 лично Истра          I     163 1965 03:28:00,8 +04:27,6   73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74 Айсаев Александр          лично Павловский Пос I      34 1965 03:28:23,5 +04:50,3   74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75 Плавский Игорь            лично Москва         КМС    52 1955 03:28:45,8 +05:12,6   75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76 Карпов Александр          33 СКиД              I     102 1960 03:28:54,8 +05:21,6   76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77 Парамонов Геннадий        лично Ярославль      I      18 1948 03:30:18,4 +06:45,2   77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78 Комарец Анатолий          Москва Зеленоград          126 1969 03:31:08,5 +07:35,3   78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79 Соловьёв Алексей          33 СК им.Михаила Сер        12 1955 03:31:28,0 +07:54,8   79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80 Акимов Андрей             лично Пересвет       I      30 1970 03:31:34,7 +08:01,5   80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81 Глыбенко Игорь            лично                I      60 1959 03:32:30,1 +08:56,9   81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82 Ахроров Александр         Ногинск                    151 1951 03:32:32,7 +08:59,5   82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83 Гетьман Игорь             лично п Свердловский I     156 1953 03:32:40,6 +09:07,4   83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84 Зиновичев Игорь           лично Рыбинск        I     181 1985 03:37:10,4 +13:37,2   84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85 Беляков Владислав         77 Альфа-Битца       I      66 1969 03:39:39,4 +16:06,2   85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86 Захаров Юрий              Городище                   113 1946 03:40:37,7 +17:04,5   86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87 Сергеев Вадим             Владимир                   104 1960 03:42:55,8 +19:22,6   87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88 Кухваев Дмитрий           33 СК им.Михаила Сер        11 1978 03:43:58,7 +20:25,5   88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89 Михайлов Валерий          лично Владимир       КМС   144 1960 03:45:44,4 +22:11,2   89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90 Калтышкин Анатолий        лично                       58 1954 03:50:06,3 +26:33,1   90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91 Кадакин Валерий           50 Диаскан                  61 1957 03:52:48,4 +29:15,2   91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92 Куров Геннадий            50 Снегирь           I     127 1951 03:52:50,6 +29:17,4   92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93 Емелин Андрей             лично Москва         КМС    49 1962 03:53:01,2 +29:28,0   93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94 Супрун Денис              лично Электросталь         107 1981 03:54:42,4 +31:09,2   94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95 Бабашев Юрий              лично Киржач                 3 1969 03:55:28,4 +31:55,2   95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96 Покидышев Арсений         Одинцово                    81 1978 03:57:06,7 +33:33,5   96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97 Кадыров Данис             50 Электроугли       КМС    68 1951 03:58:56,1 +35:22,9   97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98 Мурашко Виктор            лично                II     77 1957 04:00:39,3 +37:06,1   98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 99 Каравай Михаил            Королёв                    168 1940 04:02:38,0 +39:04,8   99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100 Колодин Игорь             лично Мамонтовка            59 1958 04:05:22,8 +41:49,6  100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101 Наумов Сергей             лично Электросталь          20 1984 04:06:15,0 +42:41,8  101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102 Ерофеев Александр         лично Москва         I      64 1956 04:08:18,7 +44:45,5  102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103 Подгорный Михаил          лично Заря           III    75 1961 04:09:53,8 +46:20,6  103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104 Пануш Сергей              Москва лично                89 1954 04:10:03,7 +46:30,5  104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105 Борисов Николай           Битца Москва                78 1943 04:12:45,8 +49:12,6  105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106 Головко Валерий           лично Москва СК Рома        24 1946 04:14:50,1 +51:16,9  106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107 Кригер Александр          лично Федоскино             51 1973 04:15:14,6 +51:41,4  107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108 Камалетдинов Рушан        50 Электроугли       I      32 1948 04:17:35,5 +54:02,3  108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109 Ахмеров Шамиль            Альфа-Битца                 76 1950 04:20:20,8 +56:47,6  109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110 Макаров Никита            лично Москва                57 1970 04:22:01,5 +58:28,3  110  М1969-73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111 Варшавский Михаил         лично Москва                55 1946 04:28:09,5 +04:36,3  111  М1953и с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112 Брызгалов Михаил          лично Ярославль      Iю      2 1962 04:33:48,5 +10:15,3  112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113 Горбушин Виталий          лично                III   110 1963 04:44:06,3 +20:33,1  113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114 Шаймердянов Алимжан       Александров                 96 1955 СОШЁЛ                  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115 Разумовский Владимир      Владимир                   103 1962 СОШЁЛ                    М1959-63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116 Семёнов Владимир          лично Собинка        КМС   106 1958 СОШЁЛ                    М1954-58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117 Сергеев Руслан            33 СК им.Михаила Сер I       7 1991 СОШЁЛ                  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118 6                         .                            6      СОШЁЛ                    М1964-68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119 Сергеев Антон             62 зубры ski team    МС    121 1986 СОШЁЛ                  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120 Стениловский Александр    лично Лыткарино      I      93 1983 СОШЁЛ                  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121 Климов Игорь              Омега Москва                94 1976 СОШЁЛ                    М1974-78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 xml:space="preserve"> 122 Пыжов Николай             Долгопрудный                95 1991 СОШЁЛ                    М1979-95 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>Главный судья                                   Налётов Д.В.</w:t>
      </w:r>
    </w:p>
    <w:p w:rsidR="00E22C33" w:rsidRPr="0098632B" w:rsidRDefault="00E22C33" w:rsidP="00986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eastAsia="ru-RU"/>
        </w:rPr>
      </w:pPr>
      <w:r w:rsidRPr="0098632B">
        <w:rPr>
          <w:rFonts w:ascii="Courier New" w:hAnsi="Courier New" w:cs="Courier New"/>
          <w:color w:val="000000"/>
          <w:sz w:val="16"/>
          <w:szCs w:val="16"/>
          <w:lang w:eastAsia="ru-RU"/>
        </w:rPr>
        <w:t>Главный секретарь                               Коннова О.В.</w:t>
      </w:r>
    </w:p>
    <w:p w:rsidR="00E22C33" w:rsidRPr="0098632B" w:rsidRDefault="00E22C33">
      <w:pPr>
        <w:rPr>
          <w:sz w:val="16"/>
          <w:szCs w:val="16"/>
        </w:rPr>
      </w:pPr>
    </w:p>
    <w:sectPr w:rsidR="00E22C33" w:rsidRPr="0098632B" w:rsidSect="009863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32B"/>
    <w:rsid w:val="00214254"/>
    <w:rsid w:val="00365B54"/>
    <w:rsid w:val="00762363"/>
    <w:rsid w:val="0098632B"/>
    <w:rsid w:val="00994602"/>
    <w:rsid w:val="00E2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36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86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9863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632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8632B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rsid w:val="00986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98632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8632B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98632B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9863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8632B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14</Pages>
  <Words>11138</Words>
  <Characters>-32766</Characters>
  <Application>Microsoft Office Outlook</Application>
  <DocSecurity>0</DocSecurity>
  <Lines>0</Lines>
  <Paragraphs>0</Paragraphs>
  <ScaleCrop>false</ScaleCrop>
  <Company>SPORTident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14й традиционный</dc:title>
  <dc:subject/>
  <dc:creator>Dmitry</dc:creator>
  <cp:keywords/>
  <dc:description/>
  <cp:lastModifiedBy>Евгений</cp:lastModifiedBy>
  <cp:revision>2</cp:revision>
  <dcterms:created xsi:type="dcterms:W3CDTF">2014-02-26T04:45:00Z</dcterms:created>
  <dcterms:modified xsi:type="dcterms:W3CDTF">2014-02-26T04:45:00Z</dcterms:modified>
</cp:coreProperties>
</file>