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44" w:rsidRPr="00FA4500" w:rsidRDefault="00473744" w:rsidP="0027375B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 xml:space="preserve">Приглашение  </w:t>
      </w:r>
      <w:r w:rsidR="008C593B">
        <w:rPr>
          <w:rFonts w:ascii="Times New Roman" w:hAnsi="Times New Roman"/>
          <w:sz w:val="44"/>
          <w:szCs w:val="44"/>
          <w:lang w:val="ru-RU"/>
        </w:rPr>
        <w:t>04.11.</w:t>
      </w:r>
      <w:r w:rsidR="00B25FB3">
        <w:rPr>
          <w:rFonts w:ascii="Times New Roman" w:hAnsi="Times New Roman"/>
          <w:sz w:val="44"/>
          <w:szCs w:val="44"/>
          <w:lang w:val="ru-RU"/>
        </w:rPr>
        <w:t>2015</w:t>
      </w:r>
      <w:r w:rsidR="0027375B" w:rsidRPr="00FA4500">
        <w:rPr>
          <w:rFonts w:ascii="Times New Roman" w:hAnsi="Times New Roman"/>
          <w:sz w:val="44"/>
          <w:szCs w:val="44"/>
          <w:lang w:val="ru-RU"/>
        </w:rPr>
        <w:t xml:space="preserve"> г.</w:t>
      </w:r>
    </w:p>
    <w:p w:rsidR="00473744" w:rsidRPr="00FA4500" w:rsidRDefault="00473744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«</w:t>
      </w:r>
      <w:r w:rsidR="008B713C" w:rsidRPr="00FA4500">
        <w:rPr>
          <w:rFonts w:ascii="Times New Roman" w:hAnsi="Times New Roman"/>
          <w:sz w:val="44"/>
          <w:szCs w:val="44"/>
          <w:lang w:val="ru-RU"/>
        </w:rPr>
        <w:t>КЕКУСНИК</w:t>
      </w:r>
      <w:r w:rsidR="00BF4763" w:rsidRPr="00FA4500">
        <w:rPr>
          <w:rFonts w:ascii="Times New Roman" w:hAnsi="Times New Roman"/>
          <w:sz w:val="44"/>
          <w:szCs w:val="44"/>
          <w:lang w:val="ru-RU"/>
        </w:rPr>
        <w:t>»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20</w:t>
      </w:r>
      <w:r w:rsidR="0027375B" w:rsidRPr="00FA4500">
        <w:rPr>
          <w:rFonts w:ascii="Times New Roman" w:hAnsi="Times New Roman"/>
          <w:sz w:val="44"/>
          <w:szCs w:val="44"/>
          <w:lang w:val="ru-RU"/>
        </w:rPr>
        <w:t>1</w:t>
      </w:r>
      <w:r w:rsidR="00B25FB3">
        <w:rPr>
          <w:rFonts w:ascii="Times New Roman" w:hAnsi="Times New Roman"/>
          <w:sz w:val="44"/>
          <w:szCs w:val="44"/>
          <w:lang w:val="ru-RU"/>
        </w:rPr>
        <w:t>5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»</w:t>
      </w:r>
    </w:p>
    <w:p w:rsidR="0027375B" w:rsidRPr="00FA4500" w:rsidRDefault="008C593B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>Кросс 17,5</w:t>
      </w:r>
      <w:r w:rsidR="005D2E78" w:rsidRPr="00FA4500">
        <w:rPr>
          <w:rFonts w:ascii="Times New Roman" w:hAnsi="Times New Roman"/>
          <w:sz w:val="44"/>
          <w:szCs w:val="44"/>
          <w:lang w:val="ru-RU"/>
        </w:rPr>
        <w:t xml:space="preserve"> км</w:t>
      </w:r>
    </w:p>
    <w:p w:rsidR="002D5784" w:rsidRPr="00FA4500" w:rsidRDefault="002D5784">
      <w:pPr>
        <w:jc w:val="center"/>
        <w:rPr>
          <w:rFonts w:ascii="Times New Roman" w:hAnsi="Times New Roman"/>
          <w:sz w:val="44"/>
          <w:szCs w:val="44"/>
          <w:lang w:val="ru-RU"/>
        </w:rPr>
      </w:pPr>
    </w:p>
    <w:p w:rsidR="00473744" w:rsidRPr="00B25FB3" w:rsidRDefault="00473744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Программа</w:t>
      </w:r>
      <w:r w:rsidRPr="00B25FB3">
        <w:rPr>
          <w:rFonts w:ascii="Times New Roman" w:hAnsi="Times New Roman"/>
          <w:sz w:val="44"/>
          <w:szCs w:val="44"/>
          <w:lang w:val="ru-RU"/>
        </w:rPr>
        <w:t xml:space="preserve"> </w:t>
      </w:r>
      <w:r w:rsidRPr="00FA4500">
        <w:rPr>
          <w:rFonts w:ascii="Times New Roman" w:hAnsi="Times New Roman"/>
          <w:sz w:val="44"/>
          <w:szCs w:val="44"/>
          <w:lang w:val="ru-RU"/>
        </w:rPr>
        <w:t>дня:</w:t>
      </w:r>
    </w:p>
    <w:tbl>
      <w:tblPr>
        <w:tblW w:w="0" w:type="auto"/>
        <w:tblInd w:w="5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6220"/>
        <w:gridCol w:w="3120"/>
      </w:tblGrid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473744">
            <w:pPr>
              <w:pStyle w:val="1"/>
              <w:rPr>
                <w:sz w:val="44"/>
                <w:szCs w:val="44"/>
              </w:rPr>
            </w:pPr>
            <w:r w:rsidRPr="00FA4500">
              <w:rPr>
                <w:sz w:val="44"/>
                <w:szCs w:val="44"/>
              </w:rPr>
              <w:t>регистрация участников</w:t>
            </w:r>
          </w:p>
        </w:tc>
        <w:tc>
          <w:tcPr>
            <w:tcW w:w="31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10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</w:t>
            </w:r>
            <w:proofErr w:type="spellStart"/>
            <w:r w:rsidRPr="00FA4500">
              <w:rPr>
                <w:rFonts w:ascii="Times New Roman" w:hAnsi="Times New Roman"/>
                <w:sz w:val="44"/>
                <w:szCs w:val="44"/>
              </w:rPr>
              <w:t>0</w:t>
            </w:r>
            <w:proofErr w:type="spellEnd"/>
            <w:r w:rsidRPr="00FA4500">
              <w:rPr>
                <w:rFonts w:ascii="Times New Roman" w:hAnsi="Times New Roman"/>
                <w:sz w:val="44"/>
                <w:szCs w:val="44"/>
              </w:rPr>
              <w:t xml:space="preserve"> - 10.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4</w:t>
            </w:r>
            <w:r w:rsidR="00473744" w:rsidRPr="00FA4500">
              <w:rPr>
                <w:rFonts w:ascii="Times New Roman" w:hAnsi="Times New Roman"/>
                <w:sz w:val="44"/>
                <w:szCs w:val="44"/>
              </w:rPr>
              <w:t>5</w:t>
            </w: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</w:p>
        </w:tc>
        <w:tc>
          <w:tcPr>
            <w:tcW w:w="31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Кросс</w:t>
            </w:r>
            <w:r w:rsidR="00473744" w:rsidRPr="00FA4500">
              <w:rPr>
                <w:rFonts w:ascii="Times New Roman" w:hAnsi="Times New Roman"/>
                <w:sz w:val="44"/>
                <w:szCs w:val="44"/>
              </w:rPr>
              <w:t xml:space="preserve">  </w:t>
            </w:r>
            <w:r w:rsidR="008C593B">
              <w:rPr>
                <w:rFonts w:ascii="Times New Roman" w:hAnsi="Times New Roman"/>
                <w:sz w:val="44"/>
                <w:szCs w:val="44"/>
                <w:lang w:val="ru-RU"/>
              </w:rPr>
              <w:t>17,5</w:t>
            </w:r>
            <w:r w:rsidR="0027375B" w:rsidRPr="00FA4500">
              <w:rPr>
                <w:rFonts w:ascii="Times New Roman" w:hAnsi="Times New Roman"/>
                <w:sz w:val="44"/>
                <w:szCs w:val="44"/>
                <w:lang w:val="ru-RU"/>
              </w:rPr>
              <w:t xml:space="preserve"> </w:t>
            </w:r>
            <w:r w:rsidR="00473744" w:rsidRPr="00FA4500">
              <w:rPr>
                <w:rFonts w:ascii="Times New Roman" w:hAnsi="Times New Roman"/>
                <w:sz w:val="44"/>
                <w:szCs w:val="44"/>
                <w:lang w:val="ru-RU"/>
              </w:rPr>
              <w:t>км</w:t>
            </w:r>
          </w:p>
        </w:tc>
        <w:tc>
          <w:tcPr>
            <w:tcW w:w="31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</w:rPr>
              <w:t>1</w:t>
            </w:r>
            <w:proofErr w:type="spellStart"/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1</w:t>
            </w:r>
            <w:proofErr w:type="spellEnd"/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00</w:t>
            </w: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с гандикапом</w:t>
            </w:r>
          </w:p>
        </w:tc>
        <w:tc>
          <w:tcPr>
            <w:tcW w:w="31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8B713C" w:rsidRPr="008F579D" w:rsidTr="008B713C">
        <w:trPr>
          <w:cantSplit/>
          <w:trHeight w:val="270"/>
        </w:trPr>
        <w:tc>
          <w:tcPr>
            <w:tcW w:w="6220" w:type="dxa"/>
          </w:tcPr>
          <w:p w:rsidR="008B713C" w:rsidRPr="008F579D" w:rsidRDefault="008B713C">
            <w:pPr>
              <w:rPr>
                <w:rFonts w:ascii="CyrillicSoviet" w:hAnsi="CyrillicSoviet"/>
                <w:sz w:val="44"/>
                <w:szCs w:val="44"/>
              </w:rPr>
            </w:pPr>
          </w:p>
        </w:tc>
        <w:tc>
          <w:tcPr>
            <w:tcW w:w="3120" w:type="dxa"/>
            <w:vMerge w:val="restart"/>
          </w:tcPr>
          <w:p w:rsidR="008B713C" w:rsidRPr="008F579D" w:rsidRDefault="008B713C">
            <w:pPr>
              <w:rPr>
                <w:rFonts w:ascii="Times" w:hAnsi="Times"/>
                <w:sz w:val="44"/>
                <w:szCs w:val="44"/>
              </w:rPr>
            </w:pPr>
          </w:p>
        </w:tc>
      </w:tr>
      <w:tr w:rsidR="008B713C">
        <w:trPr>
          <w:cantSplit/>
          <w:trHeight w:val="270"/>
        </w:trPr>
        <w:tc>
          <w:tcPr>
            <w:tcW w:w="6220" w:type="dxa"/>
          </w:tcPr>
          <w:p w:rsidR="008B713C" w:rsidRDefault="008B713C">
            <w:pPr>
              <w:rPr>
                <w:rFonts w:ascii="Times New Roman" w:hAnsi="Times New Roman"/>
                <w:sz w:val="48"/>
                <w:lang w:val="ru-RU"/>
              </w:rPr>
            </w:pPr>
          </w:p>
        </w:tc>
        <w:tc>
          <w:tcPr>
            <w:tcW w:w="3120" w:type="dxa"/>
            <w:vMerge/>
          </w:tcPr>
          <w:p w:rsidR="008B713C" w:rsidRDefault="008B713C">
            <w:pPr>
              <w:rPr>
                <w:rFonts w:ascii="Times" w:hAnsi="Times"/>
                <w:sz w:val="48"/>
              </w:rPr>
            </w:pPr>
          </w:p>
        </w:tc>
      </w:tr>
    </w:tbl>
    <w:p w:rsidR="000929C0" w:rsidRDefault="000929C0">
      <w:pPr>
        <w:pBdr>
          <w:bottom w:val="single" w:sz="12" w:space="1" w:color="auto"/>
        </w:pBdr>
        <w:rPr>
          <w:rFonts w:ascii="Times New Roman" w:hAnsi="Times New Roman"/>
          <w:lang w:val="ru-RU"/>
        </w:rPr>
      </w:pPr>
    </w:p>
    <w:p w:rsidR="00473744" w:rsidRPr="000929C0" w:rsidRDefault="00473744">
      <w:pPr>
        <w:rPr>
          <w:rFonts w:ascii="Times New Roman" w:hAnsi="Times New Roman"/>
          <w:lang w:val="ru-RU"/>
        </w:rPr>
      </w:pPr>
    </w:p>
    <w:p w:rsidR="00473744" w:rsidRDefault="00FA6931"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08pt;margin-top:7.9pt;width:440.1pt;height:276.7pt;z-index:251657216" o:regroupid="1" fillcolor="window">
            <v:imagedata r:id="rId6" o:title=""/>
          </v:shape>
          <o:OLEObject Type="Embed" ProgID="Word.Picture.8" ShapeID="_x0000_s1027" DrawAspect="Content" ObjectID="_1506013688" r:id="rId7"/>
        </w:pict>
      </w:r>
    </w:p>
    <w:p w:rsidR="00473744" w:rsidRDefault="00FA6931">
      <w:pPr>
        <w:jc w:val="center"/>
        <w:rPr>
          <w:rFonts w:ascii="Times New Roman" w:hAnsi="Times New Roman"/>
          <w:lang w:val="ru-RU"/>
        </w:rPr>
      </w:pPr>
      <w:r w:rsidRPr="00FA6931">
        <w:rPr>
          <w:noProof/>
          <w:lang w:val="ru-RU"/>
        </w:rPr>
        <w:pict>
          <v:shape id="_x0000_s1031" type="#_x0000_t75" style="position:absolute;left:0;text-align:left;margin-left:12.75pt;margin-top:175.25pt;width:294.75pt;height:186.1pt;z-index:251658240" fillcolor="window">
            <v:imagedata r:id="rId8" o:title=""/>
            <w10:wrap type="topAndBottom"/>
          </v:shape>
          <o:OLEObject Type="Embed" ProgID="Word.Picture.8" ShapeID="_x0000_s1031" DrawAspect="Content" ObjectID="_1506013689" r:id="rId9"/>
        </w:pict>
      </w:r>
      <w:r w:rsidR="00473744">
        <w:br w:type="page"/>
      </w:r>
    </w:p>
    <w:p w:rsidR="00BE2193" w:rsidRPr="00BE2193" w:rsidRDefault="00BE2193">
      <w:pPr>
        <w:jc w:val="center"/>
        <w:rPr>
          <w:rFonts w:ascii="Times New Roman" w:hAnsi="Times New Roman"/>
          <w:sz w:val="48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F20789" w:rsidRDefault="00F20789">
      <w:pPr>
        <w:rPr>
          <w:rFonts w:ascii="Times New Roman" w:hAnsi="Times New Roman"/>
          <w:lang w:val="ru-RU"/>
        </w:rPr>
      </w:pPr>
    </w:p>
    <w:sectPr w:rsidR="00F20789" w:rsidSect="00FA69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880" w:h="16820" w:code="9"/>
      <w:pgMar w:top="567" w:right="561" w:bottom="567" w:left="862" w:header="737" w:footer="737" w:gutter="0"/>
      <w:cols w:space="7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002" w:rsidRDefault="00121002" w:rsidP="008F4540">
      <w:r>
        <w:separator/>
      </w:r>
    </w:p>
  </w:endnote>
  <w:endnote w:type="continuationSeparator" w:id="0">
    <w:p w:rsidR="00121002" w:rsidRDefault="00121002" w:rsidP="008F4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Њосква">
    <w:altName w:val="Times New Roman"/>
    <w:panose1 w:val="00000000000000000000"/>
    <w:charset w:val="4D"/>
    <w:family w:val="auto"/>
    <w:notTrueType/>
    <w:pitch w:val="default"/>
    <w:sig w:usb0="00000000" w:usb1="00000000" w:usb2="00000000" w:usb3="00000000" w:csb0="00000000" w:csb1="00000000"/>
  </w:font>
  <w:font w:name="CyrillicSoviet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Pr="00C10DE3" w:rsidRDefault="00CA26B4" w:rsidP="00CA26B4">
    <w:pPr>
      <w:ind w:firstLine="340"/>
      <w:jc w:val="center"/>
      <w:rPr>
        <w:lang w:val="ru-RU"/>
      </w:rPr>
    </w:pPr>
    <w:r>
      <w:rPr>
        <w:lang w:val="ru-RU"/>
      </w:rPr>
      <w:t xml:space="preserve">Контакт - </w:t>
    </w:r>
    <w:proofErr w:type="spellStart"/>
    <w:r>
      <w:rPr>
        <w:lang w:val="ru-RU"/>
      </w:rPr>
      <w:t>Толчинский</w:t>
    </w:r>
    <w:proofErr w:type="spellEnd"/>
    <w:r>
      <w:rPr>
        <w:lang w:val="ru-RU"/>
      </w:rPr>
      <w:t xml:space="preserve"> </w:t>
    </w:r>
    <w:smartTag w:uri="urn:schemas-microsoft-com:office:smarttags" w:element="PersonName">
      <w:smartTagPr>
        <w:attr w:name="ProductID" w:val="Сергей Ефимович"/>
      </w:smartTagPr>
      <w:r>
        <w:rPr>
          <w:lang w:val="ru-RU"/>
        </w:rPr>
        <w:t>Сергей Ефимович</w:t>
      </w:r>
    </w:smartTag>
    <w:r>
      <w:rPr>
        <w:lang w:val="ru-RU"/>
      </w:rPr>
      <w:t xml:space="preserve">  т. </w:t>
    </w:r>
    <w:r w:rsidRPr="00C10DE3">
      <w:rPr>
        <w:lang w:val="ru-RU"/>
      </w:rPr>
      <w:t>8 903 687 4504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002" w:rsidRDefault="00121002" w:rsidP="008F4540">
      <w:r>
        <w:separator/>
      </w:r>
    </w:p>
  </w:footnote>
  <w:footnote w:type="continuationSeparator" w:id="0">
    <w:p w:rsidR="00121002" w:rsidRDefault="00121002" w:rsidP="008F4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Pr="00CA26B4" w:rsidRDefault="00CA26B4">
    <w:pPr>
      <w:pStyle w:val="a3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789"/>
    <w:rsid w:val="0005122B"/>
    <w:rsid w:val="00060277"/>
    <w:rsid w:val="0007073C"/>
    <w:rsid w:val="000929C0"/>
    <w:rsid w:val="000B5A9B"/>
    <w:rsid w:val="0012080F"/>
    <w:rsid w:val="00121002"/>
    <w:rsid w:val="001638D1"/>
    <w:rsid w:val="00256920"/>
    <w:rsid w:val="0027375B"/>
    <w:rsid w:val="00292B45"/>
    <w:rsid w:val="002D5784"/>
    <w:rsid w:val="002F6BD4"/>
    <w:rsid w:val="00452220"/>
    <w:rsid w:val="00473744"/>
    <w:rsid w:val="00513A21"/>
    <w:rsid w:val="00520EB6"/>
    <w:rsid w:val="005C6450"/>
    <w:rsid w:val="005D2E78"/>
    <w:rsid w:val="007D229A"/>
    <w:rsid w:val="00836E94"/>
    <w:rsid w:val="008B713C"/>
    <w:rsid w:val="008C593B"/>
    <w:rsid w:val="008E097E"/>
    <w:rsid w:val="008F4540"/>
    <w:rsid w:val="008F579D"/>
    <w:rsid w:val="00971377"/>
    <w:rsid w:val="00995BCE"/>
    <w:rsid w:val="00AC066E"/>
    <w:rsid w:val="00B25FB3"/>
    <w:rsid w:val="00BE2193"/>
    <w:rsid w:val="00BF4763"/>
    <w:rsid w:val="00C375F5"/>
    <w:rsid w:val="00CA26B4"/>
    <w:rsid w:val="00E3377A"/>
    <w:rsid w:val="00E6501A"/>
    <w:rsid w:val="00F20789"/>
    <w:rsid w:val="00F22C8A"/>
    <w:rsid w:val="00F31F7B"/>
    <w:rsid w:val="00FA4500"/>
    <w:rsid w:val="00FA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931"/>
    <w:rPr>
      <w:rFonts w:ascii="Њосква" w:hAnsi="Њосква"/>
      <w:sz w:val="24"/>
      <w:lang w:val="en-AU"/>
    </w:rPr>
  </w:style>
  <w:style w:type="paragraph" w:styleId="1">
    <w:name w:val="heading 1"/>
    <w:basedOn w:val="a"/>
    <w:next w:val="a"/>
    <w:qFormat/>
    <w:rsid w:val="00FA6931"/>
    <w:pPr>
      <w:keepNext/>
      <w:outlineLvl w:val="0"/>
    </w:pPr>
    <w:rPr>
      <w:rFonts w:ascii="Times New Roman" w:hAnsi="Times New Roman"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26B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A26B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adbakh\copy_from_c\_VNK\DIARIES\VNK\acatovo\AFISH\Afish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Afisha.dot</Template>
  <TotalTime>0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Ghbukfitybt  ___fghtkz</vt:lpstr>
    </vt:vector>
  </TitlesOfParts>
  <Company>GL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Ghbukfitybt  ___fghtkz</dc:title>
  <dc:subject/>
  <dc:creator>Inform.group</dc:creator>
  <cp:keywords/>
  <dc:description/>
  <cp:lastModifiedBy>Миш</cp:lastModifiedBy>
  <cp:revision>3</cp:revision>
  <cp:lastPrinted>2008-10-06T07:53:00Z</cp:lastPrinted>
  <dcterms:created xsi:type="dcterms:W3CDTF">2015-10-10T16:21:00Z</dcterms:created>
  <dcterms:modified xsi:type="dcterms:W3CDTF">2015-10-10T16:22:00Z</dcterms:modified>
</cp:coreProperties>
</file>