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FF9" w:rsidRPr="00CF147C" w:rsidRDefault="00D14FF9" w:rsidP="00B61D4B">
      <w:pPr>
        <w:autoSpaceDE w:val="0"/>
        <w:autoSpaceDN w:val="0"/>
        <w:adjustRightInd w:val="0"/>
        <w:jc w:val="center"/>
        <w:rPr>
          <w:b/>
          <w:bCs/>
          <w:color w:val="999999"/>
        </w:rPr>
      </w:pPr>
    </w:p>
    <w:p w:rsidR="00D14FF9" w:rsidRPr="00CF147C" w:rsidRDefault="00D14FF9" w:rsidP="00902C31">
      <w:pPr>
        <w:autoSpaceDE w:val="0"/>
        <w:autoSpaceDN w:val="0"/>
        <w:adjustRightInd w:val="0"/>
        <w:jc w:val="center"/>
        <w:rPr>
          <w:b/>
          <w:bCs/>
          <w:color w:val="231F20"/>
          <w:sz w:val="40"/>
          <w:szCs w:val="40"/>
        </w:rPr>
      </w:pPr>
      <w:r w:rsidRPr="00CF147C">
        <w:rPr>
          <w:b/>
          <w:bCs/>
          <w:color w:val="231F20"/>
          <w:sz w:val="40"/>
          <w:szCs w:val="40"/>
        </w:rPr>
        <w:t xml:space="preserve"> «Кросс лыжников города Москвы-2013» </w:t>
      </w:r>
    </w:p>
    <w:p w:rsidR="00D14FF9" w:rsidRDefault="00D14FF9" w:rsidP="00902C31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D14FF9" w:rsidRDefault="00D14FF9" w:rsidP="00902C3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CF147C">
        <w:rPr>
          <w:b/>
          <w:color w:val="000000"/>
        </w:rPr>
        <w:t>6 октября 2013 года</w:t>
      </w:r>
    </w:p>
    <w:p w:rsidR="00D14FF9" w:rsidRPr="00CF147C" w:rsidRDefault="00D14FF9" w:rsidP="00902C31">
      <w:pPr>
        <w:autoSpaceDE w:val="0"/>
        <w:autoSpaceDN w:val="0"/>
        <w:adjustRightInd w:val="0"/>
        <w:jc w:val="center"/>
        <w:rPr>
          <w:b/>
          <w:bCs/>
          <w:color w:val="231F20"/>
        </w:rPr>
      </w:pPr>
      <w:r w:rsidRPr="00CF147C">
        <w:rPr>
          <w:b/>
          <w:color w:val="000000"/>
        </w:rPr>
        <w:t>«Олимпийская деревня-80»</w:t>
      </w:r>
      <w:r w:rsidRPr="00CF147C">
        <w:rPr>
          <w:b/>
        </w:rPr>
        <w:t xml:space="preserve"> Москва, Мичуринский </w:t>
      </w:r>
      <w:r>
        <w:rPr>
          <w:b/>
        </w:rPr>
        <w:t xml:space="preserve">пр., </w:t>
      </w:r>
      <w:r w:rsidRPr="00CF147C">
        <w:rPr>
          <w:b/>
        </w:rPr>
        <w:t>стр. 1</w:t>
      </w:r>
    </w:p>
    <w:p w:rsidR="00D14FF9" w:rsidRPr="00CF147C" w:rsidRDefault="00D14FF9" w:rsidP="00B61D4B">
      <w:pPr>
        <w:autoSpaceDE w:val="0"/>
        <w:autoSpaceDN w:val="0"/>
        <w:adjustRightInd w:val="0"/>
        <w:jc w:val="center"/>
        <w:rPr>
          <w:b/>
          <w:bCs/>
          <w:color w:val="231F20"/>
        </w:rPr>
      </w:pPr>
    </w:p>
    <w:p w:rsidR="00D14FF9" w:rsidRDefault="00D14FF9" w:rsidP="00CF147C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bCs/>
          <w:iCs/>
          <w:color w:val="231F20"/>
        </w:rPr>
      </w:pPr>
      <w:r w:rsidRPr="00CF147C">
        <w:rPr>
          <w:b/>
          <w:bCs/>
          <w:iCs/>
          <w:color w:val="231F20"/>
        </w:rPr>
        <w:t>Классификация соревнований, цели и задачи:</w:t>
      </w:r>
    </w:p>
    <w:p w:rsidR="00D14FF9" w:rsidRPr="00CF147C" w:rsidRDefault="00D14FF9" w:rsidP="000F5651">
      <w:pPr>
        <w:autoSpaceDE w:val="0"/>
        <w:autoSpaceDN w:val="0"/>
        <w:adjustRightInd w:val="0"/>
        <w:ind w:left="720"/>
        <w:rPr>
          <w:b/>
          <w:bCs/>
          <w:iCs/>
          <w:color w:val="231F20"/>
        </w:rPr>
      </w:pPr>
    </w:p>
    <w:p w:rsidR="00D14FF9" w:rsidRPr="00CF147C" w:rsidRDefault="00D14FF9" w:rsidP="00E522BC">
      <w:pPr>
        <w:tabs>
          <w:tab w:val="num" w:pos="0"/>
        </w:tabs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 xml:space="preserve">        Соревнования являются лично-командными, проводятся с целью:</w:t>
      </w:r>
    </w:p>
    <w:p w:rsidR="00D14FF9" w:rsidRPr="00CF147C" w:rsidRDefault="00D14FF9" w:rsidP="00AB66F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>привлечения учащихся к систематическим занятиям, пропаганды здорового образа жизни;</w:t>
      </w:r>
    </w:p>
    <w:p w:rsidR="00D14FF9" w:rsidRDefault="00D14FF9" w:rsidP="00A37A05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>определения уровня спортивной подготовленности лыжников-гонщиков в подготовительном периоде тренировки;</w:t>
      </w:r>
    </w:p>
    <w:p w:rsidR="00D14FF9" w:rsidRDefault="00D14FF9" w:rsidP="00CF147C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bCs/>
          <w:iCs/>
          <w:color w:val="231F20"/>
        </w:rPr>
      </w:pPr>
      <w:r w:rsidRPr="00CF147C">
        <w:rPr>
          <w:b/>
          <w:bCs/>
          <w:iCs/>
          <w:color w:val="231F20"/>
        </w:rPr>
        <w:t>Организаторы соревнований</w:t>
      </w:r>
    </w:p>
    <w:p w:rsidR="00D14FF9" w:rsidRPr="00CF147C" w:rsidRDefault="00D14FF9" w:rsidP="000F5651">
      <w:pPr>
        <w:autoSpaceDE w:val="0"/>
        <w:autoSpaceDN w:val="0"/>
        <w:adjustRightInd w:val="0"/>
        <w:ind w:left="720"/>
        <w:rPr>
          <w:b/>
          <w:bCs/>
          <w:iCs/>
          <w:color w:val="231F20"/>
        </w:rPr>
      </w:pPr>
    </w:p>
    <w:p w:rsidR="00D14FF9" w:rsidRDefault="00D14FF9" w:rsidP="00E522BC">
      <w:p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 xml:space="preserve">Общее руководство подготовкой и проведением соревнований осуществляется  РОО «ФЛГМ».  </w:t>
      </w:r>
    </w:p>
    <w:p w:rsidR="00D14FF9" w:rsidRPr="00CF147C" w:rsidRDefault="00D14FF9" w:rsidP="00E522BC">
      <w:pPr>
        <w:autoSpaceDE w:val="0"/>
        <w:autoSpaceDN w:val="0"/>
        <w:adjustRightInd w:val="0"/>
        <w:jc w:val="both"/>
        <w:rPr>
          <w:color w:val="231F20"/>
        </w:rPr>
      </w:pPr>
    </w:p>
    <w:p w:rsidR="00D14FF9" w:rsidRPr="00CF147C" w:rsidRDefault="00D14FF9" w:rsidP="00CF147C">
      <w:pPr>
        <w:autoSpaceDE w:val="0"/>
        <w:autoSpaceDN w:val="0"/>
        <w:adjustRightInd w:val="0"/>
        <w:jc w:val="center"/>
        <w:rPr>
          <w:b/>
          <w:bCs/>
          <w:iCs/>
          <w:color w:val="231F20"/>
        </w:rPr>
      </w:pPr>
      <w:r>
        <w:rPr>
          <w:b/>
          <w:bCs/>
          <w:iCs/>
          <w:color w:val="231F20"/>
        </w:rPr>
        <w:t>3</w:t>
      </w:r>
      <w:r w:rsidRPr="00CF147C">
        <w:rPr>
          <w:b/>
          <w:bCs/>
          <w:iCs/>
          <w:color w:val="231F20"/>
        </w:rPr>
        <w:t>. Требования к участникам соревнований и условия их допуска</w:t>
      </w:r>
    </w:p>
    <w:p w:rsidR="00D14FF9" w:rsidRPr="00CF147C" w:rsidRDefault="00D14FF9" w:rsidP="0038663F">
      <w:pPr>
        <w:autoSpaceDE w:val="0"/>
        <w:autoSpaceDN w:val="0"/>
        <w:adjustRightInd w:val="0"/>
        <w:rPr>
          <w:color w:val="231F20"/>
        </w:rPr>
      </w:pPr>
      <w:r w:rsidRPr="00CF147C">
        <w:rPr>
          <w:color w:val="231F20"/>
        </w:rPr>
        <w:t xml:space="preserve">К участию в чемпионате и первенстве </w:t>
      </w:r>
      <w:r>
        <w:rPr>
          <w:color w:val="231F20"/>
        </w:rPr>
        <w:t>ЗАО г.</w:t>
      </w:r>
      <w:r w:rsidRPr="00CF147C">
        <w:rPr>
          <w:color w:val="231F20"/>
        </w:rPr>
        <w:t>Москвы по кроссу допускаются:</w:t>
      </w:r>
    </w:p>
    <w:p w:rsidR="00D14FF9" w:rsidRPr="004675BC" w:rsidRDefault="00D14FF9" w:rsidP="00902C31">
      <w:pPr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 w:rsidRPr="004675BC">
        <w:rPr>
          <w:b/>
          <w:color w:val="000000"/>
        </w:rPr>
        <w:t>в личном зачете:</w:t>
      </w:r>
      <w:r w:rsidRPr="004675BC">
        <w:rPr>
          <w:color w:val="000000"/>
        </w:rPr>
        <w:t xml:space="preserve"> мужчины, женщины, юниоры и юниорки, юноши и девушки старшего и среднего возраста любители бега из различных регионов России (все желающие)</w:t>
      </w:r>
    </w:p>
    <w:p w:rsidR="00D14FF9" w:rsidRPr="00CF147C" w:rsidRDefault="00D14FF9" w:rsidP="00902C31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  <w:iCs/>
          <w:color w:val="231F20"/>
        </w:rPr>
      </w:pPr>
      <w:r w:rsidRPr="00CF147C">
        <w:rPr>
          <w:color w:val="231F20"/>
        </w:rPr>
        <w:t xml:space="preserve">в </w:t>
      </w:r>
      <w:r w:rsidRPr="00CF147C">
        <w:rPr>
          <w:b/>
          <w:color w:val="231F20"/>
        </w:rPr>
        <w:t>лично-командном зачете:</w:t>
      </w:r>
      <w:r w:rsidRPr="00CF147C">
        <w:rPr>
          <w:color w:val="231F20"/>
        </w:rPr>
        <w:t xml:space="preserve"> юноши и девушки старшего и среднего возраста, </w:t>
      </w:r>
      <w:r w:rsidRPr="00CF147C">
        <w:rPr>
          <w:b/>
          <w:color w:val="231F20"/>
        </w:rPr>
        <w:t>имеющие спортивную квалификацию по лыжным гонкам не ниже I</w:t>
      </w:r>
      <w:r w:rsidRPr="00CF147C">
        <w:rPr>
          <w:b/>
          <w:color w:val="231F20"/>
          <w:lang w:val="en-US"/>
        </w:rPr>
        <w:t>II</w:t>
      </w:r>
      <w:r w:rsidRPr="00CF147C">
        <w:rPr>
          <w:b/>
          <w:color w:val="231F20"/>
        </w:rPr>
        <w:t xml:space="preserve"> разряда, выступающие за город Москву (состав команды - 32 человека)</w:t>
      </w:r>
    </w:p>
    <w:p w:rsidR="00D14FF9" w:rsidRDefault="00D14FF9" w:rsidP="00AA547A">
      <w:pPr>
        <w:autoSpaceDE w:val="0"/>
        <w:autoSpaceDN w:val="0"/>
        <w:adjustRightInd w:val="0"/>
        <w:ind w:firstLine="561"/>
        <w:jc w:val="both"/>
        <w:rPr>
          <w:color w:val="231F20"/>
        </w:rPr>
      </w:pPr>
    </w:p>
    <w:p w:rsidR="00D14FF9" w:rsidRPr="00CF147C" w:rsidRDefault="00D14FF9" w:rsidP="00AA547A">
      <w:pPr>
        <w:autoSpaceDE w:val="0"/>
        <w:autoSpaceDN w:val="0"/>
        <w:adjustRightInd w:val="0"/>
        <w:ind w:firstLine="561"/>
        <w:jc w:val="both"/>
        <w:rPr>
          <w:color w:val="231F20"/>
        </w:rPr>
        <w:sectPr w:rsidR="00D14FF9" w:rsidRPr="00CF147C" w:rsidSect="00F7484E">
          <w:type w:val="continuous"/>
          <w:pgSz w:w="12240" w:h="15840"/>
          <w:pgMar w:top="0" w:right="272" w:bottom="360" w:left="374" w:header="720" w:footer="720" w:gutter="0"/>
          <w:cols w:space="720"/>
          <w:noEndnote/>
        </w:sectPr>
      </w:pPr>
    </w:p>
    <w:p w:rsidR="00D14FF9" w:rsidRPr="00CF147C" w:rsidRDefault="00D14FF9" w:rsidP="009C6829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 xml:space="preserve">юноши старшего возраста (1996-1997 г. р.) - 7 чел., </w:t>
      </w:r>
    </w:p>
    <w:p w:rsidR="00D14FF9" w:rsidRPr="00CF147C" w:rsidRDefault="00D14FF9" w:rsidP="009C6829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>юноши среднего возраста (1998-1999 г. р.) - 9 чел.,</w:t>
      </w:r>
    </w:p>
    <w:p w:rsidR="00D14FF9" w:rsidRPr="00CF147C" w:rsidRDefault="00D14FF9" w:rsidP="009C6829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>девушки старшего возраста (1996-1997 г. р.) - 7 чел.,</w:t>
      </w:r>
    </w:p>
    <w:p w:rsidR="00D14FF9" w:rsidRPr="00CF147C" w:rsidRDefault="00D14FF9" w:rsidP="009C6829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231F20"/>
        </w:rPr>
      </w:pPr>
      <w:r w:rsidRPr="00CF147C">
        <w:rPr>
          <w:color w:val="231F20"/>
        </w:rPr>
        <w:t>девушки среднего возраста (1998-1999 г. р.)  - 9 чел.</w:t>
      </w:r>
    </w:p>
    <w:p w:rsidR="00D14FF9" w:rsidRPr="00CF147C" w:rsidRDefault="00D14FF9" w:rsidP="000F5651">
      <w:pPr>
        <w:autoSpaceDE w:val="0"/>
        <w:autoSpaceDN w:val="0"/>
        <w:adjustRightInd w:val="0"/>
        <w:rPr>
          <w:b/>
          <w:bCs/>
          <w:i/>
          <w:iCs/>
          <w:color w:val="231F20"/>
        </w:rPr>
        <w:sectPr w:rsidR="00D14FF9" w:rsidRPr="00CF147C" w:rsidSect="00CF147C">
          <w:type w:val="continuous"/>
          <w:pgSz w:w="12240" w:h="15840"/>
          <w:pgMar w:top="1474" w:right="459" w:bottom="851" w:left="374" w:header="720" w:footer="720" w:gutter="0"/>
          <w:cols w:space="708"/>
          <w:noEndnote/>
        </w:sectPr>
      </w:pPr>
    </w:p>
    <w:p w:rsidR="00D14FF9" w:rsidRDefault="00D14FF9" w:rsidP="00B52E68">
      <w:pPr>
        <w:autoSpaceDE w:val="0"/>
        <w:autoSpaceDN w:val="0"/>
        <w:adjustRightInd w:val="0"/>
        <w:rPr>
          <w:color w:val="231F20"/>
        </w:rPr>
        <w:sectPr w:rsidR="00D14FF9" w:rsidSect="00243EC3">
          <w:type w:val="continuous"/>
          <w:pgSz w:w="12240" w:h="15840"/>
          <w:pgMar w:top="180" w:right="459" w:bottom="27" w:left="374" w:header="720" w:footer="720" w:gutter="0"/>
          <w:cols w:space="720"/>
          <w:noEndnote/>
        </w:sectPr>
      </w:pPr>
    </w:p>
    <w:p w:rsidR="00D14FF9" w:rsidRPr="00CF147C" w:rsidRDefault="00D14FF9" w:rsidP="00B52E68">
      <w:pPr>
        <w:autoSpaceDE w:val="0"/>
        <w:autoSpaceDN w:val="0"/>
        <w:adjustRightInd w:val="0"/>
        <w:rPr>
          <w:color w:val="231F20"/>
        </w:rPr>
      </w:pPr>
      <w:r w:rsidRPr="00CF147C">
        <w:rPr>
          <w:color w:val="231F20"/>
        </w:rPr>
        <w:t xml:space="preserve">КРАСНАЯ ГРУППА (четвертая)  - по 2 человека из каждой возрастной группы; </w:t>
      </w:r>
    </w:p>
    <w:p w:rsidR="00D14FF9" w:rsidRPr="00CF147C" w:rsidRDefault="00D14FF9" w:rsidP="008066E6">
      <w:pPr>
        <w:autoSpaceDE w:val="0"/>
        <w:autoSpaceDN w:val="0"/>
        <w:adjustRightInd w:val="0"/>
        <w:rPr>
          <w:color w:val="231F20"/>
        </w:rPr>
      </w:pPr>
      <w:r w:rsidRPr="00CF147C">
        <w:rPr>
          <w:color w:val="231F20"/>
        </w:rPr>
        <w:t>НУЛЕВАЯ ГРУППА – спортсмены, выступающие лично.</w:t>
      </w:r>
    </w:p>
    <w:p w:rsidR="00D14FF9" w:rsidRDefault="00D14FF9" w:rsidP="00902C31">
      <w:pPr>
        <w:ind w:firstLine="708"/>
        <w:jc w:val="both"/>
        <w:rPr>
          <w:b/>
          <w:color w:val="000000"/>
        </w:rPr>
      </w:pPr>
    </w:p>
    <w:p w:rsidR="00D14FF9" w:rsidRPr="00CF147C" w:rsidRDefault="00D14FF9" w:rsidP="00902C31">
      <w:pPr>
        <w:ind w:firstLine="708"/>
        <w:jc w:val="both"/>
        <w:rPr>
          <w:b/>
          <w:color w:val="000000"/>
        </w:rPr>
      </w:pPr>
    </w:p>
    <w:p w:rsidR="00D14FF9" w:rsidRPr="00CF147C" w:rsidRDefault="00D14FF9" w:rsidP="00902C31">
      <w:pPr>
        <w:numPr>
          <w:ilvl w:val="0"/>
          <w:numId w:val="10"/>
        </w:numPr>
        <w:autoSpaceDE w:val="0"/>
        <w:autoSpaceDN w:val="0"/>
        <w:adjustRightInd w:val="0"/>
        <w:ind w:firstLine="66"/>
        <w:jc w:val="both"/>
        <w:rPr>
          <w:color w:val="231F20"/>
        </w:rPr>
      </w:pPr>
      <w:r w:rsidRPr="00CF147C">
        <w:rPr>
          <w:color w:val="231F20"/>
        </w:rPr>
        <w:t>юноши старшего возраста                                        1996</w:t>
      </w:r>
      <w:r>
        <w:rPr>
          <w:color w:val="231F20"/>
        </w:rPr>
        <w:t xml:space="preserve"> </w:t>
      </w:r>
      <w:r w:rsidRPr="00CF147C">
        <w:rPr>
          <w:color w:val="231F20"/>
        </w:rPr>
        <w:t>-</w:t>
      </w:r>
      <w:r>
        <w:rPr>
          <w:color w:val="231F20"/>
        </w:rPr>
        <w:t xml:space="preserve"> </w:t>
      </w:r>
      <w:r w:rsidRPr="00CF147C">
        <w:rPr>
          <w:color w:val="231F20"/>
        </w:rPr>
        <w:t>1997 г. р.</w:t>
      </w:r>
    </w:p>
    <w:p w:rsidR="00D14FF9" w:rsidRPr="00CF147C" w:rsidRDefault="00D14FF9" w:rsidP="00902C31">
      <w:pPr>
        <w:numPr>
          <w:ilvl w:val="0"/>
          <w:numId w:val="10"/>
        </w:numPr>
        <w:autoSpaceDE w:val="0"/>
        <w:autoSpaceDN w:val="0"/>
        <w:adjustRightInd w:val="0"/>
        <w:ind w:firstLine="66"/>
        <w:jc w:val="both"/>
        <w:rPr>
          <w:color w:val="231F20"/>
        </w:rPr>
      </w:pPr>
      <w:r w:rsidRPr="00CF147C">
        <w:rPr>
          <w:color w:val="231F20"/>
        </w:rPr>
        <w:t>юноши среднего возраста                                        1998</w:t>
      </w:r>
      <w:r>
        <w:rPr>
          <w:color w:val="231F20"/>
        </w:rPr>
        <w:t xml:space="preserve"> </w:t>
      </w:r>
      <w:r w:rsidRPr="00CF147C">
        <w:rPr>
          <w:color w:val="231F20"/>
        </w:rPr>
        <w:t>-</w:t>
      </w:r>
      <w:r>
        <w:rPr>
          <w:color w:val="231F20"/>
        </w:rPr>
        <w:t xml:space="preserve"> </w:t>
      </w:r>
      <w:r w:rsidRPr="00CF147C">
        <w:rPr>
          <w:color w:val="231F20"/>
        </w:rPr>
        <w:t xml:space="preserve">1999 г. р. </w:t>
      </w:r>
    </w:p>
    <w:p w:rsidR="00D14FF9" w:rsidRPr="00CF147C" w:rsidRDefault="00D14FF9" w:rsidP="00902C31">
      <w:pPr>
        <w:numPr>
          <w:ilvl w:val="0"/>
          <w:numId w:val="10"/>
        </w:numPr>
        <w:autoSpaceDE w:val="0"/>
        <w:autoSpaceDN w:val="0"/>
        <w:adjustRightInd w:val="0"/>
        <w:ind w:firstLine="66"/>
        <w:jc w:val="both"/>
        <w:rPr>
          <w:color w:val="231F20"/>
        </w:rPr>
      </w:pPr>
      <w:r w:rsidRPr="00CF147C">
        <w:rPr>
          <w:color w:val="231F20"/>
        </w:rPr>
        <w:t>девушки старшего возраста                                     1996</w:t>
      </w:r>
      <w:r>
        <w:rPr>
          <w:color w:val="231F20"/>
        </w:rPr>
        <w:t xml:space="preserve"> </w:t>
      </w:r>
      <w:r w:rsidRPr="00CF147C">
        <w:rPr>
          <w:color w:val="231F20"/>
        </w:rPr>
        <w:t>-</w:t>
      </w:r>
      <w:r>
        <w:rPr>
          <w:color w:val="231F20"/>
        </w:rPr>
        <w:t xml:space="preserve"> </w:t>
      </w:r>
      <w:r w:rsidRPr="00CF147C">
        <w:rPr>
          <w:color w:val="231F20"/>
        </w:rPr>
        <w:t>1997 г. р.</w:t>
      </w:r>
    </w:p>
    <w:p w:rsidR="00D14FF9" w:rsidRPr="00CF147C" w:rsidRDefault="00D14FF9" w:rsidP="00902C31">
      <w:pPr>
        <w:numPr>
          <w:ilvl w:val="0"/>
          <w:numId w:val="10"/>
        </w:numPr>
        <w:autoSpaceDE w:val="0"/>
        <w:autoSpaceDN w:val="0"/>
        <w:adjustRightInd w:val="0"/>
        <w:ind w:firstLine="66"/>
        <w:jc w:val="both"/>
        <w:rPr>
          <w:color w:val="231F20"/>
        </w:rPr>
      </w:pPr>
      <w:r w:rsidRPr="00CF147C">
        <w:rPr>
          <w:color w:val="231F20"/>
        </w:rPr>
        <w:t>девушки среднего возраста                                      1998</w:t>
      </w:r>
      <w:r>
        <w:rPr>
          <w:color w:val="231F20"/>
        </w:rPr>
        <w:t xml:space="preserve"> </w:t>
      </w:r>
      <w:r w:rsidRPr="00CF147C">
        <w:rPr>
          <w:color w:val="231F20"/>
        </w:rPr>
        <w:t>-</w:t>
      </w:r>
      <w:r>
        <w:rPr>
          <w:color w:val="231F20"/>
        </w:rPr>
        <w:t xml:space="preserve"> </w:t>
      </w:r>
      <w:r w:rsidRPr="00CF147C">
        <w:rPr>
          <w:color w:val="231F20"/>
        </w:rPr>
        <w:t xml:space="preserve">1999 г. р.  </w:t>
      </w:r>
    </w:p>
    <w:p w:rsidR="00D14FF9" w:rsidRPr="00CF147C" w:rsidRDefault="00D14FF9" w:rsidP="00902C31">
      <w:pPr>
        <w:numPr>
          <w:ilvl w:val="0"/>
          <w:numId w:val="10"/>
        </w:numPr>
        <w:autoSpaceDE w:val="0"/>
        <w:autoSpaceDN w:val="0"/>
        <w:adjustRightInd w:val="0"/>
        <w:ind w:firstLine="66"/>
        <w:jc w:val="both"/>
        <w:rPr>
          <w:color w:val="231F20"/>
        </w:rPr>
      </w:pPr>
      <w:r w:rsidRPr="00CF147C">
        <w:rPr>
          <w:bCs/>
        </w:rPr>
        <w:t>юниоры, юниорки   МЮ, ЖЮ                                 1993</w:t>
      </w:r>
      <w:r>
        <w:rPr>
          <w:bCs/>
        </w:rPr>
        <w:t xml:space="preserve"> </w:t>
      </w:r>
      <w:r w:rsidRPr="00CF147C">
        <w:rPr>
          <w:bCs/>
        </w:rPr>
        <w:t xml:space="preserve">- 1995 г.р. </w:t>
      </w:r>
    </w:p>
    <w:p w:rsidR="00D14FF9" w:rsidRPr="00CF147C" w:rsidRDefault="00D14FF9" w:rsidP="00902C31">
      <w:pPr>
        <w:numPr>
          <w:ilvl w:val="0"/>
          <w:numId w:val="10"/>
        </w:numPr>
        <w:ind w:firstLine="66"/>
        <w:rPr>
          <w:bCs/>
        </w:rPr>
      </w:pPr>
      <w:r w:rsidRPr="00CF147C">
        <w:rPr>
          <w:bCs/>
        </w:rPr>
        <w:t>мужчины М, женщины Ж                                         1992</w:t>
      </w:r>
      <w:r>
        <w:rPr>
          <w:bCs/>
        </w:rPr>
        <w:t xml:space="preserve"> </w:t>
      </w:r>
      <w:r w:rsidRPr="00CF147C">
        <w:rPr>
          <w:bCs/>
        </w:rPr>
        <w:t xml:space="preserve">- 1973 г.р. </w:t>
      </w:r>
    </w:p>
    <w:p w:rsidR="00D14FF9" w:rsidRPr="00CF147C" w:rsidRDefault="00D14FF9" w:rsidP="00902C31">
      <w:pPr>
        <w:numPr>
          <w:ilvl w:val="0"/>
          <w:numId w:val="10"/>
        </w:numPr>
        <w:ind w:firstLine="66"/>
        <w:rPr>
          <w:bCs/>
        </w:rPr>
      </w:pPr>
      <w:r>
        <w:rPr>
          <w:bCs/>
        </w:rPr>
        <w:t>мужчиныМ1 ,Женщины Ж1</w:t>
      </w:r>
      <w:r w:rsidRPr="00CF147C">
        <w:rPr>
          <w:bCs/>
        </w:rPr>
        <w:t xml:space="preserve">                                     1972</w:t>
      </w:r>
      <w:r>
        <w:rPr>
          <w:bCs/>
        </w:rPr>
        <w:t xml:space="preserve"> </w:t>
      </w:r>
      <w:r w:rsidRPr="00CF147C">
        <w:rPr>
          <w:bCs/>
        </w:rPr>
        <w:t>-</w:t>
      </w:r>
      <w:r>
        <w:rPr>
          <w:bCs/>
        </w:rPr>
        <w:t xml:space="preserve"> </w:t>
      </w:r>
      <w:r w:rsidRPr="00CF147C">
        <w:rPr>
          <w:bCs/>
        </w:rPr>
        <w:t xml:space="preserve">1963 г.р. </w:t>
      </w:r>
    </w:p>
    <w:p w:rsidR="00D14FF9" w:rsidRPr="00CF147C" w:rsidRDefault="00D14FF9" w:rsidP="00902C31">
      <w:pPr>
        <w:numPr>
          <w:ilvl w:val="0"/>
          <w:numId w:val="10"/>
        </w:numPr>
        <w:ind w:firstLine="66"/>
        <w:rPr>
          <w:bCs/>
        </w:rPr>
      </w:pPr>
      <w:r w:rsidRPr="00CF147C">
        <w:rPr>
          <w:bCs/>
        </w:rPr>
        <w:t>мужчины</w:t>
      </w:r>
      <w:r>
        <w:rPr>
          <w:bCs/>
        </w:rPr>
        <w:t xml:space="preserve"> М2, женщины</w:t>
      </w:r>
      <w:r w:rsidRPr="00CF147C">
        <w:rPr>
          <w:bCs/>
        </w:rPr>
        <w:t xml:space="preserve"> </w:t>
      </w:r>
      <w:r>
        <w:rPr>
          <w:bCs/>
        </w:rPr>
        <w:t>Ж2</w:t>
      </w:r>
      <w:r w:rsidRPr="00CF147C">
        <w:rPr>
          <w:bCs/>
        </w:rPr>
        <w:t xml:space="preserve">                                   </w:t>
      </w:r>
      <w:r>
        <w:rPr>
          <w:bCs/>
        </w:rPr>
        <w:t xml:space="preserve"> </w:t>
      </w:r>
      <w:r w:rsidRPr="00CF147C">
        <w:rPr>
          <w:bCs/>
        </w:rPr>
        <w:t>1962</w:t>
      </w:r>
      <w:r>
        <w:rPr>
          <w:bCs/>
        </w:rPr>
        <w:t xml:space="preserve"> - </w:t>
      </w:r>
      <w:r w:rsidRPr="00CF147C">
        <w:rPr>
          <w:bCs/>
        </w:rPr>
        <w:t>1953  г.р.</w:t>
      </w:r>
    </w:p>
    <w:p w:rsidR="00D14FF9" w:rsidRPr="00CF147C" w:rsidRDefault="00D14FF9" w:rsidP="00902C31">
      <w:pPr>
        <w:numPr>
          <w:ilvl w:val="0"/>
          <w:numId w:val="10"/>
        </w:numPr>
        <w:ind w:firstLine="66"/>
        <w:rPr>
          <w:bCs/>
        </w:rPr>
      </w:pPr>
      <w:r>
        <w:rPr>
          <w:bCs/>
        </w:rPr>
        <w:t>мужчины М3, женщины</w:t>
      </w:r>
      <w:r w:rsidRPr="00CF147C">
        <w:rPr>
          <w:bCs/>
        </w:rPr>
        <w:t xml:space="preserve"> </w:t>
      </w:r>
      <w:r>
        <w:rPr>
          <w:bCs/>
        </w:rPr>
        <w:t>Ж3</w:t>
      </w:r>
      <w:r w:rsidRPr="00CF147C">
        <w:rPr>
          <w:bCs/>
        </w:rPr>
        <w:t xml:space="preserve">                                    1952</w:t>
      </w:r>
      <w:r>
        <w:rPr>
          <w:bCs/>
        </w:rPr>
        <w:t xml:space="preserve"> </w:t>
      </w:r>
      <w:r w:rsidRPr="00CF147C">
        <w:rPr>
          <w:bCs/>
        </w:rPr>
        <w:t>-</w:t>
      </w:r>
      <w:r>
        <w:rPr>
          <w:bCs/>
        </w:rPr>
        <w:t xml:space="preserve"> </w:t>
      </w:r>
      <w:r w:rsidRPr="00CF147C">
        <w:rPr>
          <w:bCs/>
        </w:rPr>
        <w:t>1943 г.р.</w:t>
      </w:r>
    </w:p>
    <w:p w:rsidR="00D14FF9" w:rsidRPr="00CF147C" w:rsidRDefault="00D14FF9" w:rsidP="00902C31">
      <w:pPr>
        <w:ind w:left="720" w:firstLine="66"/>
        <w:rPr>
          <w:bCs/>
        </w:rPr>
      </w:pPr>
      <w:r w:rsidRPr="00CF147C">
        <w:rPr>
          <w:bCs/>
        </w:rPr>
        <w:t xml:space="preserve">                                                                                    </w:t>
      </w:r>
    </w:p>
    <w:p w:rsidR="00D14FF9" w:rsidRPr="00CF147C" w:rsidRDefault="00D14FF9" w:rsidP="00902C31">
      <w:pPr>
        <w:numPr>
          <w:ilvl w:val="0"/>
          <w:numId w:val="15"/>
        </w:numPr>
        <w:ind w:left="284" w:firstLine="142"/>
        <w:rPr>
          <w:bCs/>
        </w:rPr>
      </w:pPr>
      <w:r w:rsidRPr="00CF147C">
        <w:rPr>
          <w:bCs/>
        </w:rPr>
        <w:t xml:space="preserve"> мужчины</w:t>
      </w:r>
      <w:r>
        <w:rPr>
          <w:bCs/>
        </w:rPr>
        <w:t xml:space="preserve"> М4, женщины Ж4                                 </w:t>
      </w:r>
      <w:r w:rsidRPr="00CF147C">
        <w:rPr>
          <w:bCs/>
        </w:rPr>
        <w:t xml:space="preserve"> 1942-1938  г.р.</w:t>
      </w:r>
    </w:p>
    <w:p w:rsidR="00D14FF9" w:rsidRPr="00CF147C" w:rsidRDefault="00D14FF9" w:rsidP="00902C31">
      <w:pPr>
        <w:ind w:left="720" w:firstLine="66"/>
        <w:rPr>
          <w:bCs/>
        </w:rPr>
      </w:pPr>
      <w:r w:rsidRPr="00CF147C">
        <w:rPr>
          <w:bCs/>
        </w:rPr>
        <w:t xml:space="preserve">                                                                                    .                                                                         </w:t>
      </w:r>
    </w:p>
    <w:p w:rsidR="00D14FF9" w:rsidRPr="00CF147C" w:rsidRDefault="00D14FF9" w:rsidP="00902C31">
      <w:pPr>
        <w:numPr>
          <w:ilvl w:val="0"/>
          <w:numId w:val="15"/>
        </w:numPr>
        <w:ind w:left="284" w:firstLine="142"/>
        <w:rPr>
          <w:bCs/>
        </w:rPr>
      </w:pPr>
      <w:r w:rsidRPr="00CF147C">
        <w:rPr>
          <w:bCs/>
        </w:rPr>
        <w:t xml:space="preserve"> Мужчины</w:t>
      </w:r>
      <w:r>
        <w:rPr>
          <w:bCs/>
        </w:rPr>
        <w:t xml:space="preserve"> М5, женщины Ж5                                </w:t>
      </w:r>
      <w:r w:rsidRPr="00CF147C">
        <w:rPr>
          <w:bCs/>
        </w:rPr>
        <w:t xml:space="preserve"> 1937 г.р. и старше</w:t>
      </w:r>
    </w:p>
    <w:p w:rsidR="00D14FF9" w:rsidRDefault="00D14FF9" w:rsidP="000B2502">
      <w:pPr>
        <w:ind w:left="720" w:firstLine="66"/>
        <w:rPr>
          <w:bCs/>
        </w:rPr>
      </w:pPr>
      <w:r w:rsidRPr="00CF147C">
        <w:rPr>
          <w:bCs/>
        </w:rPr>
        <w:t xml:space="preserve">                                             </w:t>
      </w: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Default="00D14FF9" w:rsidP="000B2502">
      <w:pPr>
        <w:ind w:left="720" w:firstLine="66"/>
        <w:rPr>
          <w:bCs/>
        </w:rPr>
      </w:pPr>
    </w:p>
    <w:p w:rsidR="00D14FF9" w:rsidRPr="00CF147C" w:rsidRDefault="00D14FF9" w:rsidP="000B2502">
      <w:pPr>
        <w:ind w:left="720" w:firstLine="66"/>
        <w:rPr>
          <w:color w:val="231F20"/>
        </w:rPr>
      </w:pPr>
      <w:r w:rsidRPr="00CF147C">
        <w:rPr>
          <w:bCs/>
        </w:rPr>
        <w:t xml:space="preserve">                                       </w:t>
      </w:r>
    </w:p>
    <w:p w:rsidR="00D14FF9" w:rsidRPr="0046486E" w:rsidRDefault="00D14FF9" w:rsidP="00682D74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iCs/>
        </w:rPr>
      </w:pPr>
      <w:r w:rsidRPr="0046486E">
        <w:rPr>
          <w:b/>
          <w:bCs/>
          <w:iCs/>
        </w:rPr>
        <w:t>ПРОГРАММА СОРЕВНОВАНИЙ</w:t>
      </w:r>
    </w:p>
    <w:p w:rsidR="00D14FF9" w:rsidRPr="004675BC" w:rsidRDefault="00D14FF9" w:rsidP="000F5651">
      <w:pPr>
        <w:autoSpaceDE w:val="0"/>
        <w:autoSpaceDN w:val="0"/>
        <w:adjustRightInd w:val="0"/>
        <w:ind w:left="921"/>
        <w:rPr>
          <w:b/>
          <w:bCs/>
          <w:iCs/>
          <w:color w:val="000000"/>
        </w:rPr>
      </w:pPr>
    </w:p>
    <w:p w:rsidR="00D14FF9" w:rsidRPr="004675BC" w:rsidRDefault="00D14FF9" w:rsidP="00F32BEF">
      <w:pPr>
        <w:autoSpaceDE w:val="0"/>
        <w:autoSpaceDN w:val="0"/>
        <w:adjustRightInd w:val="0"/>
        <w:ind w:firstLine="561"/>
        <w:rPr>
          <w:color w:val="000000"/>
        </w:rPr>
      </w:pPr>
      <w:r w:rsidRPr="004675BC">
        <w:rPr>
          <w:color w:val="000000"/>
        </w:rPr>
        <w:t xml:space="preserve">Старт </w:t>
      </w:r>
      <w:r>
        <w:rPr>
          <w:color w:val="000000"/>
        </w:rPr>
        <w:t>раздельный через 15</w:t>
      </w:r>
      <w:r w:rsidRPr="004675BC">
        <w:rPr>
          <w:color w:val="000000"/>
        </w:rPr>
        <w:t xml:space="preserve"> секунд.</w:t>
      </w:r>
    </w:p>
    <w:p w:rsidR="00D14FF9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D14FF9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ЮНОШИ, ДЕВУШКИ СРЕДНЕГО, СТАРШЕГО ВОЗРАСТОВ</w:t>
      </w:r>
    </w:p>
    <w:p w:rsidR="00D14FF9" w:rsidRPr="004675BC" w:rsidRDefault="00D14FF9" w:rsidP="00096ED0">
      <w:pPr>
        <w:autoSpaceDE w:val="0"/>
        <w:autoSpaceDN w:val="0"/>
        <w:adjustRightInd w:val="0"/>
        <w:ind w:firstLine="561"/>
        <w:rPr>
          <w:b/>
          <w:color w:val="000000"/>
        </w:rPr>
      </w:pPr>
    </w:p>
    <w:p w:rsidR="00D14FF9" w:rsidRDefault="00D14FF9" w:rsidP="00387C2C">
      <w:pPr>
        <w:autoSpaceDE w:val="0"/>
        <w:autoSpaceDN w:val="0"/>
        <w:adjustRightInd w:val="0"/>
        <w:rPr>
          <w:color w:val="000000"/>
        </w:rPr>
      </w:pPr>
      <w:r w:rsidRPr="000F5651">
        <w:rPr>
          <w:color w:val="000000"/>
          <w:sz w:val="40"/>
          <w:szCs w:val="40"/>
        </w:rPr>
        <w:t>9:00-10.00</w:t>
      </w:r>
      <w:r w:rsidRPr="000F5651">
        <w:rPr>
          <w:color w:val="000000"/>
          <w:sz w:val="32"/>
          <w:szCs w:val="32"/>
        </w:rPr>
        <w:t xml:space="preserve"> </w:t>
      </w:r>
      <w:r w:rsidRPr="000F5651">
        <w:rPr>
          <w:color w:val="000000"/>
        </w:rPr>
        <w:t xml:space="preserve">– Регистрация участников и выдача номеров для девушек и юношей </w:t>
      </w:r>
    </w:p>
    <w:p w:rsidR="00D14FF9" w:rsidRPr="000F5651" w:rsidRDefault="00D14FF9" w:rsidP="000F5651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Дистанция 4 и 2</w:t>
      </w:r>
      <w:r w:rsidRPr="000F5651">
        <w:rPr>
          <w:b/>
          <w:color w:val="000000"/>
        </w:rPr>
        <w:t xml:space="preserve"> км</w:t>
      </w:r>
    </w:p>
    <w:p w:rsidR="00D14FF9" w:rsidRPr="006E4B1B" w:rsidRDefault="00D14FF9" w:rsidP="006E4B1B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F5651">
        <w:rPr>
          <w:color w:val="000000"/>
          <w:sz w:val="40"/>
          <w:szCs w:val="40"/>
        </w:rPr>
        <w:t>10:30</w:t>
      </w:r>
      <w:r w:rsidRPr="000F5651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–</w:t>
      </w:r>
      <w:r w:rsidRPr="000F5651">
        <w:rPr>
          <w:color w:val="000000"/>
        </w:rPr>
        <w:t xml:space="preserve"> Дистанция </w:t>
      </w:r>
      <w:r w:rsidRPr="000F5651">
        <w:rPr>
          <w:color w:val="000000"/>
          <w:sz w:val="40"/>
          <w:szCs w:val="40"/>
        </w:rPr>
        <w:t>4 км</w:t>
      </w:r>
      <w:r w:rsidRPr="000F5651">
        <w:rPr>
          <w:color w:val="000000"/>
        </w:rPr>
        <w:t xml:space="preserve"> (2 круга по 2 км) юноши старшего возраста </w:t>
      </w:r>
      <w:r>
        <w:rPr>
          <w:b/>
          <w:color w:val="000000"/>
        </w:rPr>
        <w:t>(№ 1-</w:t>
      </w:r>
      <w:r w:rsidRPr="006E4B1B">
        <w:rPr>
          <w:b/>
          <w:color w:val="000000"/>
        </w:rPr>
        <w:t>15</w:t>
      </w:r>
      <w:r w:rsidRPr="00847943">
        <w:rPr>
          <w:b/>
          <w:color w:val="000000"/>
        </w:rPr>
        <w:t>0 МКС)</w:t>
      </w:r>
    </w:p>
    <w:p w:rsidR="00D14FF9" w:rsidRPr="006E4B1B" w:rsidRDefault="00D14FF9" w:rsidP="00387C2C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F5651">
        <w:rPr>
          <w:color w:val="000000"/>
          <w:sz w:val="40"/>
          <w:szCs w:val="40"/>
        </w:rPr>
        <w:t>11:07.45</w:t>
      </w:r>
      <w:r w:rsidRPr="000F5651">
        <w:rPr>
          <w:color w:val="000000"/>
        </w:rPr>
        <w:t xml:space="preserve"> – Дистанция </w:t>
      </w:r>
      <w:r w:rsidRPr="006E4B1B">
        <w:rPr>
          <w:color w:val="000000"/>
          <w:sz w:val="40"/>
          <w:szCs w:val="40"/>
        </w:rPr>
        <w:t>2</w:t>
      </w:r>
      <w:r w:rsidRPr="000F5651">
        <w:rPr>
          <w:color w:val="000000"/>
          <w:sz w:val="40"/>
          <w:szCs w:val="40"/>
        </w:rPr>
        <w:t xml:space="preserve"> км</w:t>
      </w:r>
      <w:r>
        <w:rPr>
          <w:color w:val="000000"/>
        </w:rPr>
        <w:t xml:space="preserve"> (</w:t>
      </w:r>
      <w:r w:rsidRPr="006E4B1B">
        <w:rPr>
          <w:color w:val="000000"/>
        </w:rPr>
        <w:t xml:space="preserve">1 </w:t>
      </w:r>
      <w:r>
        <w:rPr>
          <w:color w:val="000000"/>
        </w:rPr>
        <w:t>круг</w:t>
      </w:r>
      <w:r w:rsidRPr="000F5651">
        <w:rPr>
          <w:color w:val="000000"/>
        </w:rPr>
        <w:t xml:space="preserve">) девушки среднего возраста </w:t>
      </w:r>
      <w:r w:rsidRPr="00847943">
        <w:rPr>
          <w:b/>
          <w:color w:val="000000"/>
        </w:rPr>
        <w:t>(№ 151-300 МКС)</w:t>
      </w:r>
    </w:p>
    <w:p w:rsidR="00D14FF9" w:rsidRPr="004675BC" w:rsidRDefault="00D14FF9" w:rsidP="000F5651">
      <w:pPr>
        <w:autoSpaceDE w:val="0"/>
        <w:autoSpaceDN w:val="0"/>
        <w:adjustRightInd w:val="0"/>
        <w:jc w:val="both"/>
        <w:rPr>
          <w:color w:val="000000"/>
        </w:rPr>
      </w:pPr>
      <w:r w:rsidRPr="000F5651">
        <w:rPr>
          <w:color w:val="000000"/>
          <w:sz w:val="40"/>
          <w:szCs w:val="40"/>
        </w:rPr>
        <w:t>12:00</w:t>
      </w:r>
      <w:r w:rsidRPr="000F5651">
        <w:rPr>
          <w:color w:val="000000"/>
          <w:sz w:val="32"/>
          <w:szCs w:val="32"/>
        </w:rPr>
        <w:t xml:space="preserve"> –</w:t>
      </w:r>
      <w:r>
        <w:rPr>
          <w:color w:val="000000"/>
        </w:rPr>
        <w:t xml:space="preserve"> Награждение </w:t>
      </w:r>
      <w:r w:rsidRPr="000F5651">
        <w:rPr>
          <w:color w:val="000000"/>
        </w:rPr>
        <w:t>юношей старшего возраста</w:t>
      </w:r>
      <w:r>
        <w:rPr>
          <w:color w:val="000000"/>
        </w:rPr>
        <w:t xml:space="preserve"> и </w:t>
      </w:r>
      <w:r w:rsidRPr="000F5651">
        <w:rPr>
          <w:color w:val="000000"/>
        </w:rPr>
        <w:t>девушек среднего</w:t>
      </w:r>
      <w:r>
        <w:rPr>
          <w:color w:val="000000"/>
        </w:rPr>
        <w:t xml:space="preserve">, </w:t>
      </w:r>
      <w:r w:rsidRPr="004675BC">
        <w:rPr>
          <w:color w:val="000000"/>
        </w:rPr>
        <w:t>занявших 1-3-е места.</w:t>
      </w:r>
    </w:p>
    <w:p w:rsidR="00D14FF9" w:rsidRDefault="00D14FF9" w:rsidP="00387C2C">
      <w:pPr>
        <w:autoSpaceDE w:val="0"/>
        <w:autoSpaceDN w:val="0"/>
        <w:adjustRightInd w:val="0"/>
        <w:jc w:val="both"/>
        <w:rPr>
          <w:color w:val="000000"/>
        </w:rPr>
      </w:pPr>
    </w:p>
    <w:p w:rsidR="00D14FF9" w:rsidRPr="00847943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Дистанция 3 </w:t>
      </w:r>
      <w:r w:rsidRPr="000F5651">
        <w:rPr>
          <w:b/>
          <w:color w:val="000000"/>
        </w:rPr>
        <w:t>км</w:t>
      </w:r>
    </w:p>
    <w:p w:rsidR="00D14FF9" w:rsidRPr="00847943" w:rsidRDefault="00D14FF9" w:rsidP="00387C2C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F5651">
        <w:rPr>
          <w:color w:val="000000"/>
          <w:sz w:val="40"/>
          <w:szCs w:val="40"/>
        </w:rPr>
        <w:t>12:00</w:t>
      </w:r>
      <w:r w:rsidRPr="000F5651">
        <w:rPr>
          <w:color w:val="000000"/>
          <w:sz w:val="32"/>
          <w:szCs w:val="32"/>
        </w:rPr>
        <w:t xml:space="preserve"> - </w:t>
      </w:r>
      <w:r w:rsidRPr="000F5651">
        <w:rPr>
          <w:color w:val="000000"/>
        </w:rPr>
        <w:t xml:space="preserve">Дистанция </w:t>
      </w:r>
      <w:r w:rsidRPr="000F5651">
        <w:rPr>
          <w:color w:val="000000"/>
          <w:sz w:val="40"/>
          <w:szCs w:val="40"/>
        </w:rPr>
        <w:t>3 км</w:t>
      </w:r>
      <w:r w:rsidRPr="000F5651">
        <w:rPr>
          <w:color w:val="000000"/>
        </w:rPr>
        <w:t xml:space="preserve"> (1 круг) - юноши среднего возраста</w:t>
      </w:r>
      <w:r>
        <w:rPr>
          <w:color w:val="000000"/>
        </w:rPr>
        <w:t xml:space="preserve"> </w:t>
      </w:r>
      <w:r w:rsidRPr="00847943">
        <w:rPr>
          <w:b/>
          <w:color w:val="000000"/>
        </w:rPr>
        <w:t>(№ 1-200 ЛМ)</w:t>
      </w:r>
    </w:p>
    <w:p w:rsidR="00D14FF9" w:rsidRDefault="00D14FF9" w:rsidP="00387C2C">
      <w:pPr>
        <w:autoSpaceDE w:val="0"/>
        <w:autoSpaceDN w:val="0"/>
        <w:adjustRightInd w:val="0"/>
        <w:jc w:val="both"/>
        <w:rPr>
          <w:color w:val="000000"/>
        </w:rPr>
      </w:pPr>
      <w:r w:rsidRPr="000F5651">
        <w:rPr>
          <w:color w:val="000000"/>
          <w:sz w:val="40"/>
          <w:szCs w:val="40"/>
        </w:rPr>
        <w:t>12:50.15</w:t>
      </w:r>
      <w:r>
        <w:rPr>
          <w:color w:val="000000"/>
        </w:rPr>
        <w:t xml:space="preserve"> – </w:t>
      </w:r>
      <w:r w:rsidRPr="000F5651">
        <w:rPr>
          <w:color w:val="000000"/>
        </w:rPr>
        <w:t xml:space="preserve">Дистанция </w:t>
      </w:r>
      <w:smartTag w:uri="urn:schemas-microsoft-com:office:smarttags" w:element="metricconverter">
        <w:smartTagPr>
          <w:attr w:name="ProductID" w:val="3 км"/>
        </w:smartTagPr>
        <w:r w:rsidRPr="000F5651">
          <w:rPr>
            <w:color w:val="000000"/>
            <w:sz w:val="40"/>
            <w:szCs w:val="40"/>
          </w:rPr>
          <w:t>3 км</w:t>
        </w:r>
      </w:smartTag>
      <w:r w:rsidRPr="000F5651">
        <w:rPr>
          <w:color w:val="000000"/>
        </w:rPr>
        <w:t xml:space="preserve"> (1 круг) девушки старшего возраста</w:t>
      </w:r>
      <w:r>
        <w:rPr>
          <w:color w:val="000000"/>
        </w:rPr>
        <w:t xml:space="preserve"> </w:t>
      </w:r>
      <w:r w:rsidRPr="00847943">
        <w:rPr>
          <w:b/>
          <w:color w:val="000000"/>
        </w:rPr>
        <w:t>(№ 201-300 ЛМ)</w:t>
      </w:r>
    </w:p>
    <w:p w:rsidR="00D14FF9" w:rsidRPr="004675BC" w:rsidRDefault="00D14FF9" w:rsidP="000F5651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40"/>
          <w:szCs w:val="40"/>
        </w:rPr>
        <w:t>13:3</w:t>
      </w:r>
      <w:r w:rsidRPr="000F5651">
        <w:rPr>
          <w:color w:val="000000"/>
          <w:sz w:val="40"/>
          <w:szCs w:val="40"/>
        </w:rPr>
        <w:t>0</w:t>
      </w:r>
      <w:r w:rsidRPr="000F5651">
        <w:rPr>
          <w:color w:val="000000"/>
          <w:sz w:val="32"/>
          <w:szCs w:val="32"/>
        </w:rPr>
        <w:t xml:space="preserve"> –</w:t>
      </w:r>
      <w:r w:rsidRPr="000F5651">
        <w:rPr>
          <w:color w:val="000000"/>
        </w:rPr>
        <w:t xml:space="preserve"> Награждение юношей </w:t>
      </w:r>
      <w:r>
        <w:rPr>
          <w:color w:val="000000"/>
        </w:rPr>
        <w:t xml:space="preserve">среднего и девушек </w:t>
      </w:r>
      <w:r w:rsidRPr="000F5651">
        <w:rPr>
          <w:color w:val="000000"/>
        </w:rPr>
        <w:t>старшего возраста</w:t>
      </w:r>
      <w:r>
        <w:rPr>
          <w:color w:val="000000"/>
        </w:rPr>
        <w:t xml:space="preserve">, </w:t>
      </w:r>
      <w:r w:rsidRPr="004675BC">
        <w:rPr>
          <w:color w:val="000000"/>
        </w:rPr>
        <w:t>занявших 1-3-е места.</w:t>
      </w:r>
    </w:p>
    <w:p w:rsidR="00D14FF9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D14FF9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ЮНИОРЫ, ЮНИОРКИ, СПОРТСМЕНЫ ОСНОВНЫХ ВОЗРАСТНЫХ ГРУПП, ВЕТЕРАНЫ</w:t>
      </w:r>
    </w:p>
    <w:p w:rsidR="00D14FF9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D14FF9" w:rsidRDefault="00D14FF9" w:rsidP="0084794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40"/>
          <w:szCs w:val="40"/>
        </w:rPr>
        <w:t>11.00 – 13</w:t>
      </w:r>
      <w:r w:rsidRPr="00847943">
        <w:rPr>
          <w:color w:val="000000"/>
          <w:sz w:val="40"/>
          <w:szCs w:val="40"/>
        </w:rPr>
        <w:t>.</w:t>
      </w:r>
      <w:r>
        <w:rPr>
          <w:color w:val="000000"/>
          <w:sz w:val="40"/>
          <w:szCs w:val="40"/>
        </w:rPr>
        <w:t>00</w:t>
      </w:r>
      <w:r w:rsidRPr="004675BC">
        <w:rPr>
          <w:b/>
          <w:color w:val="000000"/>
        </w:rPr>
        <w:t xml:space="preserve"> </w:t>
      </w:r>
      <w:r w:rsidRPr="006040B7">
        <w:rPr>
          <w:color w:val="000000"/>
        </w:rPr>
        <w:t>Регистрация и выдача номеров для всех возрастных групп</w:t>
      </w:r>
      <w:r>
        <w:rPr>
          <w:color w:val="000000"/>
        </w:rPr>
        <w:t xml:space="preserve"> на 4 и 6 км (</w:t>
      </w:r>
      <w:r w:rsidRPr="006040B7">
        <w:rPr>
          <w:color w:val="000000"/>
        </w:rPr>
        <w:t>ЖЮ, Ж, Ж1, Ж2, Ж3, Ж4, Ж5, МЮ, М, М1, М2, М3, М4, М5)</w:t>
      </w:r>
    </w:p>
    <w:p w:rsidR="00D14FF9" w:rsidRPr="00847943" w:rsidRDefault="00D14FF9" w:rsidP="00847943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Дистанция </w:t>
      </w:r>
      <w:r w:rsidRPr="000F5651">
        <w:rPr>
          <w:b/>
          <w:color w:val="000000"/>
        </w:rPr>
        <w:t>4 км</w:t>
      </w:r>
    </w:p>
    <w:p w:rsidR="00D14FF9" w:rsidRDefault="00D14FF9" w:rsidP="00847943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47943">
        <w:rPr>
          <w:color w:val="000000"/>
          <w:sz w:val="40"/>
          <w:szCs w:val="40"/>
        </w:rPr>
        <w:t>13:30</w:t>
      </w:r>
      <w:r w:rsidRPr="004675BC">
        <w:rPr>
          <w:b/>
          <w:color w:val="000000"/>
        </w:rPr>
        <w:t xml:space="preserve">  </w:t>
      </w:r>
      <w:r>
        <w:rPr>
          <w:b/>
          <w:color w:val="000000"/>
        </w:rPr>
        <w:t xml:space="preserve">- </w:t>
      </w:r>
      <w:r w:rsidRPr="004675BC">
        <w:rPr>
          <w:b/>
          <w:color w:val="000000"/>
        </w:rPr>
        <w:t xml:space="preserve"> </w:t>
      </w:r>
      <w:r w:rsidRPr="00847943">
        <w:rPr>
          <w:color w:val="000000"/>
        </w:rPr>
        <w:t xml:space="preserve">Дистанция </w:t>
      </w:r>
      <w:r w:rsidRPr="00847943">
        <w:rPr>
          <w:color w:val="000000"/>
          <w:sz w:val="40"/>
          <w:szCs w:val="40"/>
        </w:rPr>
        <w:t>4 км</w:t>
      </w:r>
      <w:r w:rsidRPr="00847943">
        <w:rPr>
          <w:color w:val="000000"/>
        </w:rPr>
        <w:t xml:space="preserve"> (2 круга по 2 км) – ЖЮ, Ж, Ж1, Ж2, Ж3, Ж4, Ж5, МЮ, М5, М4, М3, М2</w:t>
      </w:r>
      <w:r>
        <w:rPr>
          <w:color w:val="000000"/>
        </w:rPr>
        <w:t xml:space="preserve"> </w:t>
      </w:r>
      <w:r w:rsidRPr="00CE29A3">
        <w:rPr>
          <w:b/>
          <w:color w:val="000000"/>
        </w:rPr>
        <w:t>(№ 1-150 МКС)</w:t>
      </w:r>
    </w:p>
    <w:p w:rsidR="00D14FF9" w:rsidRPr="00CE29A3" w:rsidRDefault="00D14FF9" w:rsidP="00CE29A3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Дистанция 6</w:t>
      </w:r>
      <w:r w:rsidRPr="000F5651">
        <w:rPr>
          <w:b/>
          <w:color w:val="000000"/>
        </w:rPr>
        <w:t xml:space="preserve"> км</w:t>
      </w:r>
    </w:p>
    <w:p w:rsidR="00D14FF9" w:rsidRDefault="00D14FF9" w:rsidP="00CE29A3">
      <w:pPr>
        <w:autoSpaceDE w:val="0"/>
        <w:autoSpaceDN w:val="0"/>
        <w:adjustRightInd w:val="0"/>
        <w:jc w:val="both"/>
        <w:rPr>
          <w:b/>
          <w:color w:val="000000"/>
        </w:rPr>
      </w:pPr>
      <w:r w:rsidRPr="00847943">
        <w:rPr>
          <w:color w:val="000000"/>
          <w:sz w:val="40"/>
          <w:szCs w:val="40"/>
        </w:rPr>
        <w:t>14:</w:t>
      </w:r>
      <w:r>
        <w:rPr>
          <w:color w:val="000000"/>
          <w:sz w:val="40"/>
          <w:szCs w:val="40"/>
        </w:rPr>
        <w:t>07.45</w:t>
      </w:r>
      <w:r w:rsidRPr="00847943">
        <w:rPr>
          <w:color w:val="000000"/>
          <w:sz w:val="40"/>
          <w:szCs w:val="40"/>
        </w:rPr>
        <w:t xml:space="preserve"> </w:t>
      </w:r>
      <w:r>
        <w:rPr>
          <w:color w:val="000000"/>
          <w:sz w:val="40"/>
          <w:szCs w:val="40"/>
        </w:rPr>
        <w:t xml:space="preserve">– </w:t>
      </w:r>
      <w:r>
        <w:rPr>
          <w:color w:val="000000"/>
        </w:rPr>
        <w:t xml:space="preserve">Дистанция </w:t>
      </w:r>
      <w:r w:rsidRPr="00CE29A3">
        <w:rPr>
          <w:color w:val="000000"/>
          <w:sz w:val="40"/>
          <w:szCs w:val="40"/>
        </w:rPr>
        <w:t>6 км</w:t>
      </w:r>
      <w:r>
        <w:rPr>
          <w:color w:val="000000"/>
        </w:rPr>
        <w:t xml:space="preserve"> (2 круга по 3</w:t>
      </w:r>
      <w:r w:rsidRPr="00CE29A3">
        <w:rPr>
          <w:color w:val="000000"/>
        </w:rPr>
        <w:t xml:space="preserve"> км) – мужчины М, М1, МЮ</w:t>
      </w:r>
      <w:r>
        <w:rPr>
          <w:color w:val="000000"/>
        </w:rPr>
        <w:t xml:space="preserve"> </w:t>
      </w:r>
      <w:r w:rsidRPr="00CE29A3">
        <w:rPr>
          <w:b/>
          <w:color w:val="000000"/>
        </w:rPr>
        <w:t>(№ 151-300 МКС)</w:t>
      </w:r>
    </w:p>
    <w:p w:rsidR="00D14FF9" w:rsidRPr="004675BC" w:rsidRDefault="00D14FF9" w:rsidP="00CE29A3">
      <w:pPr>
        <w:autoSpaceDE w:val="0"/>
        <w:autoSpaceDN w:val="0"/>
        <w:adjustRightInd w:val="0"/>
        <w:jc w:val="both"/>
        <w:rPr>
          <w:color w:val="000000"/>
        </w:rPr>
      </w:pPr>
      <w:r w:rsidRPr="00CE29A3">
        <w:rPr>
          <w:color w:val="000000"/>
          <w:sz w:val="40"/>
          <w:szCs w:val="40"/>
        </w:rPr>
        <w:t xml:space="preserve">15:30 </w:t>
      </w:r>
      <w:r>
        <w:rPr>
          <w:color w:val="000000"/>
          <w:sz w:val="40"/>
          <w:szCs w:val="40"/>
        </w:rPr>
        <w:t>–</w:t>
      </w:r>
      <w:r>
        <w:rPr>
          <w:b/>
          <w:color w:val="000000"/>
        </w:rPr>
        <w:t xml:space="preserve"> </w:t>
      </w:r>
      <w:r w:rsidRPr="000F5651">
        <w:rPr>
          <w:color w:val="000000"/>
        </w:rPr>
        <w:t xml:space="preserve">Награждение </w:t>
      </w:r>
      <w:r>
        <w:rPr>
          <w:color w:val="000000"/>
        </w:rPr>
        <w:t xml:space="preserve">юниорок, юниоров, спортсменов основных возрастных групп и ветеранов, </w:t>
      </w:r>
      <w:r w:rsidRPr="004675BC">
        <w:rPr>
          <w:color w:val="000000"/>
        </w:rPr>
        <w:t>занявших 1-3-е места.</w:t>
      </w:r>
    </w:p>
    <w:p w:rsidR="00D14FF9" w:rsidRPr="004675BC" w:rsidRDefault="00D14FF9" w:rsidP="00CE29A3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D14FF9" w:rsidRPr="008C1C01" w:rsidRDefault="00D14FF9" w:rsidP="00A443F7">
      <w:pPr>
        <w:autoSpaceDE w:val="0"/>
        <w:autoSpaceDN w:val="0"/>
        <w:adjustRightInd w:val="0"/>
        <w:ind w:firstLine="561"/>
        <w:jc w:val="center"/>
        <w:rPr>
          <w:b/>
          <w:bCs/>
          <w:iCs/>
          <w:color w:val="231F20"/>
        </w:rPr>
      </w:pPr>
      <w:r w:rsidRPr="008C1C01">
        <w:rPr>
          <w:b/>
          <w:bCs/>
          <w:iCs/>
          <w:color w:val="231F20"/>
        </w:rPr>
        <w:t>6. Условия подведения итогов</w:t>
      </w:r>
    </w:p>
    <w:p w:rsidR="00D14FF9" w:rsidRPr="00CF147C" w:rsidRDefault="00D14FF9" w:rsidP="00B52E68">
      <w:pPr>
        <w:autoSpaceDE w:val="0"/>
        <w:autoSpaceDN w:val="0"/>
        <w:adjustRightInd w:val="0"/>
        <w:ind w:firstLine="561"/>
        <w:jc w:val="both"/>
        <w:rPr>
          <w:color w:val="231F20"/>
        </w:rPr>
      </w:pPr>
      <w:r w:rsidRPr="00CF147C">
        <w:rPr>
          <w:color w:val="231F20"/>
        </w:rPr>
        <w:t>В личном первенстве победители и призеры чемпионата и первенства Москвы по кроссу во всех возрастных группах на дистанциях определяются по лучшему результату.</w:t>
      </w:r>
    </w:p>
    <w:p w:rsidR="00D14FF9" w:rsidRDefault="00D14FF9" w:rsidP="00B52E68">
      <w:pPr>
        <w:autoSpaceDE w:val="0"/>
        <w:autoSpaceDN w:val="0"/>
        <w:adjustRightInd w:val="0"/>
        <w:ind w:firstLine="561"/>
        <w:jc w:val="both"/>
        <w:rPr>
          <w:color w:val="000000"/>
        </w:rPr>
      </w:pPr>
      <w:r w:rsidRPr="00CF147C">
        <w:rPr>
          <w:color w:val="000000"/>
        </w:rPr>
        <w:t>Победитель и призеры в общекомандном зачете определяются по наименьшей сумме времени всех членов команды. В случае равенства результатов у двух и более команд преимущество отдается команде, имеющей наименьшую сумму личных мест среди девушек старшего возраста. Команда, не получившая зачета в одном из номеров программы соревнований, из общекомандного зачета исключается.</w:t>
      </w:r>
    </w:p>
    <w:p w:rsidR="00D14FF9" w:rsidRPr="00CF147C" w:rsidRDefault="00D14FF9" w:rsidP="00B52E68">
      <w:pPr>
        <w:autoSpaceDE w:val="0"/>
        <w:autoSpaceDN w:val="0"/>
        <w:adjustRightInd w:val="0"/>
        <w:ind w:firstLine="561"/>
        <w:jc w:val="both"/>
        <w:rPr>
          <w:color w:val="000000"/>
        </w:rPr>
      </w:pPr>
    </w:p>
    <w:p w:rsidR="00D14FF9" w:rsidRPr="008C1C01" w:rsidRDefault="00D14FF9" w:rsidP="00C54681">
      <w:pPr>
        <w:autoSpaceDE w:val="0"/>
        <w:autoSpaceDN w:val="0"/>
        <w:adjustRightInd w:val="0"/>
        <w:ind w:firstLine="561"/>
        <w:jc w:val="center"/>
        <w:rPr>
          <w:b/>
          <w:bCs/>
          <w:iCs/>
          <w:color w:val="231F20"/>
        </w:rPr>
      </w:pPr>
      <w:r w:rsidRPr="008C1C01">
        <w:rPr>
          <w:b/>
          <w:bCs/>
          <w:iCs/>
          <w:color w:val="231F20"/>
        </w:rPr>
        <w:t>7. Награждение</w:t>
      </w:r>
    </w:p>
    <w:p w:rsidR="00D14FF9" w:rsidRPr="00414E3C" w:rsidRDefault="00D14FF9" w:rsidP="00414E3C">
      <w:pPr>
        <w:pStyle w:val="BodyText3"/>
        <w:ind w:firstLine="540"/>
        <w:rPr>
          <w:sz w:val="24"/>
          <w:szCs w:val="24"/>
        </w:rPr>
      </w:pPr>
      <w:r w:rsidRPr="00414E3C">
        <w:rPr>
          <w:color w:val="231F20"/>
          <w:sz w:val="24"/>
          <w:szCs w:val="24"/>
        </w:rPr>
        <w:t xml:space="preserve">Победители и призеры соревнований в личном первенстве награждаются (в день соревнований)  памятными подарками от </w:t>
      </w:r>
      <w:r w:rsidRPr="00414E3C">
        <w:rPr>
          <w:sz w:val="24"/>
          <w:szCs w:val="24"/>
        </w:rPr>
        <w:t xml:space="preserve">спонсоров (Московская ореховая компания, Лыжный </w:t>
      </w:r>
      <w:r>
        <w:rPr>
          <w:sz w:val="24"/>
          <w:szCs w:val="24"/>
        </w:rPr>
        <w:t>мир, Ювента спорт</w:t>
      </w:r>
      <w:r w:rsidRPr="00414E3C">
        <w:rPr>
          <w:sz w:val="24"/>
          <w:szCs w:val="24"/>
        </w:rPr>
        <w:t>)</w:t>
      </w:r>
    </w:p>
    <w:p w:rsidR="00D14FF9" w:rsidRPr="00414E3C" w:rsidRDefault="00D14FF9" w:rsidP="00B52E68">
      <w:pPr>
        <w:autoSpaceDE w:val="0"/>
        <w:autoSpaceDN w:val="0"/>
        <w:adjustRightInd w:val="0"/>
        <w:ind w:firstLine="561"/>
        <w:jc w:val="both"/>
        <w:rPr>
          <w:color w:val="231F20"/>
        </w:rPr>
      </w:pPr>
      <w:r w:rsidRPr="00414E3C">
        <w:rPr>
          <w:color w:val="231F20"/>
        </w:rPr>
        <w:t>Команда спортивной школы - победитель в общекомандном зачете, награждается дипломом   и переходящим Кубком ФЛГМ (не в день соревнований)</w:t>
      </w:r>
    </w:p>
    <w:p w:rsidR="00D14FF9" w:rsidRDefault="00D14FF9" w:rsidP="00B52E68">
      <w:pPr>
        <w:autoSpaceDE w:val="0"/>
        <w:autoSpaceDN w:val="0"/>
        <w:adjustRightInd w:val="0"/>
        <w:ind w:firstLine="561"/>
        <w:jc w:val="both"/>
        <w:rPr>
          <w:color w:val="231F20"/>
        </w:rPr>
      </w:pPr>
    </w:p>
    <w:p w:rsidR="00D14FF9" w:rsidRDefault="00D14FF9" w:rsidP="00B52E68">
      <w:pPr>
        <w:autoSpaceDE w:val="0"/>
        <w:autoSpaceDN w:val="0"/>
        <w:adjustRightInd w:val="0"/>
        <w:ind w:firstLine="561"/>
        <w:jc w:val="both"/>
        <w:rPr>
          <w:color w:val="231F20"/>
        </w:rPr>
      </w:pPr>
    </w:p>
    <w:p w:rsidR="00D14FF9" w:rsidRDefault="00D14FF9" w:rsidP="00B52E68">
      <w:pPr>
        <w:autoSpaceDE w:val="0"/>
        <w:autoSpaceDN w:val="0"/>
        <w:adjustRightInd w:val="0"/>
        <w:ind w:firstLine="561"/>
        <w:jc w:val="both"/>
        <w:rPr>
          <w:color w:val="231F20"/>
        </w:rPr>
      </w:pPr>
    </w:p>
    <w:p w:rsidR="00D14FF9" w:rsidRPr="00CF147C" w:rsidRDefault="00D14FF9" w:rsidP="00B52E68">
      <w:pPr>
        <w:autoSpaceDE w:val="0"/>
        <w:autoSpaceDN w:val="0"/>
        <w:adjustRightInd w:val="0"/>
        <w:ind w:firstLine="561"/>
        <w:jc w:val="both"/>
        <w:rPr>
          <w:color w:val="231F20"/>
        </w:rPr>
      </w:pPr>
    </w:p>
    <w:p w:rsidR="00D14FF9" w:rsidRPr="008C1C01" w:rsidRDefault="00D14FF9" w:rsidP="00C54681">
      <w:pPr>
        <w:autoSpaceDE w:val="0"/>
        <w:autoSpaceDN w:val="0"/>
        <w:adjustRightInd w:val="0"/>
        <w:ind w:firstLine="561"/>
        <w:jc w:val="center"/>
        <w:rPr>
          <w:b/>
          <w:bCs/>
          <w:iCs/>
          <w:color w:val="231F20"/>
        </w:rPr>
      </w:pPr>
      <w:r w:rsidRPr="008C1C01">
        <w:rPr>
          <w:b/>
          <w:bCs/>
          <w:iCs/>
          <w:color w:val="231F20"/>
        </w:rPr>
        <w:t>8. Заявки на участие</w:t>
      </w:r>
    </w:p>
    <w:p w:rsidR="00D14FF9" w:rsidRPr="00CF147C" w:rsidRDefault="00D14FF9" w:rsidP="00A37A05">
      <w:pPr>
        <w:ind w:right="146" w:firstLine="540"/>
        <w:jc w:val="both"/>
        <w:rPr>
          <w:color w:val="000000"/>
        </w:rPr>
      </w:pPr>
      <w:r w:rsidRPr="00CF147C">
        <w:rPr>
          <w:color w:val="000000"/>
        </w:rPr>
        <w:t xml:space="preserve">Заявки на участие в соревнованиях подаются в ГСК согласно пунктам 24.3.1, 24.3.2., 25.4 Правил соревнований по лыжным гонкам </w:t>
      </w:r>
      <w:smartTag w:uri="urn:schemas-microsoft-com:office:smarttags" w:element="metricconverter">
        <w:smartTagPr>
          <w:attr w:name="ProductID" w:val="2007 г"/>
        </w:smartTagPr>
        <w:r w:rsidRPr="00CF147C">
          <w:rPr>
            <w:color w:val="000000"/>
          </w:rPr>
          <w:t>2007 г</w:t>
        </w:r>
      </w:smartTag>
      <w:r w:rsidRPr="00CF147C">
        <w:rPr>
          <w:color w:val="000000"/>
        </w:rPr>
        <w:t xml:space="preserve">.  Карточки не используем, в заявке проставить номер группы: 0 (лично), 1, 2, 3, 4 (красная)                                                           </w:t>
      </w:r>
    </w:p>
    <w:p w:rsidR="00D14FF9" w:rsidRPr="00CF147C" w:rsidRDefault="00D14FF9" w:rsidP="00DE79A1">
      <w:pPr>
        <w:autoSpaceDE w:val="0"/>
        <w:autoSpaceDN w:val="0"/>
        <w:adjustRightInd w:val="0"/>
        <w:ind w:firstLine="561"/>
        <w:rPr>
          <w:color w:val="231F20"/>
        </w:rPr>
      </w:pPr>
      <w:r w:rsidRPr="00CF147C">
        <w:rPr>
          <w:color w:val="231F20"/>
        </w:rPr>
        <w:t xml:space="preserve">Все вопросы направляйте на </w:t>
      </w:r>
      <w:r w:rsidRPr="00CF147C">
        <w:rPr>
          <w:color w:val="231F20"/>
          <w:lang w:val="en-US"/>
        </w:rPr>
        <w:t>E</w:t>
      </w:r>
      <w:r w:rsidRPr="00CF147C">
        <w:rPr>
          <w:color w:val="231F20"/>
        </w:rPr>
        <w:t>-</w:t>
      </w:r>
      <w:r w:rsidRPr="00CF147C">
        <w:rPr>
          <w:color w:val="231F20"/>
          <w:lang w:val="en-US"/>
        </w:rPr>
        <w:t>mail</w:t>
      </w:r>
      <w:r w:rsidRPr="00CF147C">
        <w:rPr>
          <w:color w:val="231F20"/>
        </w:rPr>
        <w:t xml:space="preserve">: </w:t>
      </w:r>
      <w:hyperlink r:id="rId5" w:history="1">
        <w:r w:rsidRPr="00CF147C">
          <w:rPr>
            <w:rStyle w:val="Hyperlink"/>
          </w:rPr>
          <w:t>flgm@mail.ru</w:t>
        </w:r>
      </w:hyperlink>
      <w:r w:rsidRPr="00CF147C">
        <w:rPr>
          <w:color w:val="231F20"/>
        </w:rPr>
        <w:t xml:space="preserve">, тел./факс: (499) 166-48-99, м/т 8-916-636-37-10 (Артамонова Ирина) </w:t>
      </w:r>
    </w:p>
    <w:p w:rsidR="00D14FF9" w:rsidRPr="00CF147C" w:rsidRDefault="00D14FF9" w:rsidP="00AB66FA">
      <w:pPr>
        <w:ind w:firstLine="709"/>
        <w:jc w:val="both"/>
      </w:pPr>
      <w:r w:rsidRPr="00CF147C">
        <w:rPr>
          <w:b/>
          <w:color w:val="231F20"/>
        </w:rPr>
        <w:t xml:space="preserve">Прием предварительных заявок, льготных стартовых взносов и  жеребьевка будут производиться на заседании ГСК </w:t>
      </w:r>
      <w:r w:rsidRPr="005447A1">
        <w:rPr>
          <w:b/>
          <w:color w:val="231F20"/>
        </w:rPr>
        <w:t>2</w:t>
      </w:r>
      <w:r w:rsidRPr="00CF147C">
        <w:rPr>
          <w:b/>
          <w:color w:val="231F20"/>
        </w:rPr>
        <w:t xml:space="preserve"> октября 2013</w:t>
      </w:r>
      <w:r>
        <w:rPr>
          <w:b/>
          <w:color w:val="231F20"/>
        </w:rPr>
        <w:t xml:space="preserve"> г. в 1</w:t>
      </w:r>
      <w:r w:rsidRPr="00387C2C">
        <w:rPr>
          <w:b/>
          <w:color w:val="231F20"/>
        </w:rPr>
        <w:t>0</w:t>
      </w:r>
      <w:r w:rsidRPr="00CF147C">
        <w:rPr>
          <w:b/>
          <w:color w:val="231F20"/>
        </w:rPr>
        <w:t xml:space="preserve">:00 </w:t>
      </w:r>
      <w:r w:rsidRPr="00CF147C">
        <w:rPr>
          <w:color w:val="000000"/>
        </w:rPr>
        <w:t>по</w:t>
      </w:r>
      <w:r w:rsidRPr="00CF147C">
        <w:t xml:space="preserve"> адресу: г. Москва, Лужники, дирекция. Проезд до м. «Спортивная, далее пешком до главной спортивной арены. После прохода через турникеты на территорию Лужников справа 4-х этажное здание дирекции. Вход в здание по паспорту, четвертый этаж ГКУ «ЦСТиСК», конференц-зал ком.413.</w:t>
      </w:r>
    </w:p>
    <w:p w:rsidR="00D14FF9" w:rsidRPr="008C1C01" w:rsidRDefault="00D14FF9" w:rsidP="004319A4">
      <w:pPr>
        <w:autoSpaceDE w:val="0"/>
        <w:autoSpaceDN w:val="0"/>
        <w:adjustRightInd w:val="0"/>
        <w:ind w:firstLine="561"/>
        <w:jc w:val="center"/>
        <w:rPr>
          <w:b/>
          <w:color w:val="231F20"/>
        </w:rPr>
      </w:pPr>
      <w:r w:rsidRPr="008C1C01">
        <w:rPr>
          <w:b/>
          <w:color w:val="231F20"/>
        </w:rPr>
        <w:t>9. Проезд к месту проведения соревнований</w:t>
      </w:r>
    </w:p>
    <w:p w:rsidR="00D14FF9" w:rsidRPr="00CF147C" w:rsidRDefault="00D14FF9" w:rsidP="0038663F">
      <w:pPr>
        <w:autoSpaceDE w:val="0"/>
        <w:autoSpaceDN w:val="0"/>
        <w:adjustRightInd w:val="0"/>
        <w:ind w:firstLine="561"/>
        <w:rPr>
          <w:color w:val="231F20"/>
        </w:rPr>
      </w:pPr>
      <w:r w:rsidRPr="00CF147C">
        <w:rPr>
          <w:color w:val="231F20"/>
        </w:rPr>
        <w:t xml:space="preserve">От станции метро «Проспект Вернадского» маршрутное такси </w:t>
      </w:r>
      <w:smartTag w:uri="urn:schemas-microsoft-com:office:smarttags" w:element="metricconverter">
        <w:smartTagPr>
          <w:attr w:name="ProductID" w:val="496 М"/>
        </w:smartTagPr>
        <w:r w:rsidRPr="00CF147C">
          <w:rPr>
            <w:color w:val="231F20"/>
          </w:rPr>
          <w:t>496 М</w:t>
        </w:r>
      </w:smartTag>
      <w:r w:rsidRPr="00CF147C">
        <w:rPr>
          <w:color w:val="231F20"/>
        </w:rPr>
        <w:t xml:space="preserve"> - до остановки «Музыкальные театр»</w:t>
      </w:r>
    </w:p>
    <w:p w:rsidR="00D14FF9" w:rsidRPr="00CF147C" w:rsidRDefault="00D14FF9" w:rsidP="0038663F">
      <w:pPr>
        <w:autoSpaceDE w:val="0"/>
        <w:autoSpaceDN w:val="0"/>
        <w:adjustRightInd w:val="0"/>
        <w:ind w:firstLine="561"/>
        <w:rPr>
          <w:color w:val="231F20"/>
        </w:rPr>
      </w:pPr>
      <w:r w:rsidRPr="00CF147C">
        <w:rPr>
          <w:color w:val="231F20"/>
        </w:rPr>
        <w:t xml:space="preserve">От станции  метро «Кунцевская» -  маршрутное такси </w:t>
      </w:r>
      <w:smartTag w:uri="urn:schemas-microsoft-com:office:smarttags" w:element="metricconverter">
        <w:smartTagPr>
          <w:attr w:name="ProductID" w:val="459 М"/>
        </w:smartTagPr>
        <w:r w:rsidRPr="00CF147C">
          <w:rPr>
            <w:color w:val="231F20"/>
          </w:rPr>
          <w:t>459 М</w:t>
        </w:r>
      </w:smartTag>
      <w:r w:rsidRPr="00CF147C">
        <w:rPr>
          <w:color w:val="231F20"/>
        </w:rPr>
        <w:t xml:space="preserve"> до остановки «Музыкальный театр»</w:t>
      </w:r>
    </w:p>
    <w:p w:rsidR="00D14FF9" w:rsidRPr="00CF147C" w:rsidRDefault="00D14FF9" w:rsidP="0038663F">
      <w:pPr>
        <w:autoSpaceDE w:val="0"/>
        <w:autoSpaceDN w:val="0"/>
        <w:adjustRightInd w:val="0"/>
        <w:ind w:firstLine="561"/>
        <w:rPr>
          <w:color w:val="231F20"/>
        </w:rPr>
      </w:pPr>
      <w:r w:rsidRPr="00CF147C">
        <w:rPr>
          <w:color w:val="231F20"/>
        </w:rPr>
        <w:t>От станции метро</w:t>
      </w:r>
      <w:r w:rsidRPr="00CF147C">
        <w:t xml:space="preserve"> Юго-Западная авт. 226 до ост. Олимпийская деревня</w:t>
      </w:r>
      <w:r w:rsidRPr="00CF147C">
        <w:rPr>
          <w:color w:val="231F20"/>
        </w:rPr>
        <w:t xml:space="preserve"> </w:t>
      </w:r>
    </w:p>
    <w:p w:rsidR="00D14FF9" w:rsidRPr="00CF147C" w:rsidRDefault="00D14FF9" w:rsidP="0038663F">
      <w:pPr>
        <w:autoSpaceDE w:val="0"/>
        <w:autoSpaceDN w:val="0"/>
        <w:adjustRightInd w:val="0"/>
        <w:ind w:firstLine="561"/>
        <w:rPr>
          <w:b/>
          <w:i/>
          <w:color w:val="231F20"/>
        </w:rPr>
      </w:pPr>
      <w:r w:rsidRPr="00CF147C">
        <w:rPr>
          <w:b/>
          <w:i/>
          <w:color w:val="231F20"/>
        </w:rPr>
        <w:t>На собственном транспорте:</w:t>
      </w:r>
    </w:p>
    <w:p w:rsidR="00D14FF9" w:rsidRPr="00CF147C" w:rsidRDefault="00D14FF9" w:rsidP="001A1126">
      <w:pPr>
        <w:numPr>
          <w:ilvl w:val="0"/>
          <w:numId w:val="14"/>
        </w:numPr>
        <w:autoSpaceDE w:val="0"/>
        <w:autoSpaceDN w:val="0"/>
        <w:adjustRightInd w:val="0"/>
        <w:rPr>
          <w:color w:val="231F20"/>
        </w:rPr>
      </w:pPr>
      <w:r w:rsidRPr="00CF147C">
        <w:rPr>
          <w:color w:val="231F20"/>
        </w:rPr>
        <w:t xml:space="preserve">от МКАД на Мичуринский проспект до ТЦ «Фестиваль» ( примерно </w:t>
      </w:r>
      <w:smartTag w:uri="urn:schemas-microsoft-com:office:smarttags" w:element="metricconverter">
        <w:smartTagPr>
          <w:attr w:name="ProductID" w:val="1 км"/>
        </w:smartTagPr>
        <w:r w:rsidRPr="00CF147C">
          <w:rPr>
            <w:color w:val="231F20"/>
          </w:rPr>
          <w:t>1 км</w:t>
        </w:r>
      </w:smartTag>
      <w:r w:rsidRPr="00CF147C">
        <w:rPr>
          <w:color w:val="231F20"/>
        </w:rPr>
        <w:t xml:space="preserve">.), далее поворот направо к С/К «Олимпийская деревня 80» </w:t>
      </w:r>
    </w:p>
    <w:p w:rsidR="00D14FF9" w:rsidRPr="00CF147C" w:rsidRDefault="00D14FF9" w:rsidP="001A1126">
      <w:pPr>
        <w:numPr>
          <w:ilvl w:val="0"/>
          <w:numId w:val="14"/>
        </w:numPr>
        <w:autoSpaceDE w:val="0"/>
        <w:autoSpaceDN w:val="0"/>
        <w:adjustRightInd w:val="0"/>
        <w:rPr>
          <w:color w:val="231F20"/>
        </w:rPr>
      </w:pPr>
      <w:r w:rsidRPr="00CF147C">
        <w:rPr>
          <w:color w:val="231F20"/>
        </w:rPr>
        <w:t xml:space="preserve">из центра по Мичуринскому проспекту за перекресток с  ул. Лобачевского. Далее через </w:t>
      </w:r>
      <w:smartTag w:uri="urn:schemas-microsoft-com:office:smarttags" w:element="metricconverter">
        <w:smartTagPr>
          <w:attr w:name="ProductID" w:val="1 км"/>
        </w:smartTagPr>
        <w:r w:rsidRPr="00CF147C">
          <w:rPr>
            <w:color w:val="231F20"/>
          </w:rPr>
          <w:t>1 км</w:t>
        </w:r>
        <w:r w:rsidRPr="005447A1">
          <w:rPr>
            <w:color w:val="231F20"/>
          </w:rPr>
          <w:t xml:space="preserve"> - </w:t>
        </w:r>
      </w:smartTag>
      <w:r w:rsidRPr="00CF147C">
        <w:rPr>
          <w:color w:val="231F20"/>
        </w:rPr>
        <w:t xml:space="preserve">поворот налево  за ТЦ «Фестиваль» проехать к С/К Олимпийская деревня 80. </w:t>
      </w:r>
    </w:p>
    <w:p w:rsidR="00D14FF9" w:rsidRDefault="00D14FF9" w:rsidP="00B52E68">
      <w:pPr>
        <w:autoSpaceDE w:val="0"/>
        <w:autoSpaceDN w:val="0"/>
        <w:adjustRightInd w:val="0"/>
        <w:ind w:firstLine="561"/>
        <w:rPr>
          <w:color w:val="231F20"/>
        </w:rPr>
      </w:pPr>
      <w:r w:rsidRPr="00CF147C">
        <w:rPr>
          <w:color w:val="231F20"/>
        </w:rPr>
        <w:t>Раздевалки и регистрация в помещении быстровозводимого синего модуля перед футбольным полем.</w:t>
      </w:r>
    </w:p>
    <w:p w:rsidR="00D14FF9" w:rsidRDefault="00D14FF9" w:rsidP="00B52E68">
      <w:pPr>
        <w:autoSpaceDE w:val="0"/>
        <w:autoSpaceDN w:val="0"/>
        <w:adjustRightInd w:val="0"/>
        <w:ind w:firstLine="561"/>
        <w:rPr>
          <w:color w:val="231F20"/>
        </w:rPr>
      </w:pPr>
    </w:p>
    <w:p w:rsidR="00D14FF9" w:rsidRPr="00CF147C" w:rsidRDefault="00D14FF9" w:rsidP="00B52E68">
      <w:pPr>
        <w:autoSpaceDE w:val="0"/>
        <w:autoSpaceDN w:val="0"/>
        <w:adjustRightInd w:val="0"/>
        <w:ind w:firstLine="561"/>
        <w:rPr>
          <w:color w:val="231F20"/>
        </w:rPr>
      </w:pPr>
    </w:p>
    <w:p w:rsidR="00D14FF9" w:rsidRDefault="00D14FF9" w:rsidP="008C1C01">
      <w:pPr>
        <w:numPr>
          <w:ilvl w:val="0"/>
          <w:numId w:val="18"/>
        </w:numPr>
        <w:jc w:val="center"/>
        <w:rPr>
          <w:b/>
        </w:rPr>
      </w:pPr>
      <w:r>
        <w:rPr>
          <w:b/>
        </w:rPr>
        <w:t>Стартовые взносы:</w:t>
      </w:r>
    </w:p>
    <w:p w:rsidR="00D14FF9" w:rsidRDefault="00D14FF9" w:rsidP="008C1C01">
      <w:pPr>
        <w:ind w:left="1080"/>
        <w:rPr>
          <w:b/>
        </w:rPr>
      </w:pPr>
    </w:p>
    <w:p w:rsidR="00D14FF9" w:rsidRPr="003255AE" w:rsidRDefault="00D14FF9" w:rsidP="008C1C01">
      <w:pPr>
        <w:ind w:left="1080"/>
      </w:pPr>
      <w:r w:rsidRPr="001A1126">
        <w:rPr>
          <w:b/>
        </w:rPr>
        <w:t>Стартовый взнос с одного спортсмена</w:t>
      </w:r>
      <w:r>
        <w:rPr>
          <w:b/>
        </w:rPr>
        <w:t xml:space="preserve"> </w:t>
      </w:r>
      <w:r w:rsidRPr="003255AE">
        <w:t>(девушки, юноши среднего и старшего возраста)</w:t>
      </w:r>
    </w:p>
    <w:p w:rsidR="00D14FF9" w:rsidRDefault="00D14FF9" w:rsidP="008C1C01">
      <w:pPr>
        <w:rPr>
          <w:b/>
        </w:rPr>
      </w:pPr>
      <w:r>
        <w:rPr>
          <w:b/>
        </w:rPr>
        <w:t xml:space="preserve">                  </w:t>
      </w:r>
    </w:p>
    <w:p w:rsidR="00D14FF9" w:rsidRDefault="00D14FF9" w:rsidP="00CE29A3">
      <w:pPr>
        <w:numPr>
          <w:ilvl w:val="0"/>
          <w:numId w:val="19"/>
        </w:numPr>
        <w:rPr>
          <w:b/>
        </w:rPr>
      </w:pPr>
      <w:r w:rsidRPr="001A1126">
        <w:rPr>
          <w:b/>
        </w:rPr>
        <w:t xml:space="preserve">50 рублей </w:t>
      </w:r>
      <w:r w:rsidRPr="001A1126">
        <w:t>- в день жеребьевки (льготный)</w:t>
      </w:r>
      <w:r w:rsidRPr="001A1126">
        <w:rPr>
          <w:b/>
        </w:rPr>
        <w:t xml:space="preserve">     </w:t>
      </w:r>
      <w:r>
        <w:rPr>
          <w:b/>
        </w:rPr>
        <w:t xml:space="preserve">                         </w:t>
      </w:r>
      <w:r w:rsidRPr="001A1126">
        <w:rPr>
          <w:b/>
        </w:rPr>
        <w:t xml:space="preserve"> </w:t>
      </w:r>
    </w:p>
    <w:p w:rsidR="00D14FF9" w:rsidRDefault="00D14FF9" w:rsidP="00CE29A3">
      <w:pPr>
        <w:numPr>
          <w:ilvl w:val="0"/>
          <w:numId w:val="19"/>
        </w:numPr>
      </w:pPr>
      <w:r w:rsidRPr="001A1126">
        <w:rPr>
          <w:b/>
        </w:rPr>
        <w:t xml:space="preserve">100 рублей - </w:t>
      </w:r>
      <w:r w:rsidRPr="001A1126">
        <w:t xml:space="preserve">в день старта </w:t>
      </w:r>
    </w:p>
    <w:p w:rsidR="00D14FF9" w:rsidRDefault="00D14FF9" w:rsidP="008C1C01">
      <w:pPr>
        <w:ind w:left="1080"/>
        <w:rPr>
          <w:b/>
        </w:rPr>
      </w:pPr>
    </w:p>
    <w:p w:rsidR="00D14FF9" w:rsidRPr="00CE29A3" w:rsidRDefault="00D14FF9" w:rsidP="008C1C01">
      <w:pPr>
        <w:ind w:left="1080"/>
      </w:pPr>
      <w:r>
        <w:rPr>
          <w:b/>
        </w:rPr>
        <w:t xml:space="preserve">Стартовый взнос </w:t>
      </w:r>
      <w:r w:rsidRPr="00CE29A3">
        <w:t xml:space="preserve">(юниоры, юниорки, спортсмены основных групп и ветераны) </w:t>
      </w:r>
    </w:p>
    <w:p w:rsidR="00D14FF9" w:rsidRPr="00CE29A3" w:rsidRDefault="00D14FF9" w:rsidP="00CE29A3">
      <w:pPr>
        <w:numPr>
          <w:ilvl w:val="0"/>
          <w:numId w:val="20"/>
        </w:numPr>
      </w:pPr>
      <w:r>
        <w:rPr>
          <w:b/>
        </w:rPr>
        <w:t xml:space="preserve">100 рублей - </w:t>
      </w:r>
      <w:r w:rsidRPr="00CE29A3">
        <w:t>М 4-5 и Ж 4-5 </w:t>
      </w:r>
    </w:p>
    <w:p w:rsidR="00D14FF9" w:rsidRPr="00CE29A3" w:rsidRDefault="00D14FF9" w:rsidP="00CE29A3">
      <w:pPr>
        <w:numPr>
          <w:ilvl w:val="0"/>
          <w:numId w:val="20"/>
        </w:numPr>
        <w:rPr>
          <w:b/>
        </w:rPr>
      </w:pPr>
      <w:r w:rsidRPr="00CE29A3">
        <w:rPr>
          <w:b/>
        </w:rPr>
        <w:t xml:space="preserve">200 рублей - </w:t>
      </w:r>
      <w:r w:rsidRPr="00CE29A3">
        <w:t>МЮ, М, М1, М2, М3, Ж, ЖЮ, Ж1, Ж2, Ж3</w:t>
      </w:r>
      <w:r>
        <w:rPr>
          <w:b/>
        </w:rPr>
        <w:t> </w:t>
      </w:r>
    </w:p>
    <w:p w:rsidR="00D14FF9" w:rsidRPr="00CF147C" w:rsidRDefault="00D14FF9" w:rsidP="008066E6">
      <w:pPr>
        <w:ind w:firstLine="561"/>
        <w:rPr>
          <w:b/>
        </w:rPr>
      </w:pPr>
    </w:p>
    <w:sectPr w:rsidR="00D14FF9" w:rsidRPr="00CF147C" w:rsidSect="0046486E">
      <w:type w:val="continuous"/>
      <w:pgSz w:w="12240" w:h="15840"/>
      <w:pgMar w:top="993" w:right="459" w:bottom="27" w:left="37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0020"/>
    <w:multiLevelType w:val="hybridMultilevel"/>
    <w:tmpl w:val="F2286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2B098E"/>
    <w:multiLevelType w:val="hybridMultilevel"/>
    <w:tmpl w:val="C94AD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212EBE"/>
    <w:multiLevelType w:val="hybridMultilevel"/>
    <w:tmpl w:val="CDCCC78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131B1DBD"/>
    <w:multiLevelType w:val="hybridMultilevel"/>
    <w:tmpl w:val="BC14D2CA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8640EC"/>
    <w:multiLevelType w:val="hybridMultilevel"/>
    <w:tmpl w:val="E23E0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91926"/>
    <w:multiLevelType w:val="hybridMultilevel"/>
    <w:tmpl w:val="B7782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B4C94"/>
    <w:multiLevelType w:val="hybridMultilevel"/>
    <w:tmpl w:val="46DE0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4A38B3"/>
    <w:multiLevelType w:val="hybridMultilevel"/>
    <w:tmpl w:val="D2349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175466"/>
    <w:multiLevelType w:val="hybridMultilevel"/>
    <w:tmpl w:val="4DF2A9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70047D6"/>
    <w:multiLevelType w:val="hybridMultilevel"/>
    <w:tmpl w:val="724E9CAC"/>
    <w:lvl w:ilvl="0" w:tplc="CFBE5168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0">
    <w:nsid w:val="3D290926"/>
    <w:multiLevelType w:val="hybridMultilevel"/>
    <w:tmpl w:val="629C9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A46126E"/>
    <w:multiLevelType w:val="hybridMultilevel"/>
    <w:tmpl w:val="FD5C4788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57B75E20"/>
    <w:multiLevelType w:val="hybridMultilevel"/>
    <w:tmpl w:val="8BAE2B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9E61ECB"/>
    <w:multiLevelType w:val="hybridMultilevel"/>
    <w:tmpl w:val="7E1C9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74E7203"/>
    <w:multiLevelType w:val="hybridMultilevel"/>
    <w:tmpl w:val="439C45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9E074F5"/>
    <w:multiLevelType w:val="hybridMultilevel"/>
    <w:tmpl w:val="E3AE42C4"/>
    <w:lvl w:ilvl="0" w:tplc="6FCC527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1"/>
        </w:tabs>
        <w:ind w:left="164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6">
    <w:nsid w:val="6A58020D"/>
    <w:multiLevelType w:val="hybridMultilevel"/>
    <w:tmpl w:val="22E650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77872"/>
    <w:multiLevelType w:val="hybridMultilevel"/>
    <w:tmpl w:val="59322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3B51F7"/>
    <w:multiLevelType w:val="hybridMultilevel"/>
    <w:tmpl w:val="88BC0B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E7520BC"/>
    <w:multiLevelType w:val="hybridMultilevel"/>
    <w:tmpl w:val="2F588C8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1"/>
  </w:num>
  <w:num w:numId="5">
    <w:abstractNumId w:val="10"/>
  </w:num>
  <w:num w:numId="6">
    <w:abstractNumId w:val="14"/>
  </w:num>
  <w:num w:numId="7">
    <w:abstractNumId w:val="7"/>
  </w:num>
  <w:num w:numId="8">
    <w:abstractNumId w:val="16"/>
  </w:num>
  <w:num w:numId="9">
    <w:abstractNumId w:val="13"/>
  </w:num>
  <w:num w:numId="10">
    <w:abstractNumId w:val="18"/>
  </w:num>
  <w:num w:numId="11">
    <w:abstractNumId w:val="0"/>
  </w:num>
  <w:num w:numId="12">
    <w:abstractNumId w:val="6"/>
  </w:num>
  <w:num w:numId="13">
    <w:abstractNumId w:val="8"/>
  </w:num>
  <w:num w:numId="14">
    <w:abstractNumId w:val="17"/>
  </w:num>
  <w:num w:numId="15">
    <w:abstractNumId w:val="4"/>
  </w:num>
  <w:num w:numId="16">
    <w:abstractNumId w:val="5"/>
  </w:num>
  <w:num w:numId="17">
    <w:abstractNumId w:val="19"/>
  </w:num>
  <w:num w:numId="18">
    <w:abstractNumId w:val="3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6BC"/>
    <w:rsid w:val="00002C80"/>
    <w:rsid w:val="0001332D"/>
    <w:rsid w:val="00043762"/>
    <w:rsid w:val="00050965"/>
    <w:rsid w:val="00063FA5"/>
    <w:rsid w:val="00094452"/>
    <w:rsid w:val="00096ED0"/>
    <w:rsid w:val="000B2502"/>
    <w:rsid w:val="000D1B1F"/>
    <w:rsid w:val="000E756C"/>
    <w:rsid w:val="000F5651"/>
    <w:rsid w:val="00132D15"/>
    <w:rsid w:val="00163318"/>
    <w:rsid w:val="00187CD4"/>
    <w:rsid w:val="001A1126"/>
    <w:rsid w:val="001C092E"/>
    <w:rsid w:val="001C2C1D"/>
    <w:rsid w:val="001D722C"/>
    <w:rsid w:val="001E7FCA"/>
    <w:rsid w:val="00231ECA"/>
    <w:rsid w:val="00243EC3"/>
    <w:rsid w:val="00287626"/>
    <w:rsid w:val="002B1B6F"/>
    <w:rsid w:val="002B38D1"/>
    <w:rsid w:val="002D5925"/>
    <w:rsid w:val="00300F2C"/>
    <w:rsid w:val="003255AE"/>
    <w:rsid w:val="00347374"/>
    <w:rsid w:val="0038663F"/>
    <w:rsid w:val="00387C2C"/>
    <w:rsid w:val="00406EC4"/>
    <w:rsid w:val="00414E3C"/>
    <w:rsid w:val="004319A4"/>
    <w:rsid w:val="00450C7D"/>
    <w:rsid w:val="0045559D"/>
    <w:rsid w:val="0046486E"/>
    <w:rsid w:val="004675BC"/>
    <w:rsid w:val="004A2AF8"/>
    <w:rsid w:val="004D185D"/>
    <w:rsid w:val="00540AC5"/>
    <w:rsid w:val="005447A1"/>
    <w:rsid w:val="005E1DB2"/>
    <w:rsid w:val="006040B7"/>
    <w:rsid w:val="00612E87"/>
    <w:rsid w:val="00682D74"/>
    <w:rsid w:val="006E4B1B"/>
    <w:rsid w:val="007739B4"/>
    <w:rsid w:val="0077532E"/>
    <w:rsid w:val="007E6CD9"/>
    <w:rsid w:val="008066E6"/>
    <w:rsid w:val="0083730D"/>
    <w:rsid w:val="00847943"/>
    <w:rsid w:val="0088204D"/>
    <w:rsid w:val="008C1C01"/>
    <w:rsid w:val="008E57DA"/>
    <w:rsid w:val="00902C31"/>
    <w:rsid w:val="009351C6"/>
    <w:rsid w:val="00953823"/>
    <w:rsid w:val="00987EB6"/>
    <w:rsid w:val="009A066B"/>
    <w:rsid w:val="009A0865"/>
    <w:rsid w:val="009B5D7E"/>
    <w:rsid w:val="009C6829"/>
    <w:rsid w:val="00A37A05"/>
    <w:rsid w:val="00A443F7"/>
    <w:rsid w:val="00AA547A"/>
    <w:rsid w:val="00AB4FD8"/>
    <w:rsid w:val="00AB66FA"/>
    <w:rsid w:val="00AB710A"/>
    <w:rsid w:val="00B52E68"/>
    <w:rsid w:val="00B608C3"/>
    <w:rsid w:val="00B61D4B"/>
    <w:rsid w:val="00B6248F"/>
    <w:rsid w:val="00B6364B"/>
    <w:rsid w:val="00B85B0C"/>
    <w:rsid w:val="00B87363"/>
    <w:rsid w:val="00BF647D"/>
    <w:rsid w:val="00C0014B"/>
    <w:rsid w:val="00C54681"/>
    <w:rsid w:val="00C67A12"/>
    <w:rsid w:val="00C81E75"/>
    <w:rsid w:val="00C97B53"/>
    <w:rsid w:val="00CE29A3"/>
    <w:rsid w:val="00CF147C"/>
    <w:rsid w:val="00D14FF9"/>
    <w:rsid w:val="00D55A7B"/>
    <w:rsid w:val="00DB18E1"/>
    <w:rsid w:val="00DB78E9"/>
    <w:rsid w:val="00DE176F"/>
    <w:rsid w:val="00DE79A1"/>
    <w:rsid w:val="00E4764E"/>
    <w:rsid w:val="00E522BC"/>
    <w:rsid w:val="00E60CA8"/>
    <w:rsid w:val="00E969C1"/>
    <w:rsid w:val="00F32BEF"/>
    <w:rsid w:val="00F7484E"/>
    <w:rsid w:val="00F970D8"/>
    <w:rsid w:val="00FF36BC"/>
    <w:rsid w:val="00FF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6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96ED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E522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414E3C"/>
    <w:pPr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14E3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lg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3</Pages>
  <Words>988</Words>
  <Characters>5634</Characters>
  <Application>Microsoft Office Outlook</Application>
  <DocSecurity>0</DocSecurity>
  <Lines>0</Lines>
  <Paragraphs>0</Paragraphs>
  <ScaleCrop>false</ScaleCrop>
  <Company>Firn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Чемпионат и первенство Москвы по кроссу в Крылатском</dc:title>
  <dc:subject/>
  <dc:creator>Сергей</dc:creator>
  <cp:keywords/>
  <dc:description/>
  <cp:lastModifiedBy>Краснов Андрей</cp:lastModifiedBy>
  <cp:revision>18</cp:revision>
  <cp:lastPrinted>2013-09-15T04:25:00Z</cp:lastPrinted>
  <dcterms:created xsi:type="dcterms:W3CDTF">2013-09-20T15:51:00Z</dcterms:created>
  <dcterms:modified xsi:type="dcterms:W3CDTF">2013-10-01T21:41:00Z</dcterms:modified>
</cp:coreProperties>
</file>